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CC"/>
  <w:body>
    <w:p w:rsidR="00AC7BFD" w:rsidRDefault="00A4355F">
      <w:r>
        <w:rPr>
          <w:noProof/>
        </w:rPr>
        <w:drawing>
          <wp:anchor distT="0" distB="0" distL="114300" distR="114300" simplePos="0" relativeHeight="251727872" behindDoc="0" locked="0" layoutInCell="1" allowOverlap="1" wp14:anchorId="6EFCC7D0" wp14:editId="728A6395">
            <wp:simplePos x="0" y="0"/>
            <wp:positionH relativeFrom="column">
              <wp:posOffset>6713220</wp:posOffset>
            </wp:positionH>
            <wp:positionV relativeFrom="paragraph">
              <wp:posOffset>0</wp:posOffset>
            </wp:positionV>
            <wp:extent cx="2639060" cy="1590675"/>
            <wp:effectExtent l="0" t="0" r="8890" b="9525"/>
            <wp:wrapTight wrapText="bothSides">
              <wp:wrapPolygon edited="0">
                <wp:start x="0" y="0"/>
                <wp:lineTo x="0" y="21471"/>
                <wp:lineTo x="21517" y="21471"/>
                <wp:lineTo x="21517" y="0"/>
                <wp:lineTo x="0" y="0"/>
              </wp:wrapPolygon>
            </wp:wrapTight>
            <wp:docPr id="393" name="Picture 393" descr="G:\Gillispie Employment &amp; Training Services\LOGO\BusinessCard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 descr="G:\Gillispie Employment &amp; Training Services\LOGO\BusinessCard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06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0867">
        <w:rPr>
          <w:noProof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2343B1BE" wp14:editId="77067872">
                <wp:simplePos x="0" y="0"/>
                <wp:positionH relativeFrom="page">
                  <wp:posOffset>180975</wp:posOffset>
                </wp:positionH>
                <wp:positionV relativeFrom="page">
                  <wp:posOffset>447675</wp:posOffset>
                </wp:positionV>
                <wp:extent cx="3019425" cy="7296150"/>
                <wp:effectExtent l="0" t="0" r="9525" b="0"/>
                <wp:wrapNone/>
                <wp:docPr id="6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7296150"/>
                        </a:xfrm>
                        <a:prstGeom prst="rect">
                          <a:avLst/>
                        </a:prstGeom>
                        <a:blipFill>
                          <a:blip r:embed="rId9">
                            <a:alphaModFix amt="29000"/>
                          </a:blip>
                          <a:tile tx="0" ty="0" sx="100000" sy="100000" flip="none" algn="tl"/>
                        </a:blip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AC7BFD" w:rsidRDefault="00C149C1" w:rsidP="007C1B32">
                            <w:pPr>
                              <w:pStyle w:val="BodyText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A7FC51A" wp14:editId="62B92D11">
                                  <wp:extent cx="3086100" cy="1533525"/>
                                  <wp:effectExtent l="0" t="0" r="0" b="9525"/>
                                  <wp:docPr id="3" name="Picture 1" descr="http://nebula.wsimg.com/00d2f5a9bd8872506a2e365799fa327c?AccessKeyId=8BC7EF9BF9163542CEFE&amp;disposition=0&amp;alloworigin=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nebula.wsimg.com/00d2f5a9bd8872506a2e365799fa327c?AccessKeyId=8BC7EF9BF9163542CEFE&amp;disposition=0&amp;alloworigin=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03244" cy="15420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83951" w:rsidRDefault="008E78F9" w:rsidP="008E78F9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inherit" w:eastAsia="Times New Roman" w:hAnsi="inherit" w:cs="Courier New"/>
                                <w:b/>
                                <w:bCs/>
                                <w:color w:val="808080"/>
                              </w:rPr>
                            </w:pPr>
                            <w:r>
                              <w:rPr>
                                <w:rFonts w:ascii="inherit" w:eastAsia="Times New Roman" w:hAnsi="inherit" w:cs="Courier New"/>
                                <w:b/>
                                <w:bCs/>
                                <w:color w:val="5C28F0"/>
                                <w:sz w:val="72"/>
                                <w:szCs w:val="72"/>
                              </w:rPr>
                              <w:tab/>
                            </w:r>
                            <w:r w:rsidR="00683951" w:rsidRPr="00EC713C">
                              <w:rPr>
                                <w:rFonts w:ascii="inherit" w:eastAsia="Times New Roman" w:hAnsi="inherit" w:cs="Courier New"/>
                                <w:b/>
                                <w:bCs/>
                                <w:color w:val="5C28F0"/>
                                <w:sz w:val="72"/>
                                <w:szCs w:val="72"/>
                              </w:rPr>
                              <w:t>C</w:t>
                            </w:r>
                            <w:r w:rsidR="00683951" w:rsidRPr="001C48BB">
                              <w:rPr>
                                <w:rFonts w:ascii="inherit" w:eastAsia="Times New Roman" w:hAnsi="inherit" w:cs="Courier New"/>
                                <w:b/>
                                <w:bCs/>
                                <w:sz w:val="48"/>
                                <w:szCs w:val="48"/>
                              </w:rPr>
                              <w:t>ommunity</w:t>
                            </w:r>
                            <w:r w:rsidR="00683951" w:rsidRPr="001C48BB">
                              <w:rPr>
                                <w:rFonts w:ascii="inherit" w:eastAsia="Times New Roman" w:hAnsi="inherit" w:cs="Courier New"/>
                                <w:b/>
                                <w:bCs/>
                                <w:color w:val="808080"/>
                                <w:sz w:val="48"/>
                                <w:szCs w:val="48"/>
                              </w:rPr>
                              <w:t> </w:t>
                            </w:r>
                          </w:p>
                          <w:p w:rsidR="00683951" w:rsidRDefault="00683951" w:rsidP="008E78F9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inherit" w:eastAsia="Times New Roman" w:hAnsi="inherit" w:cs="Courier New"/>
                                <w:b/>
                                <w:bCs/>
                                <w:color w:val="808080"/>
                              </w:rPr>
                            </w:pPr>
                            <w:r>
                              <w:rPr>
                                <w:rFonts w:ascii="inherit" w:eastAsia="Times New Roman" w:hAnsi="inherit" w:cs="Courier New"/>
                                <w:b/>
                                <w:bCs/>
                                <w:color w:val="808080"/>
                              </w:rPr>
                              <w:t xml:space="preserve">       </w:t>
                            </w:r>
                            <w:r w:rsidR="008E78F9">
                              <w:rPr>
                                <w:rFonts w:ascii="inherit" w:eastAsia="Times New Roman" w:hAnsi="inherit" w:cs="Courier New"/>
                                <w:b/>
                                <w:bCs/>
                                <w:color w:val="808080"/>
                              </w:rPr>
                              <w:tab/>
                            </w:r>
                            <w:r w:rsidRPr="00EC713C">
                              <w:rPr>
                                <w:rFonts w:ascii="inherit" w:eastAsia="Times New Roman" w:hAnsi="inherit" w:cs="Courier New"/>
                                <w:b/>
                                <w:bCs/>
                                <w:color w:val="5C28F0"/>
                                <w:sz w:val="72"/>
                                <w:szCs w:val="72"/>
                              </w:rPr>
                              <w:t>R</w:t>
                            </w:r>
                            <w:r w:rsidRPr="001C48BB">
                              <w:rPr>
                                <w:rFonts w:ascii="inherit" w:eastAsia="Times New Roman" w:hAnsi="inherit" w:cs="Courier New"/>
                                <w:b/>
                                <w:bCs/>
                                <w:sz w:val="48"/>
                                <w:szCs w:val="48"/>
                              </w:rPr>
                              <w:t>ehabilitation</w:t>
                            </w:r>
                          </w:p>
                          <w:p w:rsidR="00683951" w:rsidRDefault="00683951" w:rsidP="008E78F9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inherit" w:eastAsia="Times New Roman" w:hAnsi="inherit" w:cs="Courier New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inherit" w:eastAsia="Times New Roman" w:hAnsi="inherit" w:cs="Courier New"/>
                                <w:b/>
                                <w:bCs/>
                                <w:color w:val="808080"/>
                              </w:rPr>
                              <w:t xml:space="preserve">                </w:t>
                            </w:r>
                            <w:r w:rsidRPr="00EC713C">
                              <w:rPr>
                                <w:rFonts w:ascii="inherit" w:eastAsia="Times New Roman" w:hAnsi="inherit" w:cs="Courier New"/>
                                <w:b/>
                                <w:bCs/>
                                <w:color w:val="5C28F0"/>
                                <w:sz w:val="72"/>
                                <w:szCs w:val="72"/>
                              </w:rPr>
                              <w:t>P</w:t>
                            </w:r>
                            <w:r w:rsidRPr="001C48BB">
                              <w:rPr>
                                <w:rFonts w:ascii="inherit" w:eastAsia="Times New Roman" w:hAnsi="inherit" w:cs="Courier New"/>
                                <w:b/>
                                <w:bCs/>
                                <w:sz w:val="48"/>
                                <w:szCs w:val="48"/>
                              </w:rPr>
                              <w:t>rogram</w:t>
                            </w:r>
                          </w:p>
                          <w:p w:rsidR="00DC7B7F" w:rsidRPr="00DC7B7F" w:rsidRDefault="00DC7B7F" w:rsidP="008E78F9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inherit" w:eastAsia="Times New Roman" w:hAnsi="inherit" w:cs="Courier New"/>
                                <w:b/>
                                <w:bCs/>
                                <w:color w:val="808080"/>
                                <w:sz w:val="10"/>
                                <w:szCs w:val="10"/>
                              </w:rPr>
                            </w:pPr>
                          </w:p>
                          <w:p w:rsidR="00972824" w:rsidRPr="00C57945" w:rsidRDefault="00683951" w:rsidP="00BA2385">
                            <w:pPr>
                              <w:pStyle w:val="OrgName1"/>
                              <w:jc w:val="center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C57945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P</w:t>
                            </w:r>
                            <w:r w:rsidR="00972824" w:rsidRPr="00C57945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ersonalized</w:t>
                            </w:r>
                          </w:p>
                          <w:p w:rsidR="001C48BB" w:rsidRPr="00C57945" w:rsidRDefault="00972824" w:rsidP="00BA2385">
                            <w:pPr>
                              <w:pStyle w:val="OrgName1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5794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Job Readiness Training, </w:t>
                            </w:r>
                          </w:p>
                          <w:p w:rsidR="001C48BB" w:rsidRPr="00C57945" w:rsidRDefault="00972824" w:rsidP="00BA2385">
                            <w:pPr>
                              <w:pStyle w:val="OrgName1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5794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Job Coaching, Job Placement </w:t>
                            </w:r>
                          </w:p>
                          <w:p w:rsidR="00972824" w:rsidRPr="00C57945" w:rsidRDefault="001C48BB" w:rsidP="00BA2385">
                            <w:pPr>
                              <w:pStyle w:val="OrgName1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5794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</w:t>
                            </w:r>
                            <w:r w:rsidR="00972824" w:rsidRPr="00C5794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nd Supportive Employment Services.</w:t>
                            </w:r>
                          </w:p>
                          <w:p w:rsidR="00972824" w:rsidRPr="00C57945" w:rsidRDefault="00972824" w:rsidP="00BA2385">
                            <w:pPr>
                              <w:pStyle w:val="OrgName1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972824" w:rsidRPr="00C57945" w:rsidRDefault="00972824" w:rsidP="00BA2385">
                            <w:pPr>
                              <w:pStyle w:val="OrgName1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5794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All using a proven curriculum, advance training and coaching</w:t>
                            </w:r>
                            <w:r w:rsidR="001C48BB" w:rsidRPr="00C5794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C48BB" w:rsidRPr="00C57945" w:rsidRDefault="001C48BB" w:rsidP="00BA2385">
                            <w:pPr>
                              <w:pStyle w:val="OrgName1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C57945" w:rsidRDefault="001C48BB" w:rsidP="00BF18FD">
                            <w:pPr>
                              <w:pStyle w:val="OrgName1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5794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Methods that have</w:t>
                            </w:r>
                            <w:r w:rsidR="00972824" w:rsidRPr="00C5794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successfully helped hundreds of individual learn how to find and maintain employment.</w:t>
                            </w:r>
                          </w:p>
                          <w:p w:rsidR="00BF18FD" w:rsidRPr="00BF18FD" w:rsidRDefault="00BF18FD" w:rsidP="00BF18FD">
                            <w:pPr>
                              <w:pStyle w:val="OrgName1"/>
                              <w:jc w:val="center"/>
                              <w:rPr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</w:p>
                          <w:p w:rsidR="00972824" w:rsidRPr="00BA2385" w:rsidRDefault="00C57945" w:rsidP="00C57945">
                            <w:pPr>
                              <w:pStyle w:val="OrgName1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C57945">
                              <w:rPr>
                                <w:b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7502CEF9" wp14:editId="07CB1295">
                                  <wp:extent cx="2790825" cy="1390650"/>
                                  <wp:effectExtent l="0" t="0" r="9525" b="0"/>
                                  <wp:docPr id="7" name="Picture 7" descr="C:\Users\GETS\AppData\Local\Temp\Temp1_branding.zip\branding\library_SSA-graphic_250x100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GETS\AppData\Local\Temp\Temp1_branding.zip\branding\library_SSA-graphic_250x100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90825" cy="1390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3B1BE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4.25pt;margin-top:35.25pt;width:237.75pt;height:574.5pt;z-index: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" stroked="f">
                <v:fill r:id="rId12" o:title="" opacity="19005f" recolor="t" rotate="t" type="tile"/>
                <v:textbox inset="0,0,0,0">
                  <w:txbxContent>
                    <w:p w:rsidR="00AC7BFD" w:rsidRDefault="00C149C1" w:rsidP="007C1B32">
                      <w:pPr>
                        <w:pStyle w:val="BodyText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A7FC51A" wp14:editId="62B92D11">
                            <wp:extent cx="3086100" cy="1533525"/>
                            <wp:effectExtent l="0" t="0" r="0" b="9525"/>
                            <wp:docPr id="3" name="Picture 1" descr="http://nebula.wsimg.com/00d2f5a9bd8872506a2e365799fa327c?AccessKeyId=8BC7EF9BF9163542CEFE&amp;disposition=0&amp;alloworigin=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nebula.wsimg.com/00d2f5a9bd8872506a2e365799fa327c?AccessKeyId=8BC7EF9BF9163542CEFE&amp;disposition=0&amp;alloworigin=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03244" cy="15420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83951" w:rsidRDefault="008E78F9" w:rsidP="008E78F9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inherit" w:eastAsia="Times New Roman" w:hAnsi="inherit" w:cs="Courier New"/>
                          <w:b/>
                          <w:bCs/>
                          <w:color w:val="808080"/>
                        </w:rPr>
                      </w:pPr>
                      <w:r>
                        <w:rPr>
                          <w:rFonts w:ascii="inherit" w:eastAsia="Times New Roman" w:hAnsi="inherit" w:cs="Courier New"/>
                          <w:b/>
                          <w:bCs/>
                          <w:color w:val="5C28F0"/>
                          <w:sz w:val="72"/>
                          <w:szCs w:val="72"/>
                        </w:rPr>
                        <w:tab/>
                      </w:r>
                      <w:r w:rsidR="00683951" w:rsidRPr="00EC713C">
                        <w:rPr>
                          <w:rFonts w:ascii="inherit" w:eastAsia="Times New Roman" w:hAnsi="inherit" w:cs="Courier New"/>
                          <w:b/>
                          <w:bCs/>
                          <w:color w:val="5C28F0"/>
                          <w:sz w:val="72"/>
                          <w:szCs w:val="72"/>
                        </w:rPr>
                        <w:t>C</w:t>
                      </w:r>
                      <w:r w:rsidR="00683951" w:rsidRPr="001C48BB">
                        <w:rPr>
                          <w:rFonts w:ascii="inherit" w:eastAsia="Times New Roman" w:hAnsi="inherit" w:cs="Courier New"/>
                          <w:b/>
                          <w:bCs/>
                          <w:sz w:val="48"/>
                          <w:szCs w:val="48"/>
                        </w:rPr>
                        <w:t>ommunity</w:t>
                      </w:r>
                      <w:r w:rsidR="00683951" w:rsidRPr="001C48BB">
                        <w:rPr>
                          <w:rFonts w:ascii="inherit" w:eastAsia="Times New Roman" w:hAnsi="inherit" w:cs="Courier New"/>
                          <w:b/>
                          <w:bCs/>
                          <w:color w:val="808080"/>
                          <w:sz w:val="48"/>
                          <w:szCs w:val="48"/>
                        </w:rPr>
                        <w:t> </w:t>
                      </w:r>
                    </w:p>
                    <w:p w:rsidR="00683951" w:rsidRDefault="00683951" w:rsidP="008E78F9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inherit" w:eastAsia="Times New Roman" w:hAnsi="inherit" w:cs="Courier New"/>
                          <w:b/>
                          <w:bCs/>
                          <w:color w:val="808080"/>
                        </w:rPr>
                      </w:pPr>
                      <w:r>
                        <w:rPr>
                          <w:rFonts w:ascii="inherit" w:eastAsia="Times New Roman" w:hAnsi="inherit" w:cs="Courier New"/>
                          <w:b/>
                          <w:bCs/>
                          <w:color w:val="808080"/>
                        </w:rPr>
                        <w:t xml:space="preserve">       </w:t>
                      </w:r>
                      <w:r w:rsidR="008E78F9">
                        <w:rPr>
                          <w:rFonts w:ascii="inherit" w:eastAsia="Times New Roman" w:hAnsi="inherit" w:cs="Courier New"/>
                          <w:b/>
                          <w:bCs/>
                          <w:color w:val="808080"/>
                        </w:rPr>
                        <w:tab/>
                      </w:r>
                      <w:r w:rsidRPr="00EC713C">
                        <w:rPr>
                          <w:rFonts w:ascii="inherit" w:eastAsia="Times New Roman" w:hAnsi="inherit" w:cs="Courier New"/>
                          <w:b/>
                          <w:bCs/>
                          <w:color w:val="5C28F0"/>
                          <w:sz w:val="72"/>
                          <w:szCs w:val="72"/>
                        </w:rPr>
                        <w:t>R</w:t>
                      </w:r>
                      <w:r w:rsidRPr="001C48BB">
                        <w:rPr>
                          <w:rFonts w:ascii="inherit" w:eastAsia="Times New Roman" w:hAnsi="inherit" w:cs="Courier New"/>
                          <w:b/>
                          <w:bCs/>
                          <w:sz w:val="48"/>
                          <w:szCs w:val="48"/>
                        </w:rPr>
                        <w:t>ehabilitation</w:t>
                      </w:r>
                    </w:p>
                    <w:p w:rsidR="00683951" w:rsidRDefault="00683951" w:rsidP="008E78F9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inherit" w:eastAsia="Times New Roman" w:hAnsi="inherit" w:cs="Courier New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inherit" w:eastAsia="Times New Roman" w:hAnsi="inherit" w:cs="Courier New"/>
                          <w:b/>
                          <w:bCs/>
                          <w:color w:val="808080"/>
                        </w:rPr>
                        <w:t xml:space="preserve">                </w:t>
                      </w:r>
                      <w:r w:rsidRPr="00EC713C">
                        <w:rPr>
                          <w:rFonts w:ascii="inherit" w:eastAsia="Times New Roman" w:hAnsi="inherit" w:cs="Courier New"/>
                          <w:b/>
                          <w:bCs/>
                          <w:color w:val="5C28F0"/>
                          <w:sz w:val="72"/>
                          <w:szCs w:val="72"/>
                        </w:rPr>
                        <w:t>P</w:t>
                      </w:r>
                      <w:r w:rsidRPr="001C48BB">
                        <w:rPr>
                          <w:rFonts w:ascii="inherit" w:eastAsia="Times New Roman" w:hAnsi="inherit" w:cs="Courier New"/>
                          <w:b/>
                          <w:bCs/>
                          <w:sz w:val="48"/>
                          <w:szCs w:val="48"/>
                        </w:rPr>
                        <w:t>rogram</w:t>
                      </w:r>
                    </w:p>
                    <w:p w:rsidR="00DC7B7F" w:rsidRPr="00DC7B7F" w:rsidRDefault="00DC7B7F" w:rsidP="008E78F9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inherit" w:eastAsia="Times New Roman" w:hAnsi="inherit" w:cs="Courier New"/>
                          <w:b/>
                          <w:bCs/>
                          <w:color w:val="808080"/>
                          <w:sz w:val="10"/>
                          <w:szCs w:val="10"/>
                        </w:rPr>
                      </w:pPr>
                    </w:p>
                    <w:p w:rsidR="00972824" w:rsidRPr="00C57945" w:rsidRDefault="00683951" w:rsidP="00BA2385">
                      <w:pPr>
                        <w:pStyle w:val="OrgName1"/>
                        <w:jc w:val="center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 w:rsidRPr="00C57945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P</w:t>
                      </w:r>
                      <w:r w:rsidR="00972824" w:rsidRPr="00C57945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ersonalized</w:t>
                      </w:r>
                    </w:p>
                    <w:p w:rsidR="001C48BB" w:rsidRPr="00C57945" w:rsidRDefault="00972824" w:rsidP="00BA2385">
                      <w:pPr>
                        <w:pStyle w:val="OrgName1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57945">
                        <w:rPr>
                          <w:b/>
                          <w:bCs/>
                          <w:sz w:val="28"/>
                          <w:szCs w:val="28"/>
                        </w:rPr>
                        <w:t xml:space="preserve">Job Readiness Training, </w:t>
                      </w:r>
                    </w:p>
                    <w:p w:rsidR="001C48BB" w:rsidRPr="00C57945" w:rsidRDefault="00972824" w:rsidP="00BA2385">
                      <w:pPr>
                        <w:pStyle w:val="OrgName1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57945">
                        <w:rPr>
                          <w:b/>
                          <w:bCs/>
                          <w:sz w:val="28"/>
                          <w:szCs w:val="28"/>
                        </w:rPr>
                        <w:t xml:space="preserve">Job Coaching, Job Placement </w:t>
                      </w:r>
                    </w:p>
                    <w:p w:rsidR="00972824" w:rsidRPr="00C57945" w:rsidRDefault="001C48BB" w:rsidP="00BA2385">
                      <w:pPr>
                        <w:pStyle w:val="OrgName1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C57945">
                        <w:rPr>
                          <w:b/>
                          <w:bCs/>
                          <w:sz w:val="28"/>
                          <w:szCs w:val="28"/>
                        </w:rPr>
                        <w:t>a</w:t>
                      </w:r>
                      <w:r w:rsidR="00972824" w:rsidRPr="00C57945">
                        <w:rPr>
                          <w:b/>
                          <w:bCs/>
                          <w:sz w:val="28"/>
                          <w:szCs w:val="28"/>
                        </w:rPr>
                        <w:t>nd Supportive Employment Services.</w:t>
                      </w:r>
                    </w:p>
                    <w:p w:rsidR="00972824" w:rsidRPr="00C57945" w:rsidRDefault="00972824" w:rsidP="00BA2385">
                      <w:pPr>
                        <w:pStyle w:val="OrgName1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972824" w:rsidRPr="00C57945" w:rsidRDefault="00972824" w:rsidP="00BA2385">
                      <w:pPr>
                        <w:pStyle w:val="OrgName1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57945">
                        <w:rPr>
                          <w:b/>
                          <w:bCs/>
                          <w:sz w:val="28"/>
                          <w:szCs w:val="28"/>
                        </w:rPr>
                        <w:t>All using a proven curriculum, advance training and coaching</w:t>
                      </w:r>
                      <w:r w:rsidR="001C48BB" w:rsidRPr="00C57945">
                        <w:rPr>
                          <w:b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1C48BB" w:rsidRPr="00C57945" w:rsidRDefault="001C48BB" w:rsidP="00BA2385">
                      <w:pPr>
                        <w:pStyle w:val="OrgName1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C57945" w:rsidRDefault="001C48BB" w:rsidP="00BF18FD">
                      <w:pPr>
                        <w:pStyle w:val="OrgName1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57945">
                        <w:rPr>
                          <w:b/>
                          <w:bCs/>
                          <w:sz w:val="28"/>
                          <w:szCs w:val="28"/>
                        </w:rPr>
                        <w:t>Methods that have</w:t>
                      </w:r>
                      <w:r w:rsidR="00972824" w:rsidRPr="00C57945">
                        <w:rPr>
                          <w:b/>
                          <w:bCs/>
                          <w:sz w:val="28"/>
                          <w:szCs w:val="28"/>
                        </w:rPr>
                        <w:t xml:space="preserve"> successfully helped hundreds of individual learn how to find and maintain employment.</w:t>
                      </w:r>
                    </w:p>
                    <w:p w:rsidR="00BF18FD" w:rsidRPr="00BF18FD" w:rsidRDefault="00BF18FD" w:rsidP="00BF18FD">
                      <w:pPr>
                        <w:pStyle w:val="OrgName1"/>
                        <w:jc w:val="center"/>
                        <w:rPr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972824" w:rsidRPr="00BA2385" w:rsidRDefault="00C57945" w:rsidP="00C57945">
                      <w:pPr>
                        <w:pStyle w:val="OrgName1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C57945">
                        <w:rPr>
                          <w:b/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7502CEF9" wp14:editId="07CB1295">
                            <wp:extent cx="2790825" cy="1390650"/>
                            <wp:effectExtent l="0" t="0" r="9525" b="0"/>
                            <wp:docPr id="7" name="Picture 7" descr="C:\Users\GETS\AppData\Local\Temp\Temp1_branding.zip\branding\library_SSA-graphic_250x100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GETS\AppData\Local\Temp\Temp1_branding.zip\branding\library_SSA-graphic_250x100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90825" cy="1390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F10EE"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1F857098" wp14:editId="5D3D4691">
                <wp:simplePos x="0" y="0"/>
                <wp:positionH relativeFrom="page">
                  <wp:posOffset>6009005</wp:posOffset>
                </wp:positionH>
                <wp:positionV relativeFrom="page">
                  <wp:posOffset>610235</wp:posOffset>
                </wp:positionV>
                <wp:extent cx="549910" cy="3200400"/>
                <wp:effectExtent l="0" t="0" r="2540" b="0"/>
                <wp:wrapNone/>
                <wp:docPr id="61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910" cy="320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7BFD" w:rsidRPr="00EC713C" w:rsidRDefault="00991A87">
                            <w:pPr>
                              <w:pStyle w:val="Address1"/>
                              <w:rPr>
                                <w:b/>
                                <w:color w:val="5C28F0"/>
                                <w:sz w:val="25"/>
                                <w:szCs w:val="25"/>
                              </w:rPr>
                            </w:pPr>
                            <w:r w:rsidRPr="00EC713C">
                              <w:rPr>
                                <w:b/>
                                <w:color w:val="5C28F0"/>
                                <w:sz w:val="25"/>
                                <w:szCs w:val="25"/>
                              </w:rPr>
                              <w:t>Gillispie Employment &amp; Training Services</w:t>
                            </w:r>
                          </w:p>
                          <w:p w:rsidR="00AC7BFD" w:rsidRPr="00991A87" w:rsidRDefault="00065F68">
                            <w:pPr>
                              <w:pStyle w:val="Address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Office: 990 I-H 10, North</w:t>
                            </w:r>
                            <w:r w:rsidR="00991A87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#110</w:t>
                            </w:r>
                            <w:r w:rsidR="0039293E">
                              <w:rPr>
                                <w:b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</w:rPr>
                              <w:t>Beaumont, TX 77702</w:t>
                            </w:r>
                          </w:p>
                          <w:p w:rsidR="00AC7BFD" w:rsidRDefault="00AC7BFD">
                            <w:pPr>
                              <w:pStyle w:val="Address1"/>
                            </w:pPr>
                          </w:p>
                          <w:p w:rsidR="00AC7BFD" w:rsidRDefault="00AC7BFD">
                            <w:pPr>
                              <w:pStyle w:val="Address1"/>
                            </w:pPr>
                          </w:p>
                          <w:p w:rsidR="00AC7BFD" w:rsidRDefault="0039293E">
                            <w:pPr>
                              <w:pStyle w:val="AddressCorrection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857098" id="Text Box 275" o:spid="_x0000_s1027" type="#_x0000_t202" style="position:absolute;margin-left:473.15pt;margin-top:48.05pt;width:43.3pt;height:252pt;z-index: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" filled="f" stroked="f">
                <v:textbox style="layout-flow:vertical" inset="0,0,0,0">
                  <w:txbxContent>
                    <w:p w:rsidR="00AC7BFD" w:rsidRPr="00EC713C" w:rsidRDefault="00991A87">
                      <w:pPr>
                        <w:pStyle w:val="Address1"/>
                        <w:rPr>
                          <w:b/>
                          <w:color w:val="5C28F0"/>
                          <w:sz w:val="25"/>
                          <w:szCs w:val="25"/>
                        </w:rPr>
                      </w:pPr>
                      <w:r w:rsidRPr="00EC713C">
                        <w:rPr>
                          <w:b/>
                          <w:color w:val="5C28F0"/>
                          <w:sz w:val="25"/>
                          <w:szCs w:val="25"/>
                        </w:rPr>
                        <w:t>Gillispie Employment &amp; Training Services</w:t>
                      </w:r>
                    </w:p>
                    <w:p w:rsidR="00AC7BFD" w:rsidRPr="00991A87" w:rsidRDefault="00065F68">
                      <w:pPr>
                        <w:pStyle w:val="Address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Office: 990 I-H 10, North</w:t>
                      </w:r>
                      <w:r w:rsidR="00991A87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#110</w:t>
                      </w:r>
                      <w:r w:rsidR="0039293E">
                        <w:rPr>
                          <w:b/>
                        </w:rPr>
                        <w:t xml:space="preserve">  </w:t>
                      </w:r>
                      <w:r>
                        <w:rPr>
                          <w:b/>
                        </w:rPr>
                        <w:t>Beaumont, TX 77702</w:t>
                      </w:r>
                    </w:p>
                    <w:p w:rsidR="00AC7BFD" w:rsidRDefault="00AC7BFD">
                      <w:pPr>
                        <w:pStyle w:val="Address1"/>
                      </w:pPr>
                    </w:p>
                    <w:p w:rsidR="00AC7BFD" w:rsidRDefault="00AC7BFD">
                      <w:pPr>
                        <w:pStyle w:val="Address1"/>
                      </w:pPr>
                    </w:p>
                    <w:p w:rsidR="00AC7BFD" w:rsidRDefault="0039293E">
                      <w:pPr>
                        <w:pStyle w:val="AddressCorrection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F26E0"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12C9103B" wp14:editId="46805BF5">
                <wp:simplePos x="0" y="0"/>
                <wp:positionH relativeFrom="page">
                  <wp:posOffset>3629025</wp:posOffset>
                </wp:positionH>
                <wp:positionV relativeFrom="page">
                  <wp:posOffset>609600</wp:posOffset>
                </wp:positionV>
                <wp:extent cx="454025" cy="3048000"/>
                <wp:effectExtent l="0" t="0" r="3175" b="0"/>
                <wp:wrapNone/>
                <wp:docPr id="62" name="Text Box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025" cy="30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93E" w:rsidRPr="00EC713C" w:rsidRDefault="0039293E" w:rsidP="0039293E">
                            <w:pPr>
                              <w:pStyle w:val="Address2"/>
                              <w:rPr>
                                <w:caps w:val="0"/>
                                <w:color w:val="5C28F0"/>
                                <w:sz w:val="24"/>
                              </w:rPr>
                            </w:pPr>
                            <w:r w:rsidRPr="008F26E0">
                              <w:rPr>
                                <w:caps w:val="0"/>
                                <w:sz w:val="24"/>
                              </w:rPr>
                              <w:t xml:space="preserve">Web: </w:t>
                            </w:r>
                            <w:hyperlink r:id="rId15" w:history="1">
                              <w:r w:rsidRPr="00EC713C">
                                <w:rPr>
                                  <w:rStyle w:val="Hyperlink"/>
                                  <w:caps w:val="0"/>
                                  <w:color w:val="5C28F0"/>
                                  <w:sz w:val="24"/>
                                  <w:u w:val="none"/>
                                </w:rPr>
                                <w:t>www.getsjob4you.com</w:t>
                              </w:r>
                            </w:hyperlink>
                          </w:p>
                          <w:p w:rsidR="0039293E" w:rsidRPr="00EC713C" w:rsidRDefault="0039293E" w:rsidP="0039293E">
                            <w:pPr>
                              <w:pStyle w:val="Address2"/>
                              <w:rPr>
                                <w:caps w:val="0"/>
                                <w:color w:val="5C28F0"/>
                              </w:rPr>
                            </w:pPr>
                            <w:r w:rsidRPr="008F26E0">
                              <w:rPr>
                                <w:caps w:val="0"/>
                                <w:sz w:val="24"/>
                              </w:rPr>
                              <w:t xml:space="preserve">Email: </w:t>
                            </w:r>
                            <w:hyperlink r:id="rId16" w:history="1">
                              <w:r w:rsidRPr="00EC713C">
                                <w:rPr>
                                  <w:rStyle w:val="Hyperlink"/>
                                  <w:caps w:val="0"/>
                                  <w:color w:val="5C28F0"/>
                                  <w:sz w:val="24"/>
                                  <w:u w:val="none"/>
                                </w:rPr>
                                <w:t>getsjob4you@gmail.com</w:t>
                              </w:r>
                            </w:hyperlink>
                            <w:r w:rsidRPr="00EC713C">
                              <w:rPr>
                                <w:caps w:val="0"/>
                                <w:color w:val="5C28F0"/>
                              </w:rPr>
                              <w:t xml:space="preserve"> </w:t>
                            </w:r>
                          </w:p>
                          <w:p w:rsidR="0039293E" w:rsidRPr="00EC713C" w:rsidRDefault="0039293E" w:rsidP="0039293E">
                            <w:pPr>
                              <w:pStyle w:val="Address2"/>
                              <w:rPr>
                                <w:color w:val="5C28F0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9103B" id="Text Box 395" o:spid="_x0000_s1028" type="#_x0000_t202" style="position:absolute;margin-left:285.75pt;margin-top:48pt;width:35.75pt;height:240pt;z-index: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" filled="f" stroked="f">
                <v:textbox style="layout-flow:vertical" inset="0,0,0,0">
                  <w:txbxContent>
                    <w:p w:rsidR="0039293E" w:rsidRPr="00EC713C" w:rsidRDefault="0039293E" w:rsidP="0039293E">
                      <w:pPr>
                        <w:pStyle w:val="Address2"/>
                        <w:rPr>
                          <w:caps w:val="0"/>
                          <w:color w:val="5C28F0"/>
                          <w:sz w:val="24"/>
                        </w:rPr>
                      </w:pPr>
                      <w:r w:rsidRPr="008F26E0">
                        <w:rPr>
                          <w:caps w:val="0"/>
                          <w:sz w:val="24"/>
                        </w:rPr>
                        <w:t xml:space="preserve">Web: </w:t>
                      </w:r>
                      <w:hyperlink r:id="rId17" w:history="1">
                        <w:r w:rsidRPr="00EC713C">
                          <w:rPr>
                            <w:rStyle w:val="Hyperlink"/>
                            <w:caps w:val="0"/>
                            <w:color w:val="5C28F0"/>
                            <w:sz w:val="24"/>
                            <w:u w:val="none"/>
                          </w:rPr>
                          <w:t>www.getsjob4you.com</w:t>
                        </w:r>
                      </w:hyperlink>
                    </w:p>
                    <w:p w:rsidR="0039293E" w:rsidRPr="00EC713C" w:rsidRDefault="0039293E" w:rsidP="0039293E">
                      <w:pPr>
                        <w:pStyle w:val="Address2"/>
                        <w:rPr>
                          <w:caps w:val="0"/>
                          <w:color w:val="5C28F0"/>
                        </w:rPr>
                      </w:pPr>
                      <w:r w:rsidRPr="008F26E0">
                        <w:rPr>
                          <w:caps w:val="0"/>
                          <w:sz w:val="24"/>
                        </w:rPr>
                        <w:t xml:space="preserve">Email: </w:t>
                      </w:r>
                      <w:hyperlink r:id="rId18" w:history="1">
                        <w:r w:rsidRPr="00EC713C">
                          <w:rPr>
                            <w:rStyle w:val="Hyperlink"/>
                            <w:caps w:val="0"/>
                            <w:color w:val="5C28F0"/>
                            <w:sz w:val="24"/>
                            <w:u w:val="none"/>
                          </w:rPr>
                          <w:t>getsjob4you@gmail.com</w:t>
                        </w:r>
                      </w:hyperlink>
                      <w:r w:rsidRPr="00EC713C">
                        <w:rPr>
                          <w:caps w:val="0"/>
                          <w:color w:val="5C28F0"/>
                        </w:rPr>
                        <w:t xml:space="preserve"> </w:t>
                      </w:r>
                    </w:p>
                    <w:p w:rsidR="0039293E" w:rsidRPr="00EC713C" w:rsidRDefault="0039293E" w:rsidP="0039293E">
                      <w:pPr>
                        <w:pStyle w:val="Address2"/>
                        <w:rPr>
                          <w:color w:val="5C28F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AC7BFD" w:rsidRDefault="00AC7BFD"/>
    <w:p w:rsidR="00AC7BFD" w:rsidRDefault="00AC7BFD"/>
    <w:p w:rsidR="00AC7BFD" w:rsidRDefault="00AC7BFD"/>
    <w:p w:rsidR="00AC7BFD" w:rsidRDefault="0039293E" w:rsidP="0039293E">
      <w:pPr>
        <w:tabs>
          <w:tab w:val="left" w:pos="5850"/>
        </w:tabs>
      </w:pPr>
      <w:r>
        <w:tab/>
      </w:r>
    </w:p>
    <w:p w:rsidR="00AC7BFD" w:rsidRDefault="00AC7BFD"/>
    <w:p w:rsidR="000A25BE" w:rsidRDefault="00A4355F" w:rsidP="001C0052">
      <w:pPr>
        <w:pStyle w:val="OrgName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9819286" wp14:editId="4ADED201">
                <wp:simplePos x="0" y="0"/>
                <wp:positionH relativeFrom="margin">
                  <wp:posOffset>6553200</wp:posOffset>
                </wp:positionH>
                <wp:positionV relativeFrom="page">
                  <wp:posOffset>4619625</wp:posOffset>
                </wp:positionV>
                <wp:extent cx="2800350" cy="3038475"/>
                <wp:effectExtent l="0" t="0" r="0" b="9525"/>
                <wp:wrapNone/>
                <wp:docPr id="60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303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6BF0" w:rsidRDefault="00056BF0" w:rsidP="001C0052">
                            <w:pPr>
                              <w:pStyle w:val="BodyText"/>
                              <w:rPr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0"/>
                                <w:szCs w:val="40"/>
                              </w:rPr>
                              <w:t>990 I-H 10 North  #110</w:t>
                            </w:r>
                          </w:p>
                          <w:p w:rsidR="00056BF0" w:rsidRDefault="00056BF0" w:rsidP="00056BF0">
                            <w:pPr>
                              <w:pStyle w:val="BodyText"/>
                              <w:jc w:val="center"/>
                              <w:rPr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0"/>
                                <w:szCs w:val="40"/>
                              </w:rPr>
                              <w:t>Beaumont, TX 77702</w:t>
                            </w:r>
                          </w:p>
                          <w:p w:rsidR="00056BF0" w:rsidRPr="00056BF0" w:rsidRDefault="00056BF0" w:rsidP="001C0052">
                            <w:pPr>
                              <w:pStyle w:val="BodyText"/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</w:pPr>
                          </w:p>
                          <w:p w:rsidR="00056BF0" w:rsidRDefault="00056BF0" w:rsidP="001C0052">
                            <w:pPr>
                              <w:pStyle w:val="BodyText"/>
                              <w:rPr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0"/>
                                <w:szCs w:val="40"/>
                              </w:rPr>
                              <w:t>Office</w:t>
                            </w:r>
                            <w:r w:rsidR="00AC7BFD" w:rsidRPr="00056BF0">
                              <w:rPr>
                                <w:b/>
                                <w:noProof/>
                                <w:sz w:val="40"/>
                                <w:szCs w:val="40"/>
                              </w:rPr>
                              <w:t xml:space="preserve">: </w:t>
                            </w:r>
                            <w:r>
                              <w:rPr>
                                <w:b/>
                                <w:noProof/>
                                <w:sz w:val="40"/>
                                <w:szCs w:val="40"/>
                              </w:rPr>
                              <w:t>(409) 767-8772</w:t>
                            </w:r>
                          </w:p>
                          <w:p w:rsidR="00056BF0" w:rsidRPr="00056BF0" w:rsidRDefault="00056BF0" w:rsidP="001C0052">
                            <w:pPr>
                              <w:pStyle w:val="BodyText"/>
                              <w:rPr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0"/>
                                <w:szCs w:val="40"/>
                              </w:rPr>
                              <w:t>Ms. G’s</w:t>
                            </w:r>
                            <w:r w:rsidRPr="00056BF0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91A87" w:rsidRPr="00056BF0">
                              <w:rPr>
                                <w:b/>
                                <w:noProof/>
                                <w:sz w:val="40"/>
                                <w:szCs w:val="40"/>
                              </w:rPr>
                              <w:t>(409) 499-8216</w:t>
                            </w:r>
                          </w:p>
                          <w:p w:rsidR="00056BF0" w:rsidRDefault="00DF10EE" w:rsidP="001C0052">
                            <w:pPr>
                              <w:pStyle w:val="BodyText"/>
                              <w:rPr>
                                <w:rFonts w:cs="Courier New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056BF0">
                              <w:rPr>
                                <w:rFonts w:cs="Courier New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   </w:t>
                            </w:r>
                            <w:r w:rsidR="00991A87" w:rsidRPr="00056BF0">
                              <w:rPr>
                                <w:rFonts w:cs="Courier New"/>
                                <w:b/>
                                <w:bCs/>
                                <w:sz w:val="40"/>
                                <w:szCs w:val="40"/>
                              </w:rPr>
                              <w:t>Fax</w:t>
                            </w:r>
                            <w:r w:rsidR="00492534" w:rsidRPr="00056BF0">
                              <w:rPr>
                                <w:rFonts w:cs="Courier New"/>
                                <w:b/>
                                <w:bCs/>
                                <w:sz w:val="40"/>
                                <w:szCs w:val="40"/>
                              </w:rPr>
                              <w:t>:</w:t>
                            </w:r>
                            <w:r w:rsidR="00991A87" w:rsidRPr="00056BF0">
                              <w:rPr>
                                <w:rFonts w:cs="Courier New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(409) 241-7173</w:t>
                            </w:r>
                          </w:p>
                          <w:p w:rsidR="00056BF0" w:rsidRPr="00056BF0" w:rsidRDefault="00056BF0" w:rsidP="001C0052">
                            <w:pPr>
                              <w:pStyle w:val="BodyText"/>
                              <w:rPr>
                                <w:rFonts w:cs="Courier Ne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E15AB2" w:rsidRPr="00683951" w:rsidRDefault="00056BF0" w:rsidP="00683951">
                            <w:pPr>
                              <w:pStyle w:val="Address1"/>
                              <w:rPr>
                                <w:b/>
                                <w:color w:val="5C28F0"/>
                                <w:sz w:val="38"/>
                                <w:szCs w:val="38"/>
                              </w:rPr>
                            </w:pPr>
                            <w:r w:rsidRPr="00683951">
                              <w:rPr>
                                <w:b/>
                                <w:color w:val="5C28F0"/>
                                <w:sz w:val="38"/>
                                <w:szCs w:val="38"/>
                              </w:rPr>
                              <w:t>getsjob4you@gmail.com</w:t>
                            </w:r>
                          </w:p>
                          <w:p w:rsidR="00492534" w:rsidRPr="00683951" w:rsidRDefault="00E15AB2" w:rsidP="00683951">
                            <w:pPr>
                              <w:pStyle w:val="Address1"/>
                              <w:rPr>
                                <w:b/>
                                <w:color w:val="5C28F0"/>
                                <w:sz w:val="38"/>
                                <w:szCs w:val="38"/>
                              </w:rPr>
                            </w:pPr>
                            <w:r w:rsidRPr="00683951">
                              <w:rPr>
                                <w:b/>
                                <w:color w:val="5C28F0"/>
                                <w:sz w:val="38"/>
                                <w:szCs w:val="38"/>
                              </w:rPr>
                              <w:t xml:space="preserve"> </w:t>
                            </w:r>
                            <w:r w:rsidR="00991A87" w:rsidRPr="00683951">
                              <w:rPr>
                                <w:b/>
                                <w:color w:val="5C28F0"/>
                                <w:sz w:val="38"/>
                                <w:szCs w:val="38"/>
                              </w:rPr>
                              <w:t>www.getsjob4you.com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819286" id="Text Box 39" o:spid="_x0000_s1029" type="#_x0000_t202" style="position:absolute;left:0;text-align:left;margin-left:516pt;margin-top:363.75pt;width:220.5pt;height:239.2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" filled="f" stroked="f" strokeweight="0">
                <v:textbox inset="0,0,0,0">
                  <w:txbxContent>
                    <w:p w:rsidR="00056BF0" w:rsidRDefault="00056BF0" w:rsidP="001C0052">
                      <w:pPr>
                        <w:pStyle w:val="BodyText"/>
                        <w:rPr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noProof/>
                          <w:sz w:val="40"/>
                          <w:szCs w:val="40"/>
                        </w:rPr>
                        <w:t>990 I-H 10 North  #110</w:t>
                      </w:r>
                    </w:p>
                    <w:p w:rsidR="00056BF0" w:rsidRDefault="00056BF0" w:rsidP="00056BF0">
                      <w:pPr>
                        <w:pStyle w:val="BodyText"/>
                        <w:jc w:val="center"/>
                        <w:rPr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noProof/>
                          <w:sz w:val="40"/>
                          <w:szCs w:val="40"/>
                        </w:rPr>
                        <w:t>Beaumont, TX 77702</w:t>
                      </w:r>
                    </w:p>
                    <w:p w:rsidR="00056BF0" w:rsidRPr="00056BF0" w:rsidRDefault="00056BF0" w:rsidP="001C0052">
                      <w:pPr>
                        <w:pStyle w:val="BodyText"/>
                        <w:rPr>
                          <w:b/>
                          <w:noProof/>
                          <w:sz w:val="16"/>
                          <w:szCs w:val="16"/>
                        </w:rPr>
                      </w:pPr>
                    </w:p>
                    <w:p w:rsidR="00056BF0" w:rsidRDefault="00056BF0" w:rsidP="001C0052">
                      <w:pPr>
                        <w:pStyle w:val="BodyText"/>
                        <w:rPr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noProof/>
                          <w:sz w:val="40"/>
                          <w:szCs w:val="40"/>
                        </w:rPr>
                        <w:t>Office</w:t>
                      </w:r>
                      <w:r w:rsidR="00AC7BFD" w:rsidRPr="00056BF0">
                        <w:rPr>
                          <w:b/>
                          <w:noProof/>
                          <w:sz w:val="40"/>
                          <w:szCs w:val="40"/>
                        </w:rPr>
                        <w:t xml:space="preserve">: </w:t>
                      </w:r>
                      <w:r>
                        <w:rPr>
                          <w:b/>
                          <w:noProof/>
                          <w:sz w:val="40"/>
                          <w:szCs w:val="40"/>
                        </w:rPr>
                        <w:t>(409) 767-8772</w:t>
                      </w:r>
                    </w:p>
                    <w:p w:rsidR="00056BF0" w:rsidRPr="00056BF0" w:rsidRDefault="00056BF0" w:rsidP="001C0052">
                      <w:pPr>
                        <w:pStyle w:val="BodyText"/>
                        <w:rPr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noProof/>
                          <w:sz w:val="40"/>
                          <w:szCs w:val="40"/>
                        </w:rPr>
                        <w:t>Ms. G’s</w:t>
                      </w:r>
                      <w:r w:rsidRPr="00056BF0">
                        <w:rPr>
                          <w:b/>
                          <w:noProof/>
                          <w:sz w:val="16"/>
                          <w:szCs w:val="16"/>
                        </w:rPr>
                        <w:t xml:space="preserve"> </w:t>
                      </w:r>
                      <w:r w:rsidR="00991A87" w:rsidRPr="00056BF0">
                        <w:rPr>
                          <w:b/>
                          <w:noProof/>
                          <w:sz w:val="40"/>
                          <w:szCs w:val="40"/>
                        </w:rPr>
                        <w:t>(409) 499-8216</w:t>
                      </w:r>
                    </w:p>
                    <w:p w:rsidR="00056BF0" w:rsidRDefault="00DF10EE" w:rsidP="001C0052">
                      <w:pPr>
                        <w:pStyle w:val="BodyText"/>
                        <w:rPr>
                          <w:rFonts w:cs="Courier New"/>
                          <w:b/>
                          <w:bCs/>
                          <w:sz w:val="40"/>
                          <w:szCs w:val="40"/>
                        </w:rPr>
                      </w:pPr>
                      <w:r w:rsidRPr="00056BF0">
                        <w:rPr>
                          <w:rFonts w:cs="Courier New"/>
                          <w:b/>
                          <w:bCs/>
                          <w:sz w:val="40"/>
                          <w:szCs w:val="40"/>
                        </w:rPr>
                        <w:t xml:space="preserve">    </w:t>
                      </w:r>
                      <w:r w:rsidR="00991A87" w:rsidRPr="00056BF0">
                        <w:rPr>
                          <w:rFonts w:cs="Courier New"/>
                          <w:b/>
                          <w:bCs/>
                          <w:sz w:val="40"/>
                          <w:szCs w:val="40"/>
                        </w:rPr>
                        <w:t>Fax</w:t>
                      </w:r>
                      <w:r w:rsidR="00492534" w:rsidRPr="00056BF0">
                        <w:rPr>
                          <w:rFonts w:cs="Courier New"/>
                          <w:b/>
                          <w:bCs/>
                          <w:sz w:val="40"/>
                          <w:szCs w:val="40"/>
                        </w:rPr>
                        <w:t>:</w:t>
                      </w:r>
                      <w:r w:rsidR="00991A87" w:rsidRPr="00056BF0">
                        <w:rPr>
                          <w:rFonts w:cs="Courier New"/>
                          <w:b/>
                          <w:bCs/>
                          <w:sz w:val="40"/>
                          <w:szCs w:val="40"/>
                        </w:rPr>
                        <w:t xml:space="preserve"> (409) 241-7173</w:t>
                      </w:r>
                    </w:p>
                    <w:p w:rsidR="00056BF0" w:rsidRPr="00056BF0" w:rsidRDefault="00056BF0" w:rsidP="001C0052">
                      <w:pPr>
                        <w:pStyle w:val="BodyText"/>
                        <w:rPr>
                          <w:rFonts w:cs="Courier New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E15AB2" w:rsidRPr="00683951" w:rsidRDefault="00056BF0" w:rsidP="00683951">
                      <w:pPr>
                        <w:pStyle w:val="Address1"/>
                        <w:rPr>
                          <w:b/>
                          <w:color w:val="5C28F0"/>
                          <w:sz w:val="38"/>
                          <w:szCs w:val="38"/>
                        </w:rPr>
                      </w:pPr>
                      <w:r w:rsidRPr="00683951">
                        <w:rPr>
                          <w:b/>
                          <w:color w:val="5C28F0"/>
                          <w:sz w:val="38"/>
                          <w:szCs w:val="38"/>
                        </w:rPr>
                        <w:t>getsjob4you@gmail.com</w:t>
                      </w:r>
                    </w:p>
                    <w:p w:rsidR="00492534" w:rsidRPr="00683951" w:rsidRDefault="00E15AB2" w:rsidP="00683951">
                      <w:pPr>
                        <w:pStyle w:val="Address1"/>
                        <w:rPr>
                          <w:b/>
                          <w:color w:val="5C28F0"/>
                          <w:sz w:val="38"/>
                          <w:szCs w:val="38"/>
                        </w:rPr>
                      </w:pPr>
                      <w:r w:rsidRPr="00683951">
                        <w:rPr>
                          <w:b/>
                          <w:color w:val="5C28F0"/>
                          <w:sz w:val="38"/>
                          <w:szCs w:val="38"/>
                        </w:rPr>
                        <w:t xml:space="preserve"> </w:t>
                      </w:r>
                      <w:r w:rsidR="00991A87" w:rsidRPr="00683951">
                        <w:rPr>
                          <w:b/>
                          <w:color w:val="5C28F0"/>
                          <w:sz w:val="38"/>
                          <w:szCs w:val="38"/>
                        </w:rPr>
                        <w:t>www.getsjob4you.com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0AC63C" wp14:editId="1E63B1DB">
                <wp:simplePos x="0" y="0"/>
                <wp:positionH relativeFrom="page">
                  <wp:posOffset>6877049</wp:posOffset>
                </wp:positionH>
                <wp:positionV relativeFrom="page">
                  <wp:posOffset>3743325</wp:posOffset>
                </wp:positionV>
                <wp:extent cx="2981325" cy="4086225"/>
                <wp:effectExtent l="0" t="0" r="9525" b="9525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4086225"/>
                        </a:xfrm>
                        <a:prstGeom prst="rect">
                          <a:avLst/>
                        </a:prstGeom>
                        <a:blipFill dpi="0" rotWithShape="1">
                          <a:blip r:embed="rId9">
                            <a:alphaModFix amt="29000"/>
                          </a:blip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1C0052" w:rsidRPr="008E78F9" w:rsidRDefault="00AD6A03" w:rsidP="00C57945">
                            <w:pPr>
                              <w:pStyle w:val="BodyText"/>
                              <w:jc w:val="center"/>
                              <w:rPr>
                                <w:noProof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 w:rsidRPr="00AD6A03">
                              <w:rPr>
                                <w:noProof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drawing>
                                <wp:inline distT="0" distB="0" distL="0" distR="0" wp14:anchorId="5B1F8E53" wp14:editId="64A3E60F">
                                  <wp:extent cx="2990850" cy="819150"/>
                                  <wp:effectExtent l="0" t="0" r="0" b="0"/>
                                  <wp:docPr id="17" name="Picture 17" descr="C:\Users\GETS\AppData\Local\Temp\Temp1_branding.zip\branding\ttw_logo_large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GETS\AppData\Local\Temp\Temp1_branding.zip\branding\ttw_logo_large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90850" cy="819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AC63C" id="_x0000_s1030" type="#_x0000_t202" style="position:absolute;left:0;text-align:left;margin-left:541.5pt;margin-top:294.75pt;width:234.75pt;height:3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" stroked="f">
                <v:fill r:id="rId12" o:title="" opacity="19005f" recolor="t" rotate="t" type="tile"/>
                <v:textbox inset="0,0,0,0">
                  <w:txbxContent>
                    <w:p w:rsidR="001C0052" w:rsidRPr="008E78F9" w:rsidRDefault="00AD6A03" w:rsidP="00C57945">
                      <w:pPr>
                        <w:pStyle w:val="BodyText"/>
                        <w:jc w:val="center"/>
                        <w:rPr>
                          <w:noProof/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 w:rsidRPr="00AD6A03">
                        <w:rPr>
                          <w:noProof/>
                          <w:color w:val="FFFFFF" w:themeColor="background1"/>
                          <w14:textFill>
                            <w14:noFill/>
                          </w14:textFill>
                        </w:rPr>
                        <w:drawing>
                          <wp:inline distT="0" distB="0" distL="0" distR="0" wp14:anchorId="5B1F8E53" wp14:editId="64A3E60F">
                            <wp:extent cx="2990850" cy="819150"/>
                            <wp:effectExtent l="0" t="0" r="0" b="0"/>
                            <wp:docPr id="17" name="Picture 17" descr="C:\Users\GETS\AppData\Local\Temp\Temp1_branding.zip\branding\ttw_logo_large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GETS\AppData\Local\Temp\Temp1_branding.zip\branding\ttw_logo_large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90850" cy="819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57945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1AAF207" wp14:editId="4613DDB8">
                <wp:simplePos x="0" y="0"/>
                <wp:positionH relativeFrom="margin">
                  <wp:posOffset>6419850</wp:posOffset>
                </wp:positionH>
                <wp:positionV relativeFrom="page">
                  <wp:posOffset>2162175</wp:posOffset>
                </wp:positionV>
                <wp:extent cx="2933700" cy="1533525"/>
                <wp:effectExtent l="0" t="0" r="0" b="9525"/>
                <wp:wrapNone/>
                <wp:docPr id="59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153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713C" w:rsidRPr="00C316D5" w:rsidRDefault="00991A87" w:rsidP="00991A87">
                            <w:pPr>
                              <w:pStyle w:val="OrgName1"/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C316D5">
                              <w:rPr>
                                <w:b/>
                                <w:sz w:val="48"/>
                                <w:szCs w:val="48"/>
                              </w:rPr>
                              <w:t xml:space="preserve">Gillispie Employment </w:t>
                            </w:r>
                          </w:p>
                          <w:p w:rsidR="00AC7BFD" w:rsidRDefault="00991A87" w:rsidP="00991A87">
                            <w:pPr>
                              <w:pStyle w:val="OrgName1"/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C316D5">
                              <w:rPr>
                                <w:b/>
                                <w:sz w:val="48"/>
                                <w:szCs w:val="48"/>
                              </w:rPr>
                              <w:t>&amp; Training Services</w:t>
                            </w:r>
                          </w:p>
                          <w:p w:rsidR="00A948E9" w:rsidRPr="00A948E9" w:rsidRDefault="00A948E9" w:rsidP="00991A87">
                            <w:pPr>
                              <w:pStyle w:val="OrgName1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A948E9" w:rsidRPr="00A948E9" w:rsidRDefault="00A948E9" w:rsidP="00A948E9">
                            <w:pPr>
                              <w:pStyle w:val="OrgName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 Community Rehabilitation Program &amp; Employment Network w/ Social Security 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AF207" id="Text Box 41" o:spid="_x0000_s1031" type="#_x0000_t202" style="position:absolute;left:0;text-align:left;margin-left:505.5pt;margin-top:170.25pt;width:231pt;height:120.7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" filled="f" stroked="f" strokeweight="0">
                <v:textbox inset="0,0,0,0">
                  <w:txbxContent>
                    <w:p w:rsidR="00EC713C" w:rsidRPr="00C316D5" w:rsidRDefault="00991A87" w:rsidP="00991A87">
                      <w:pPr>
                        <w:pStyle w:val="OrgName1"/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C316D5">
                        <w:rPr>
                          <w:b/>
                          <w:sz w:val="48"/>
                          <w:szCs w:val="48"/>
                        </w:rPr>
                        <w:t xml:space="preserve">Gillispie Employment </w:t>
                      </w:r>
                    </w:p>
                    <w:p w:rsidR="00AC7BFD" w:rsidRDefault="00991A87" w:rsidP="00991A87">
                      <w:pPr>
                        <w:pStyle w:val="OrgName1"/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C316D5">
                        <w:rPr>
                          <w:b/>
                          <w:sz w:val="48"/>
                          <w:szCs w:val="48"/>
                        </w:rPr>
                        <w:t>&amp; Training Services</w:t>
                      </w:r>
                    </w:p>
                    <w:p w:rsidR="00A948E9" w:rsidRPr="00A948E9" w:rsidRDefault="00A948E9" w:rsidP="00991A87">
                      <w:pPr>
                        <w:pStyle w:val="OrgName1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A948E9" w:rsidRPr="00A948E9" w:rsidRDefault="00A948E9" w:rsidP="00A948E9">
                      <w:pPr>
                        <w:pStyle w:val="OrgName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A Community Rehabilitation Program &amp; Employment Network w/ Social Security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46313A">
        <w:rPr>
          <w:noProof/>
        </w:rPr>
        <w:drawing>
          <wp:anchor distT="0" distB="0" distL="114300" distR="114300" simplePos="0" relativeHeight="251634688" behindDoc="1" locked="0" layoutInCell="1" allowOverlap="1" wp14:anchorId="2012A26F" wp14:editId="05EE4C47">
            <wp:simplePos x="0" y="0"/>
            <wp:positionH relativeFrom="column">
              <wp:posOffset>3082925</wp:posOffset>
            </wp:positionH>
            <wp:positionV relativeFrom="paragraph">
              <wp:posOffset>4722495</wp:posOffset>
            </wp:positionV>
            <wp:extent cx="1111250" cy="704850"/>
            <wp:effectExtent l="0" t="6350" r="6350" b="6350"/>
            <wp:wrapTight wrapText="bothSides">
              <wp:wrapPolygon edited="0">
                <wp:start x="-123" y="21405"/>
                <wp:lineTo x="21353" y="21405"/>
                <wp:lineTo x="21353" y="389"/>
                <wp:lineTo x="-123" y="389"/>
                <wp:lineTo x="-123" y="21405"/>
              </wp:wrapPolygon>
            </wp:wrapTight>
            <wp:docPr id="396" name="Picture 396" descr="G:\Gillispie Employment &amp; Training Services\LOGO\BusinessCard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 descr="G:\Gillispie Employment &amp; Training Services\LOGO\BusinessCardLogo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1112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713C"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55C8CC80" wp14:editId="135A1C1A">
                <wp:simplePos x="0" y="0"/>
                <wp:positionH relativeFrom="page">
                  <wp:posOffset>5691505</wp:posOffset>
                </wp:positionH>
                <wp:positionV relativeFrom="page">
                  <wp:posOffset>6298565</wp:posOffset>
                </wp:positionV>
                <wp:extent cx="800100" cy="685800"/>
                <wp:effectExtent l="0" t="0" r="19050" b="19050"/>
                <wp:wrapNone/>
                <wp:docPr id="57" name="Text Box 289" descr="Stamp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69696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C5293" w:rsidRDefault="00EC52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C8CC80" id="Text Box 289" o:spid="_x0000_s1032" type="#_x0000_t202" alt="Stamp" style="position:absolute;left:0;text-align:left;margin-left:448.15pt;margin-top:495.95pt;width:63pt;height:54pt;z-index: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" filled="f" fillcolor="#969696" strokecolor="gray">
                <v:textbox>
                  <w:txbxContent>
                    <w:p w:rsidR="00EC5293" w:rsidRDefault="00EC5293"/>
                  </w:txbxContent>
                </v:textbox>
                <w10:wrap anchorx="page" anchory="page"/>
              </v:shape>
            </w:pict>
          </mc:Fallback>
        </mc:AlternateContent>
      </w:r>
      <w:r w:rsidR="00AC7BFD">
        <w:br w:type="page"/>
      </w:r>
    </w:p>
    <w:p w:rsidR="000A25BE" w:rsidRDefault="00060030" w:rsidP="000A25BE">
      <w:pPr>
        <w:pStyle w:val="OrgName1"/>
      </w:pPr>
      <w:r>
        <w:rPr>
          <w:noProof/>
        </w:rPr>
        <w:lastRenderedPageBreak/>
        <w:drawing>
          <wp:anchor distT="0" distB="0" distL="114300" distR="114300" simplePos="0" relativeHeight="251731968" behindDoc="1" locked="0" layoutInCell="1" allowOverlap="1" wp14:anchorId="1742F338" wp14:editId="7E7956F3">
            <wp:simplePos x="0" y="0"/>
            <wp:positionH relativeFrom="column">
              <wp:posOffset>3105150</wp:posOffset>
            </wp:positionH>
            <wp:positionV relativeFrom="paragraph">
              <wp:posOffset>57150</wp:posOffset>
            </wp:positionV>
            <wp:extent cx="971550" cy="930275"/>
            <wp:effectExtent l="133350" t="57150" r="76200" b="117475"/>
            <wp:wrapTight wrapText="bothSides">
              <wp:wrapPolygon edited="0">
                <wp:start x="-424" y="-1327"/>
                <wp:lineTo x="-2965" y="-442"/>
                <wp:lineTo x="-2965" y="20789"/>
                <wp:lineTo x="-424" y="23885"/>
                <wp:lineTo x="20329" y="23885"/>
                <wp:lineTo x="20753" y="23001"/>
                <wp:lineTo x="22447" y="20789"/>
                <wp:lineTo x="22871" y="6635"/>
                <wp:lineTo x="20329" y="0"/>
                <wp:lineTo x="20329" y="-1327"/>
                <wp:lineTo x="-424" y="-1327"/>
              </wp:wrapPolygon>
            </wp:wrapTight>
            <wp:docPr id="8" name="Picture 8" descr="Texas Workforce Commission 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xas Workforce Commission home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3027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7542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2C24147" wp14:editId="714EEF78">
                <wp:simplePos x="0" y="0"/>
                <wp:positionH relativeFrom="column">
                  <wp:posOffset>4029075</wp:posOffset>
                </wp:positionH>
                <wp:positionV relativeFrom="paragraph">
                  <wp:posOffset>85725</wp:posOffset>
                </wp:positionV>
                <wp:extent cx="2143125" cy="742950"/>
                <wp:effectExtent l="0" t="0" r="28575" b="190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742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25BE" w:rsidRPr="00C47542" w:rsidRDefault="000A25BE" w:rsidP="000A25BE">
                            <w:pPr>
                              <w:pStyle w:val="Contact"/>
                              <w:jc w:val="center"/>
                              <w:rPr>
                                <w:rStyle w:val="Strong"/>
                                <w:rFonts w:ascii="Georgia" w:hAnsi="Georgia"/>
                                <w:i/>
                                <w:iCs/>
                                <w:color w:val="5C28F0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C47542">
                              <w:rPr>
                                <w:rStyle w:val="Strong"/>
                                <w:rFonts w:ascii="Georgia" w:hAnsi="Georgia"/>
                                <w:i/>
                                <w:iCs/>
                                <w:color w:val="5C28F0"/>
                                <w:kern w:val="0"/>
                                <w:sz w:val="28"/>
                                <w:szCs w:val="28"/>
                              </w:rPr>
                              <w:t xml:space="preserve">An </w:t>
                            </w:r>
                            <w:r w:rsidR="00C47542" w:rsidRPr="00C47542">
                              <w:rPr>
                                <w:rStyle w:val="Strong"/>
                                <w:rFonts w:ascii="Georgia" w:hAnsi="Georgia"/>
                                <w:i/>
                                <w:iCs/>
                                <w:color w:val="5C28F0"/>
                                <w:kern w:val="0"/>
                                <w:sz w:val="28"/>
                                <w:szCs w:val="28"/>
                              </w:rPr>
                              <w:t>Authorized Texas Workforce</w:t>
                            </w:r>
                            <w:r w:rsidR="00C97095" w:rsidRPr="00C47542">
                              <w:rPr>
                                <w:rStyle w:val="Strong"/>
                                <w:rFonts w:ascii="Georgia" w:hAnsi="Georgia"/>
                                <w:i/>
                                <w:iCs/>
                                <w:color w:val="5C28F0"/>
                                <w:kern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47542" w:rsidRPr="00C47542">
                              <w:rPr>
                                <w:rStyle w:val="Strong"/>
                                <w:rFonts w:ascii="Georgia" w:hAnsi="Georgia"/>
                                <w:i/>
                                <w:iCs/>
                                <w:color w:val="5C28F0"/>
                                <w:kern w:val="0"/>
                                <w:sz w:val="28"/>
                                <w:szCs w:val="28"/>
                              </w:rPr>
                              <w:t xml:space="preserve">Solutions </w:t>
                            </w:r>
                            <w:r w:rsidRPr="00C47542">
                              <w:rPr>
                                <w:rStyle w:val="Strong"/>
                                <w:rFonts w:ascii="Georgia" w:hAnsi="Georgia"/>
                                <w:i/>
                                <w:iCs/>
                                <w:color w:val="5C28F0"/>
                                <w:kern w:val="0"/>
                                <w:sz w:val="28"/>
                                <w:szCs w:val="28"/>
                              </w:rPr>
                              <w:t>Service Provider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24147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33" type="#_x0000_t202" style="position:absolute;margin-left:317.25pt;margin-top:6.75pt;width:168.75pt;height:58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" filled="f" strokecolor="white [3212]" strokeweight="2pt">
                <v:textbox>
                  <w:txbxContent>
                    <w:p w:rsidR="000A25BE" w:rsidRPr="00C47542" w:rsidRDefault="000A25BE" w:rsidP="000A25BE">
                      <w:pPr>
                        <w:pStyle w:val="Contact"/>
                        <w:jc w:val="center"/>
                        <w:rPr>
                          <w:rStyle w:val="Strong"/>
                          <w:rFonts w:ascii="Georgia" w:hAnsi="Georgia"/>
                          <w:i/>
                          <w:iCs/>
                          <w:color w:val="5C28F0"/>
                          <w:kern w:val="0"/>
                          <w:sz w:val="28"/>
                          <w:szCs w:val="28"/>
                        </w:rPr>
                      </w:pPr>
                      <w:r w:rsidRPr="00C47542">
                        <w:rPr>
                          <w:rStyle w:val="Strong"/>
                          <w:rFonts w:ascii="Georgia" w:hAnsi="Georgia"/>
                          <w:i/>
                          <w:iCs/>
                          <w:color w:val="5C28F0"/>
                          <w:kern w:val="0"/>
                          <w:sz w:val="28"/>
                          <w:szCs w:val="28"/>
                        </w:rPr>
                        <w:t xml:space="preserve">An </w:t>
                      </w:r>
                      <w:r w:rsidR="00C47542" w:rsidRPr="00C47542">
                        <w:rPr>
                          <w:rStyle w:val="Strong"/>
                          <w:rFonts w:ascii="Georgia" w:hAnsi="Georgia"/>
                          <w:i/>
                          <w:iCs/>
                          <w:color w:val="5C28F0"/>
                          <w:kern w:val="0"/>
                          <w:sz w:val="28"/>
                          <w:szCs w:val="28"/>
                        </w:rPr>
                        <w:t>Authorized Texas Workforce</w:t>
                      </w:r>
                      <w:r w:rsidR="00C97095" w:rsidRPr="00C47542">
                        <w:rPr>
                          <w:rStyle w:val="Strong"/>
                          <w:rFonts w:ascii="Georgia" w:hAnsi="Georgia"/>
                          <w:i/>
                          <w:iCs/>
                          <w:color w:val="5C28F0"/>
                          <w:kern w:val="0"/>
                          <w:sz w:val="28"/>
                          <w:szCs w:val="28"/>
                        </w:rPr>
                        <w:t xml:space="preserve"> </w:t>
                      </w:r>
                      <w:r w:rsidR="00C47542" w:rsidRPr="00C47542">
                        <w:rPr>
                          <w:rStyle w:val="Strong"/>
                          <w:rFonts w:ascii="Georgia" w:hAnsi="Georgia"/>
                          <w:i/>
                          <w:iCs/>
                          <w:color w:val="5C28F0"/>
                          <w:kern w:val="0"/>
                          <w:sz w:val="28"/>
                          <w:szCs w:val="28"/>
                        </w:rPr>
                        <w:t xml:space="preserve">Solutions </w:t>
                      </w:r>
                      <w:r w:rsidRPr="00C47542">
                        <w:rPr>
                          <w:rStyle w:val="Strong"/>
                          <w:rFonts w:ascii="Georgia" w:hAnsi="Georgia"/>
                          <w:i/>
                          <w:iCs/>
                          <w:color w:val="5C28F0"/>
                          <w:kern w:val="0"/>
                          <w:sz w:val="28"/>
                          <w:szCs w:val="28"/>
                        </w:rPr>
                        <w:t>Service Provider</w:t>
                      </w:r>
                    </w:p>
                  </w:txbxContent>
                </v:textbox>
              </v:shape>
            </w:pict>
          </mc:Fallback>
        </mc:AlternateContent>
      </w:r>
      <w:r w:rsidR="00AF385F"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7125EA34" wp14:editId="5696C65A">
                <wp:simplePos x="0" y="0"/>
                <wp:positionH relativeFrom="page">
                  <wp:posOffset>7010400</wp:posOffset>
                </wp:positionH>
                <wp:positionV relativeFrom="page">
                  <wp:posOffset>495300</wp:posOffset>
                </wp:positionV>
                <wp:extent cx="2599055" cy="4867275"/>
                <wp:effectExtent l="0" t="0" r="10795" b="9525"/>
                <wp:wrapNone/>
                <wp:docPr id="11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055" cy="4867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1F88" w:rsidRDefault="001B1F88" w:rsidP="001B1F88">
                            <w:pPr>
                              <w:pStyle w:val="Heading1"/>
                              <w:pBdr>
                                <w:bottom w:val="single" w:sz="18" w:space="1" w:color="auto"/>
                              </w:pBdr>
                              <w:jc w:val="center"/>
                              <w:rPr>
                                <w:rStyle w:val="Strong"/>
                                <w:rFonts w:ascii="Georgia" w:hAnsi="Georgia"/>
                                <w:b/>
                                <w:bCs w:val="0"/>
                                <w:i/>
                                <w:iCs/>
                                <w:color w:val="4B0082"/>
                                <w:sz w:val="36"/>
                                <w:szCs w:val="36"/>
                              </w:rPr>
                            </w:pPr>
                            <w:r w:rsidRPr="008F26E0">
                              <w:rPr>
                                <w:rStyle w:val="Strong"/>
                                <w:rFonts w:ascii="Georgia" w:hAnsi="Georgia"/>
                                <w:b/>
                                <w:bCs w:val="0"/>
                                <w:i/>
                                <w:iCs/>
                                <w:color w:val="auto"/>
                                <w:sz w:val="36"/>
                                <w:szCs w:val="36"/>
                              </w:rPr>
                              <w:t>Let us know how</w:t>
                            </w:r>
                          </w:p>
                          <w:p w:rsidR="00AC7BFD" w:rsidRPr="001B1F88" w:rsidRDefault="001B1F88" w:rsidP="001B1F88">
                            <w:pPr>
                              <w:pStyle w:val="Heading1"/>
                              <w:pBdr>
                                <w:bottom w:val="single" w:sz="18" w:space="1" w:color="auto"/>
                              </w:pBdr>
                              <w:jc w:val="center"/>
                              <w:rPr>
                                <w:rStyle w:val="Strong"/>
                                <w:rFonts w:ascii="Georgia" w:hAnsi="Georgia"/>
                                <w:b/>
                                <w:bCs w:val="0"/>
                                <w:i/>
                                <w:iCs/>
                                <w:color w:val="4B0082"/>
                                <w:sz w:val="36"/>
                                <w:szCs w:val="36"/>
                              </w:rPr>
                            </w:pPr>
                            <w:r w:rsidRPr="00EC713C">
                              <w:rPr>
                                <w:rStyle w:val="Strong"/>
                                <w:rFonts w:ascii="Georgia" w:hAnsi="Georgia"/>
                                <w:b/>
                                <w:bCs w:val="0"/>
                                <w:i/>
                                <w:iCs/>
                                <w:color w:val="5C28F0"/>
                                <w:sz w:val="36"/>
                                <w:szCs w:val="36"/>
                              </w:rPr>
                              <w:t xml:space="preserve"> G. E. T. S. </w:t>
                            </w:r>
                            <w:r w:rsidRPr="008F26E0">
                              <w:rPr>
                                <w:rStyle w:val="Strong"/>
                                <w:rFonts w:ascii="Georgia" w:hAnsi="Georgia"/>
                                <w:b/>
                                <w:bCs w:val="0"/>
                                <w:i/>
                                <w:iCs/>
                                <w:color w:val="auto"/>
                                <w:sz w:val="36"/>
                                <w:szCs w:val="36"/>
                              </w:rPr>
                              <w:t>can service you or your company</w:t>
                            </w:r>
                          </w:p>
                          <w:tbl>
                            <w:tblPr>
                              <w:tblW w:w="414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70"/>
                              <w:gridCol w:w="90"/>
                              <w:gridCol w:w="1440"/>
                              <w:gridCol w:w="360"/>
                              <w:gridCol w:w="1240"/>
                              <w:gridCol w:w="20"/>
                              <w:gridCol w:w="675"/>
                              <w:gridCol w:w="20"/>
                              <w:gridCol w:w="25"/>
                            </w:tblGrid>
                            <w:tr w:rsidR="00AC7BFD" w:rsidTr="00AF385F">
                              <w:trPr>
                                <w:gridAfter w:val="1"/>
                                <w:wAfter w:w="25" w:type="dxa"/>
                                <w:trHeight w:val="317"/>
                              </w:trPr>
                              <w:tc>
                                <w:tcPr>
                                  <w:tcW w:w="340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C7BFD" w:rsidRPr="00DC7B7F" w:rsidRDefault="00AC7BFD">
                                  <w:pPr>
                                    <w:pStyle w:val="Sign-up"/>
                                    <w:spacing w:line="240" w:lineRule="auto"/>
                                    <w:rPr>
                                      <w:color w:val="403152" w:themeColor="accent4" w:themeShade="80"/>
                                    </w:rPr>
                                  </w:pPr>
                                </w:p>
                                <w:p w:rsidR="00AC7BFD" w:rsidRPr="00DC7B7F" w:rsidRDefault="00AC7BFD">
                                  <w:pPr>
                                    <w:pStyle w:val="Sign-up"/>
                                    <w:spacing w:line="240" w:lineRule="auto"/>
                                    <w:rPr>
                                      <w:color w:val="403152" w:themeColor="accent4" w:themeShade="80"/>
                                    </w:rPr>
                                  </w:pPr>
                                  <w:r w:rsidRPr="00DC7B7F">
                                    <w:rPr>
                                      <w:color w:val="403152" w:themeColor="accent4" w:themeShade="80"/>
                                    </w:rPr>
                                    <w:t>Sign up for:</w:t>
                                  </w:r>
                                </w:p>
                              </w:tc>
                              <w:tc>
                                <w:tcPr>
                                  <w:tcW w:w="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C7BFD" w:rsidRPr="001B1F88" w:rsidRDefault="00AC7BFD">
                                  <w:pPr>
                                    <w:pStyle w:val="Sign-up"/>
                                    <w:spacing w:line="240" w:lineRule="auto"/>
                                    <w:jc w:val="center"/>
                                    <w:rPr>
                                      <w:color w:val="403152" w:themeColor="accent4" w:themeShade="8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C7BFD" w:rsidRPr="001B1F88" w:rsidRDefault="00AC7BFD">
                                  <w:pPr>
                                    <w:pStyle w:val="Sign-up"/>
                                    <w:spacing w:line="240" w:lineRule="auto"/>
                                    <w:jc w:val="center"/>
                                    <w:rPr>
                                      <w:color w:val="403152" w:themeColor="accent4" w:themeShade="8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C7BFD" w:rsidRPr="001B1F88" w:rsidRDefault="00AC7BFD">
                                  <w:pPr>
                                    <w:pStyle w:val="Sign-up"/>
                                    <w:spacing w:line="240" w:lineRule="auto"/>
                                    <w:jc w:val="center"/>
                                    <w:rPr>
                                      <w:color w:val="403152" w:themeColor="accent4" w:themeShade="80"/>
                                    </w:rPr>
                                  </w:pPr>
                                </w:p>
                              </w:tc>
                            </w:tr>
                            <w:tr w:rsidR="00AC7BFD" w:rsidTr="00AF385F">
                              <w:trPr>
                                <w:gridAfter w:val="1"/>
                                <w:wAfter w:w="25" w:type="dxa"/>
                                <w:trHeight w:val="317"/>
                              </w:trPr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AC7BFD" w:rsidRDefault="00AC7BFD">
                                  <w:pPr>
                                    <w:pStyle w:val="Sign-up"/>
                                    <w:spacing w:line="240" w:lineRule="auto"/>
                                    <w:rPr>
                                      <w:b w:val="0"/>
                                      <w:i w:val="0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b w:val="0"/>
                                      <w:i w:val="0"/>
                                      <w:kern w:val="28"/>
                                      <w:sz w:val="18"/>
                                    </w:rPr>
                                    <w:t></w:t>
                                  </w:r>
                                </w:p>
                              </w:tc>
                              <w:tc>
                                <w:tcPr>
                                  <w:tcW w:w="3130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AC7BFD" w:rsidRPr="00DC7B7F" w:rsidRDefault="00AB24A0" w:rsidP="00625DB3">
                                  <w:pPr>
                                    <w:pStyle w:val="Sign-up"/>
                                    <w:spacing w:line="240" w:lineRule="auto"/>
                                    <w:rPr>
                                      <w:i w:val="0"/>
                                      <w:sz w:val="17"/>
                                      <w:szCs w:val="17"/>
                                    </w:rPr>
                                  </w:pPr>
                                  <w:r w:rsidRPr="00DC7B7F">
                                    <w:rPr>
                                      <w:i w:val="0"/>
                                      <w:sz w:val="17"/>
                                      <w:szCs w:val="17"/>
                                    </w:rPr>
                                    <w:t xml:space="preserve">Resume, </w:t>
                                  </w:r>
                                  <w:r w:rsidR="00625DB3" w:rsidRPr="00DC7B7F">
                                    <w:rPr>
                                      <w:i w:val="0"/>
                                      <w:sz w:val="17"/>
                                      <w:szCs w:val="17"/>
                                    </w:rPr>
                                    <w:t>Master Application</w:t>
                                  </w:r>
                                  <w:r w:rsidRPr="00DC7B7F">
                                    <w:rPr>
                                      <w:i w:val="0"/>
                                      <w:sz w:val="17"/>
                                      <w:szCs w:val="17"/>
                                    </w:rPr>
                                    <w:t>, Interview</w:t>
                                  </w:r>
                                </w:p>
                              </w:tc>
                              <w:tc>
                                <w:tcPr>
                                  <w:tcW w:w="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AC7BFD" w:rsidRDefault="00AC7BFD">
                                  <w:pPr>
                                    <w:pStyle w:val="Sign-up"/>
                                    <w:spacing w:line="240" w:lineRule="auto"/>
                                    <w:jc w:val="center"/>
                                    <w:rPr>
                                      <w:b w:val="0"/>
                                      <w:i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AC7BFD" w:rsidRDefault="00AC7BFD">
                                  <w:pPr>
                                    <w:pStyle w:val="Sign-up"/>
                                    <w:spacing w:line="240" w:lineRule="auto"/>
                                    <w:jc w:val="center"/>
                                    <w:rPr>
                                      <w:b w:val="0"/>
                                      <w:i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AC7BFD" w:rsidRDefault="00AC7BFD">
                                  <w:pPr>
                                    <w:pStyle w:val="Sign-up"/>
                                    <w:spacing w:line="240" w:lineRule="auto"/>
                                    <w:jc w:val="center"/>
                                    <w:rPr>
                                      <w:b w:val="0"/>
                                      <w:i w:val="0"/>
                                    </w:rPr>
                                  </w:pPr>
                                </w:p>
                              </w:tc>
                            </w:tr>
                            <w:tr w:rsidR="00AC7BFD" w:rsidTr="00AF385F">
                              <w:trPr>
                                <w:gridAfter w:val="1"/>
                                <w:wAfter w:w="25" w:type="dxa"/>
                                <w:trHeight w:val="317"/>
                              </w:trPr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AC7BFD" w:rsidRDefault="00AC7BFD">
                                  <w:pPr>
                                    <w:pStyle w:val="Sign-up"/>
                                    <w:spacing w:line="240" w:lineRule="auto"/>
                                    <w:rPr>
                                      <w:b w:val="0"/>
                                      <w:i w:val="0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b w:val="0"/>
                                      <w:i w:val="0"/>
                                      <w:kern w:val="28"/>
                                      <w:sz w:val="18"/>
                                    </w:rPr>
                                    <w:t></w:t>
                                  </w:r>
                                </w:p>
                              </w:tc>
                              <w:tc>
                                <w:tcPr>
                                  <w:tcW w:w="3130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AC7BFD" w:rsidRPr="00DC7B7F" w:rsidRDefault="00AB24A0">
                                  <w:pPr>
                                    <w:pStyle w:val="Sign-up"/>
                                    <w:spacing w:line="240" w:lineRule="auto"/>
                                    <w:rPr>
                                      <w:i w:val="0"/>
                                      <w:sz w:val="17"/>
                                      <w:szCs w:val="17"/>
                                    </w:rPr>
                                  </w:pPr>
                                  <w:r w:rsidRPr="00DC7B7F">
                                    <w:rPr>
                                      <w:i w:val="0"/>
                                      <w:sz w:val="17"/>
                                      <w:szCs w:val="17"/>
                                    </w:rPr>
                                    <w:t>Job Readiness Training (</w:t>
                                  </w:r>
                                  <w:r w:rsidR="00625DB3" w:rsidRPr="00DC7B7F">
                                    <w:rPr>
                                      <w:i w:val="0"/>
                                      <w:sz w:val="17"/>
                                      <w:szCs w:val="17"/>
                                    </w:rPr>
                                    <w:t xml:space="preserve">VAT </w:t>
                                  </w:r>
                                  <w:r w:rsidRPr="00DC7B7F">
                                    <w:rPr>
                                      <w:i w:val="0"/>
                                      <w:sz w:val="17"/>
                                      <w:szCs w:val="17"/>
                                    </w:rPr>
                                    <w:t>20</w:t>
                                  </w:r>
                                  <w:r w:rsidR="00625DB3" w:rsidRPr="00DC7B7F">
                                    <w:rPr>
                                      <w:i w:val="0"/>
                                      <w:sz w:val="17"/>
                                      <w:szCs w:val="17"/>
                                    </w:rPr>
                                    <w:t>-40</w:t>
                                  </w:r>
                                  <w:r w:rsidRPr="00DC7B7F">
                                    <w:rPr>
                                      <w:i w:val="0"/>
                                      <w:sz w:val="17"/>
                                      <w:szCs w:val="17"/>
                                    </w:rPr>
                                    <w:t xml:space="preserve"> hr.)</w:t>
                                  </w:r>
                                </w:p>
                              </w:tc>
                              <w:tc>
                                <w:tcPr>
                                  <w:tcW w:w="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AC7BFD" w:rsidRDefault="00AC7BFD">
                                  <w:pPr>
                                    <w:pStyle w:val="Sign-up"/>
                                    <w:spacing w:line="240" w:lineRule="auto"/>
                                    <w:jc w:val="center"/>
                                    <w:rPr>
                                      <w:b w:val="0"/>
                                      <w:i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AC7BFD" w:rsidRDefault="00AC7BFD">
                                  <w:pPr>
                                    <w:pStyle w:val="Sign-up"/>
                                    <w:spacing w:line="240" w:lineRule="auto"/>
                                    <w:jc w:val="center"/>
                                    <w:rPr>
                                      <w:b w:val="0"/>
                                      <w:i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AC7BFD" w:rsidRDefault="00AC7BFD">
                                  <w:pPr>
                                    <w:pStyle w:val="Sign-up"/>
                                    <w:spacing w:line="240" w:lineRule="auto"/>
                                    <w:jc w:val="center"/>
                                    <w:rPr>
                                      <w:b w:val="0"/>
                                      <w:i w:val="0"/>
                                    </w:rPr>
                                  </w:pPr>
                                </w:p>
                              </w:tc>
                            </w:tr>
                            <w:tr w:rsidR="00625DB3" w:rsidTr="00AF385F">
                              <w:trPr>
                                <w:gridAfter w:val="1"/>
                                <w:wAfter w:w="25" w:type="dxa"/>
                                <w:trHeight w:val="317"/>
                              </w:trPr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Default="00625DB3" w:rsidP="00065AC9">
                                  <w:pPr>
                                    <w:pStyle w:val="Sign-up"/>
                                    <w:spacing w:line="240" w:lineRule="auto"/>
                                    <w:rPr>
                                      <w:b w:val="0"/>
                                      <w:i w:val="0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b w:val="0"/>
                                      <w:i w:val="0"/>
                                      <w:kern w:val="28"/>
                                      <w:sz w:val="18"/>
                                    </w:rPr>
                                    <w:t></w:t>
                                  </w:r>
                                </w:p>
                              </w:tc>
                              <w:tc>
                                <w:tcPr>
                                  <w:tcW w:w="3130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Pr="00DC7B7F" w:rsidRDefault="00625DB3" w:rsidP="00065AC9">
                                  <w:pPr>
                                    <w:pStyle w:val="Sign-up"/>
                                    <w:spacing w:line="240" w:lineRule="auto"/>
                                    <w:rPr>
                                      <w:i w:val="0"/>
                                      <w:sz w:val="17"/>
                                      <w:szCs w:val="17"/>
                                    </w:rPr>
                                  </w:pPr>
                                  <w:r w:rsidRPr="00DC7B7F">
                                    <w:rPr>
                                      <w:i w:val="0"/>
                                      <w:sz w:val="17"/>
                                      <w:szCs w:val="17"/>
                                    </w:rPr>
                                    <w:t>Personal Social Adjustment Training</w:t>
                                  </w:r>
                                </w:p>
                              </w:tc>
                              <w:tc>
                                <w:tcPr>
                                  <w:tcW w:w="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Default="00625DB3">
                                  <w:pPr>
                                    <w:pStyle w:val="Sign-up"/>
                                    <w:spacing w:line="240" w:lineRule="auto"/>
                                    <w:jc w:val="center"/>
                                    <w:rPr>
                                      <w:b w:val="0"/>
                                      <w:i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Default="00625DB3">
                                  <w:pPr>
                                    <w:pStyle w:val="Sign-up"/>
                                    <w:spacing w:line="240" w:lineRule="auto"/>
                                    <w:jc w:val="center"/>
                                    <w:rPr>
                                      <w:b w:val="0"/>
                                      <w:i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Default="00625DB3">
                                  <w:pPr>
                                    <w:pStyle w:val="Sign-up"/>
                                    <w:spacing w:line="240" w:lineRule="auto"/>
                                    <w:jc w:val="center"/>
                                    <w:rPr>
                                      <w:b w:val="0"/>
                                      <w:i w:val="0"/>
                                    </w:rPr>
                                  </w:pPr>
                                </w:p>
                              </w:tc>
                            </w:tr>
                            <w:tr w:rsidR="00625DB3" w:rsidTr="00AF385F">
                              <w:trPr>
                                <w:gridAfter w:val="1"/>
                                <w:wAfter w:w="25" w:type="dxa"/>
                                <w:trHeight w:val="317"/>
                              </w:trPr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Default="00625DB3">
                                  <w:pPr>
                                    <w:pStyle w:val="Sign-up"/>
                                    <w:spacing w:line="240" w:lineRule="auto"/>
                                    <w:rPr>
                                      <w:b w:val="0"/>
                                      <w:i w:val="0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b w:val="0"/>
                                      <w:i w:val="0"/>
                                      <w:kern w:val="28"/>
                                      <w:sz w:val="18"/>
                                    </w:rPr>
                                    <w:t></w:t>
                                  </w:r>
                                </w:p>
                              </w:tc>
                              <w:tc>
                                <w:tcPr>
                                  <w:tcW w:w="3130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Pr="00DC7B7F" w:rsidRDefault="00625DB3">
                                  <w:pPr>
                                    <w:pStyle w:val="Sign-up"/>
                                    <w:spacing w:line="240" w:lineRule="auto"/>
                                    <w:rPr>
                                      <w:i w:val="0"/>
                                      <w:sz w:val="17"/>
                                      <w:szCs w:val="17"/>
                                    </w:rPr>
                                  </w:pPr>
                                  <w:r w:rsidRPr="00DC7B7F">
                                    <w:rPr>
                                      <w:i w:val="0"/>
                                      <w:sz w:val="17"/>
                                      <w:szCs w:val="17"/>
                                    </w:rPr>
                                    <w:t>Job Placement  Services</w:t>
                                  </w:r>
                                </w:p>
                              </w:tc>
                              <w:tc>
                                <w:tcPr>
                                  <w:tcW w:w="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Default="00625DB3">
                                  <w:pPr>
                                    <w:pStyle w:val="Sign-up"/>
                                    <w:spacing w:line="240" w:lineRule="auto"/>
                                    <w:jc w:val="center"/>
                                    <w:rPr>
                                      <w:b w:val="0"/>
                                      <w:i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Default="00625DB3">
                                  <w:pPr>
                                    <w:pStyle w:val="Sign-up"/>
                                    <w:spacing w:line="240" w:lineRule="auto"/>
                                    <w:jc w:val="center"/>
                                    <w:rPr>
                                      <w:b w:val="0"/>
                                      <w:i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Default="00625DB3">
                                  <w:pPr>
                                    <w:pStyle w:val="Sign-up"/>
                                    <w:spacing w:line="240" w:lineRule="auto"/>
                                    <w:jc w:val="center"/>
                                    <w:rPr>
                                      <w:b w:val="0"/>
                                      <w:i w:val="0"/>
                                    </w:rPr>
                                  </w:pPr>
                                </w:p>
                              </w:tc>
                            </w:tr>
                            <w:tr w:rsidR="00625DB3" w:rsidTr="00AF385F">
                              <w:trPr>
                                <w:gridAfter w:val="1"/>
                                <w:wAfter w:w="25" w:type="dxa"/>
                                <w:trHeight w:val="317"/>
                              </w:trPr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Default="00625DB3">
                                  <w:pPr>
                                    <w:pStyle w:val="Sign-up"/>
                                    <w:spacing w:line="240" w:lineRule="auto"/>
                                    <w:rPr>
                                      <w:b w:val="0"/>
                                      <w:i w:val="0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b w:val="0"/>
                                      <w:i w:val="0"/>
                                      <w:kern w:val="28"/>
                                      <w:sz w:val="18"/>
                                    </w:rPr>
                                    <w:t></w:t>
                                  </w:r>
                                </w:p>
                              </w:tc>
                              <w:tc>
                                <w:tcPr>
                                  <w:tcW w:w="3130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Pr="00DC7B7F" w:rsidRDefault="00625DB3">
                                  <w:pPr>
                                    <w:pStyle w:val="Sign-up"/>
                                    <w:spacing w:line="240" w:lineRule="auto"/>
                                    <w:rPr>
                                      <w:i w:val="0"/>
                                      <w:sz w:val="17"/>
                                      <w:szCs w:val="17"/>
                                    </w:rPr>
                                  </w:pPr>
                                  <w:r w:rsidRPr="00DC7B7F">
                                    <w:rPr>
                                      <w:i w:val="0"/>
                                      <w:sz w:val="17"/>
                                      <w:szCs w:val="17"/>
                                    </w:rPr>
                                    <w:t>Supported Employment  Service</w:t>
                                  </w:r>
                                </w:p>
                              </w:tc>
                              <w:tc>
                                <w:tcPr>
                                  <w:tcW w:w="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Default="00625DB3">
                                  <w:pPr>
                                    <w:pStyle w:val="Sign-up"/>
                                    <w:spacing w:line="240" w:lineRule="auto"/>
                                    <w:jc w:val="center"/>
                                    <w:rPr>
                                      <w:b w:val="0"/>
                                      <w:i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Default="00625DB3">
                                  <w:pPr>
                                    <w:pStyle w:val="Sign-up"/>
                                    <w:spacing w:line="240" w:lineRule="auto"/>
                                    <w:jc w:val="center"/>
                                    <w:rPr>
                                      <w:b w:val="0"/>
                                      <w:i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Default="00625DB3">
                                  <w:pPr>
                                    <w:pStyle w:val="Sign-up"/>
                                    <w:spacing w:line="240" w:lineRule="auto"/>
                                    <w:jc w:val="center"/>
                                    <w:rPr>
                                      <w:b w:val="0"/>
                                      <w:i w:val="0"/>
                                    </w:rPr>
                                  </w:pPr>
                                </w:p>
                              </w:tc>
                            </w:tr>
                            <w:tr w:rsidR="00625DB3" w:rsidTr="00AF385F">
                              <w:trPr>
                                <w:gridAfter w:val="1"/>
                                <w:wAfter w:w="25" w:type="dxa"/>
                                <w:trHeight w:val="317"/>
                              </w:trPr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Default="00625DB3">
                                  <w:pPr>
                                    <w:pStyle w:val="Sign-up"/>
                                    <w:spacing w:line="240" w:lineRule="auto"/>
                                    <w:rPr>
                                      <w:b w:val="0"/>
                                      <w:i w:val="0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b w:val="0"/>
                                      <w:i w:val="0"/>
                                      <w:kern w:val="28"/>
                                      <w:sz w:val="18"/>
                                    </w:rPr>
                                    <w:t></w:t>
                                  </w:r>
                                </w:p>
                              </w:tc>
                              <w:tc>
                                <w:tcPr>
                                  <w:tcW w:w="3130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Pr="00DC7B7F" w:rsidRDefault="00625DB3" w:rsidP="00AB24A0">
                                  <w:pPr>
                                    <w:pStyle w:val="Sign-up"/>
                                    <w:spacing w:line="240" w:lineRule="auto"/>
                                    <w:rPr>
                                      <w:i w:val="0"/>
                                      <w:sz w:val="17"/>
                                      <w:szCs w:val="17"/>
                                    </w:rPr>
                                  </w:pPr>
                                  <w:r w:rsidRPr="00DC7B7F">
                                    <w:rPr>
                                      <w:i w:val="0"/>
                                      <w:sz w:val="17"/>
                                      <w:szCs w:val="17"/>
                                    </w:rPr>
                                    <w:t xml:space="preserve">Basic </w:t>
                                  </w:r>
                                  <w:r w:rsidR="00DC7B7F">
                                    <w:rPr>
                                      <w:i w:val="0"/>
                                      <w:sz w:val="17"/>
                                      <w:szCs w:val="17"/>
                                    </w:rPr>
                                    <w:t>Computer -</w:t>
                                  </w:r>
                                  <w:r w:rsidRPr="00DC7B7F">
                                    <w:rPr>
                                      <w:i w:val="0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 w:rsidR="00DC7B7F">
                                    <w:rPr>
                                      <w:i w:val="0"/>
                                      <w:sz w:val="17"/>
                                      <w:szCs w:val="17"/>
                                    </w:rPr>
                                    <w:t xml:space="preserve">Typing </w:t>
                                  </w:r>
                                  <w:r w:rsidRPr="00DC7B7F">
                                    <w:rPr>
                                      <w:i w:val="0"/>
                                      <w:sz w:val="17"/>
                                      <w:szCs w:val="17"/>
                                    </w:rPr>
                                    <w:t>Training</w:t>
                                  </w:r>
                                </w:p>
                              </w:tc>
                              <w:tc>
                                <w:tcPr>
                                  <w:tcW w:w="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Default="00625DB3">
                                  <w:pPr>
                                    <w:pStyle w:val="Sign-up"/>
                                    <w:spacing w:line="240" w:lineRule="auto"/>
                                    <w:jc w:val="center"/>
                                    <w:rPr>
                                      <w:b w:val="0"/>
                                      <w:i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Default="00625DB3">
                                  <w:pPr>
                                    <w:pStyle w:val="Sign-up"/>
                                    <w:spacing w:line="240" w:lineRule="auto"/>
                                    <w:jc w:val="center"/>
                                    <w:rPr>
                                      <w:b w:val="0"/>
                                      <w:i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Default="00625DB3">
                                  <w:pPr>
                                    <w:pStyle w:val="Sign-up"/>
                                    <w:spacing w:line="240" w:lineRule="auto"/>
                                    <w:jc w:val="center"/>
                                    <w:rPr>
                                      <w:b w:val="0"/>
                                      <w:i w:val="0"/>
                                    </w:rPr>
                                  </w:pPr>
                                </w:p>
                              </w:tc>
                            </w:tr>
                            <w:tr w:rsidR="00625DB3" w:rsidTr="00AF385F">
                              <w:trPr>
                                <w:gridAfter w:val="1"/>
                                <w:wAfter w:w="25" w:type="dxa"/>
                                <w:trHeight w:val="317"/>
                              </w:trPr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Default="00625DB3">
                                  <w:pPr>
                                    <w:pStyle w:val="Sign-up"/>
                                    <w:spacing w:line="240" w:lineRule="auto"/>
                                    <w:rPr>
                                      <w:b w:val="0"/>
                                      <w:i w:val="0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b w:val="0"/>
                                      <w:i w:val="0"/>
                                      <w:kern w:val="28"/>
                                      <w:sz w:val="18"/>
                                    </w:rPr>
                                    <w:t></w:t>
                                  </w:r>
                                </w:p>
                              </w:tc>
                              <w:tc>
                                <w:tcPr>
                                  <w:tcW w:w="3130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Pr="00DC7B7F" w:rsidRDefault="00DC7B7F">
                                  <w:pPr>
                                    <w:pStyle w:val="Sign-up"/>
                                    <w:spacing w:line="240" w:lineRule="auto"/>
                                    <w:rPr>
                                      <w:i w:val="0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i w:val="0"/>
                                      <w:sz w:val="17"/>
                                      <w:szCs w:val="17"/>
                                    </w:rPr>
                                    <w:t>Job Coaching</w:t>
                                  </w:r>
                                  <w:r w:rsidR="00625DB3" w:rsidRPr="00DC7B7F">
                                    <w:rPr>
                                      <w:i w:val="0"/>
                                      <w:sz w:val="17"/>
                                      <w:szCs w:val="17"/>
                                    </w:rPr>
                                    <w:t xml:space="preserve"> or Job Training Services</w:t>
                                  </w:r>
                                </w:p>
                              </w:tc>
                              <w:tc>
                                <w:tcPr>
                                  <w:tcW w:w="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Default="00625DB3">
                                  <w:pPr>
                                    <w:pStyle w:val="Sign-up"/>
                                    <w:spacing w:line="240" w:lineRule="auto"/>
                                    <w:jc w:val="center"/>
                                    <w:rPr>
                                      <w:b w:val="0"/>
                                      <w:i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Default="00625DB3">
                                  <w:pPr>
                                    <w:pStyle w:val="Sign-up"/>
                                    <w:spacing w:line="240" w:lineRule="auto"/>
                                    <w:jc w:val="center"/>
                                    <w:rPr>
                                      <w:b w:val="0"/>
                                      <w:i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Default="00625DB3">
                                  <w:pPr>
                                    <w:pStyle w:val="Sign-up"/>
                                    <w:spacing w:line="240" w:lineRule="auto"/>
                                    <w:jc w:val="center"/>
                                    <w:rPr>
                                      <w:b w:val="0"/>
                                      <w:i w:val="0"/>
                                    </w:rPr>
                                  </w:pPr>
                                </w:p>
                              </w:tc>
                            </w:tr>
                            <w:tr w:rsidR="00625DB3" w:rsidTr="00AD6A03">
                              <w:trPr>
                                <w:cantSplit/>
                                <w:trHeight w:hRule="exact" w:val="345"/>
                              </w:trPr>
                              <w:tc>
                                <w:tcPr>
                                  <w:tcW w:w="4140" w:type="dxa"/>
                                  <w:gridSpan w:val="9"/>
                                  <w:tcBorders>
                                    <w:top w:val="nil"/>
                                    <w:left w:val="nil"/>
                                    <w:bottom w:val="single" w:sz="6" w:space="0" w:color="auto"/>
                                    <w:right w:val="nil"/>
                                  </w:tcBorders>
                                </w:tcPr>
                                <w:p w:rsidR="00625DB3" w:rsidRDefault="00625DB3">
                                  <w:pPr>
                                    <w:pStyle w:val="Sign-up"/>
                                    <w:spacing w:line="240" w:lineRule="auto"/>
                                    <w:rPr>
                                      <w:b w:val="0"/>
                                      <w:i w:val="0"/>
                                    </w:rPr>
                                  </w:pPr>
                                </w:p>
                              </w:tc>
                            </w:tr>
                            <w:tr w:rsidR="00625DB3" w:rsidTr="00AD6A03">
                              <w:trPr>
                                <w:cantSplit/>
                                <w:trHeight w:hRule="exact" w:val="317"/>
                              </w:trPr>
                              <w:tc>
                                <w:tcPr>
                                  <w:tcW w:w="4140" w:type="dxa"/>
                                  <w:gridSpan w:val="9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</w:tcBorders>
                                </w:tcPr>
                                <w:p w:rsidR="00625DB3" w:rsidRPr="00AB24A0" w:rsidRDefault="00625DB3">
                                  <w:pPr>
                                    <w:pStyle w:val="Sign-up"/>
                                    <w:spacing w:line="240" w:lineRule="auto"/>
                                    <w:rPr>
                                      <w:i w:val="0"/>
                                      <w:color w:val="403152" w:themeColor="accent4" w:themeShade="80"/>
                                    </w:rPr>
                                  </w:pPr>
                                  <w:r w:rsidRPr="00AB24A0">
                                    <w:rPr>
                                      <w:i w:val="0"/>
                                      <w:color w:val="403152" w:themeColor="accent4" w:themeShade="80"/>
                                    </w:rPr>
                                    <w:t>Name</w:t>
                                  </w:r>
                                </w:p>
                              </w:tc>
                            </w:tr>
                            <w:tr w:rsidR="00625DB3" w:rsidTr="00AD6A03">
                              <w:trPr>
                                <w:cantSplit/>
                                <w:trHeight w:hRule="exact" w:val="317"/>
                              </w:trPr>
                              <w:tc>
                                <w:tcPr>
                                  <w:tcW w:w="4140" w:type="dxa"/>
                                  <w:gridSpan w:val="9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</w:tcBorders>
                                </w:tcPr>
                                <w:p w:rsidR="00625DB3" w:rsidRPr="00AB24A0" w:rsidRDefault="00C97095">
                                  <w:pPr>
                                    <w:pStyle w:val="Sign-up"/>
                                    <w:spacing w:line="240" w:lineRule="auto"/>
                                    <w:rPr>
                                      <w:i w:val="0"/>
                                      <w:color w:val="403152" w:themeColor="accent4" w:themeShade="80"/>
                                    </w:rPr>
                                  </w:pPr>
                                  <w:r>
                                    <w:rPr>
                                      <w:i w:val="0"/>
                                      <w:color w:val="403152" w:themeColor="accent4" w:themeShade="80"/>
                                    </w:rPr>
                                    <w:t>Full Mailing Address</w:t>
                                  </w:r>
                                </w:p>
                              </w:tc>
                            </w:tr>
                            <w:tr w:rsidR="00625DB3" w:rsidTr="00AD6A03">
                              <w:trPr>
                                <w:cantSplit/>
                                <w:trHeight w:hRule="exact" w:val="317"/>
                              </w:trPr>
                              <w:tc>
                                <w:tcPr>
                                  <w:tcW w:w="4140" w:type="dxa"/>
                                  <w:gridSpan w:val="9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</w:tcBorders>
                                </w:tcPr>
                                <w:p w:rsidR="00625DB3" w:rsidRPr="00AB24A0" w:rsidRDefault="00625DB3">
                                  <w:pPr>
                                    <w:pStyle w:val="Sign-up"/>
                                    <w:spacing w:line="240" w:lineRule="auto"/>
                                    <w:rPr>
                                      <w:i w:val="0"/>
                                      <w:color w:val="403152" w:themeColor="accent4" w:themeShade="80"/>
                                    </w:rPr>
                                  </w:pPr>
                                </w:p>
                              </w:tc>
                            </w:tr>
                            <w:tr w:rsidR="00625DB3" w:rsidTr="00AD6A03">
                              <w:trPr>
                                <w:cantSplit/>
                                <w:trHeight w:hRule="exact" w:val="317"/>
                              </w:trPr>
                              <w:tc>
                                <w:tcPr>
                                  <w:tcW w:w="4140" w:type="dxa"/>
                                  <w:gridSpan w:val="9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</w:tcBorders>
                                </w:tcPr>
                                <w:p w:rsidR="00625DB3" w:rsidRPr="00AB24A0" w:rsidRDefault="00625DB3">
                                  <w:pPr>
                                    <w:pStyle w:val="Sign-up"/>
                                    <w:spacing w:line="240" w:lineRule="auto"/>
                                    <w:rPr>
                                      <w:i w:val="0"/>
                                      <w:color w:val="403152" w:themeColor="accent4" w:themeShade="80"/>
                                    </w:rPr>
                                  </w:pPr>
                                </w:p>
                              </w:tc>
                            </w:tr>
                            <w:tr w:rsidR="00625DB3" w:rsidTr="00AD6A03">
                              <w:trPr>
                                <w:cantSplit/>
                                <w:trHeight w:val="314"/>
                              </w:trPr>
                              <w:tc>
                                <w:tcPr>
                                  <w:tcW w:w="4140" w:type="dxa"/>
                                  <w:gridSpan w:val="9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</w:tcBorders>
                                </w:tcPr>
                                <w:p w:rsidR="00625DB3" w:rsidRPr="00AB24A0" w:rsidRDefault="00625DB3">
                                  <w:pPr>
                                    <w:pStyle w:val="Sign-up"/>
                                    <w:spacing w:line="240" w:lineRule="auto"/>
                                    <w:rPr>
                                      <w:i w:val="0"/>
                                      <w:color w:val="403152" w:themeColor="accent4" w:themeShade="80"/>
                                    </w:rPr>
                                  </w:pPr>
                                  <w:r w:rsidRPr="00AB24A0">
                                    <w:rPr>
                                      <w:i w:val="0"/>
                                      <w:color w:val="403152" w:themeColor="accent4" w:themeShade="80"/>
                                    </w:rPr>
                                    <w:t>Phone</w:t>
                                  </w:r>
                                </w:p>
                              </w:tc>
                            </w:tr>
                            <w:tr w:rsidR="00625DB3" w:rsidTr="00AD6A03">
                              <w:trPr>
                                <w:cantSplit/>
                                <w:trHeight w:hRule="exact" w:val="313"/>
                              </w:trPr>
                              <w:tc>
                                <w:tcPr>
                                  <w:tcW w:w="4140" w:type="dxa"/>
                                  <w:gridSpan w:val="9"/>
                                  <w:tcBorders>
                                    <w:top w:val="single" w:sz="6" w:space="0" w:color="auto"/>
                                    <w:left w:val="nil"/>
                                  </w:tcBorders>
                                </w:tcPr>
                                <w:p w:rsidR="00625DB3" w:rsidRPr="00AB24A0" w:rsidRDefault="00625DB3">
                                  <w:pPr>
                                    <w:pStyle w:val="Sign-up"/>
                                    <w:spacing w:line="240" w:lineRule="auto"/>
                                    <w:rPr>
                                      <w:i w:val="0"/>
                                      <w:color w:val="403152" w:themeColor="accent4" w:themeShade="80"/>
                                    </w:rPr>
                                  </w:pPr>
                                  <w:r w:rsidRPr="00AB24A0">
                                    <w:rPr>
                                      <w:i w:val="0"/>
                                      <w:color w:val="403152" w:themeColor="accent4" w:themeShade="80"/>
                                    </w:rPr>
                                    <w:t>E-mail</w:t>
                                  </w:r>
                                </w:p>
                              </w:tc>
                            </w:tr>
                            <w:tr w:rsidR="00625DB3" w:rsidTr="00AD6A03">
                              <w:trPr>
                                <w:cantSplit/>
                                <w:trHeight w:val="317"/>
                              </w:trPr>
                              <w:tc>
                                <w:tcPr>
                                  <w:tcW w:w="4140" w:type="dxa"/>
                                  <w:gridSpan w:val="9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25DB3" w:rsidRPr="00C726A5" w:rsidRDefault="00625DB3">
                                  <w:pPr>
                                    <w:pStyle w:val="Sign-up"/>
                                    <w:spacing w:line="240" w:lineRule="auto"/>
                                    <w:rPr>
                                      <w:i w:val="0"/>
                                      <w:color w:val="9933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625DB3" w:rsidRPr="00C726A5" w:rsidRDefault="00C97095" w:rsidP="00C97095">
                                  <w:pPr>
                                    <w:pStyle w:val="Sign-up"/>
                                    <w:spacing w:line="240" w:lineRule="auto"/>
                                    <w:jc w:val="center"/>
                                    <w:rPr>
                                      <w:i w:val="0"/>
                                      <w:color w:val="9933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 w:val="0"/>
                                      <w:color w:val="403152" w:themeColor="accent4" w:themeShade="80"/>
                                      <w:sz w:val="20"/>
                                      <w:szCs w:val="20"/>
                                    </w:rPr>
                                    <w:t>Please Check All That Apply To You!</w:t>
                                  </w:r>
                                </w:p>
                              </w:tc>
                            </w:tr>
                            <w:tr w:rsidR="00625DB3" w:rsidTr="00AD6A03">
                              <w:trPr>
                                <w:cantSplit/>
                                <w:trHeight w:val="317"/>
                              </w:trPr>
                              <w:tc>
                                <w:tcPr>
                                  <w:tcW w:w="3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Default="00625DB3">
                                  <w:pPr>
                                    <w:pStyle w:val="Sign-up"/>
                                    <w:spacing w:line="240" w:lineRule="auto"/>
                                    <w:rPr>
                                      <w:b w:val="0"/>
                                      <w:i w:val="0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b w:val="0"/>
                                      <w:i w:val="0"/>
                                      <w:kern w:val="28"/>
                                      <w:sz w:val="18"/>
                                    </w:rPr>
                                    <w:t>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Default="00C726A5">
                                  <w:pPr>
                                    <w:pStyle w:val="Sign-up"/>
                                    <w:spacing w:line="240" w:lineRule="auto"/>
                                    <w:rPr>
                                      <w:b w:val="0"/>
                                      <w:i w:val="0"/>
                                    </w:rPr>
                                  </w:pPr>
                                  <w:r>
                                    <w:rPr>
                                      <w:b w:val="0"/>
                                      <w:i w:val="0"/>
                                    </w:rPr>
                                    <w:t>Veteran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Default="00625DB3">
                                  <w:pPr>
                                    <w:pStyle w:val="Sign-up"/>
                                    <w:spacing w:line="240" w:lineRule="auto"/>
                                    <w:rPr>
                                      <w:b w:val="0"/>
                                      <w:i w:val="0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b w:val="0"/>
                                      <w:i w:val="0"/>
                                      <w:kern w:val="28"/>
                                      <w:sz w:val="18"/>
                                    </w:rPr>
                                    <w:t>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Default="00C97095">
                                  <w:pPr>
                                    <w:pStyle w:val="Sign-up"/>
                                    <w:spacing w:line="240" w:lineRule="auto"/>
                                    <w:rPr>
                                      <w:b w:val="0"/>
                                      <w:i w:val="0"/>
                                    </w:rPr>
                                  </w:pPr>
                                  <w:r>
                                    <w:rPr>
                                      <w:b w:val="0"/>
                                      <w:i w:val="0"/>
                                    </w:rPr>
                                    <w:t xml:space="preserve">Receive </w:t>
                                  </w:r>
                                  <w:r w:rsidR="00C726A5">
                                    <w:rPr>
                                      <w:b w:val="0"/>
                                      <w:i w:val="0"/>
                                    </w:rPr>
                                    <w:t>Social Security</w:t>
                                  </w:r>
                                </w:p>
                              </w:tc>
                            </w:tr>
                            <w:tr w:rsidR="00625DB3" w:rsidTr="00AD6A03">
                              <w:trPr>
                                <w:cantSplit/>
                                <w:trHeight w:val="317"/>
                              </w:trPr>
                              <w:tc>
                                <w:tcPr>
                                  <w:tcW w:w="3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Default="00625DB3">
                                  <w:pPr>
                                    <w:pStyle w:val="Sign-up"/>
                                    <w:spacing w:line="240" w:lineRule="auto"/>
                                    <w:rPr>
                                      <w:b w:val="0"/>
                                      <w:i w:val="0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b w:val="0"/>
                                      <w:i w:val="0"/>
                                      <w:kern w:val="28"/>
                                      <w:sz w:val="18"/>
                                    </w:rPr>
                                    <w:t>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Default="00C726A5">
                                  <w:pPr>
                                    <w:pStyle w:val="Sign-up"/>
                                    <w:spacing w:line="240" w:lineRule="auto"/>
                                    <w:rPr>
                                      <w:b w:val="0"/>
                                      <w:i w:val="0"/>
                                    </w:rPr>
                                  </w:pPr>
                                  <w:r>
                                    <w:rPr>
                                      <w:b w:val="0"/>
                                      <w:i w:val="0"/>
                                    </w:rPr>
                                    <w:t>Senior (over 55)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Default="00625DB3">
                                  <w:pPr>
                                    <w:pStyle w:val="Sign-up"/>
                                    <w:spacing w:line="240" w:lineRule="auto"/>
                                    <w:rPr>
                                      <w:b w:val="0"/>
                                      <w:i w:val="0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b w:val="0"/>
                                      <w:i w:val="0"/>
                                      <w:kern w:val="28"/>
                                      <w:sz w:val="18"/>
                                    </w:rPr>
                                    <w:t>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25DB3" w:rsidRDefault="00C97095">
                                  <w:pPr>
                                    <w:pStyle w:val="Sign-up"/>
                                    <w:spacing w:line="240" w:lineRule="auto"/>
                                    <w:rPr>
                                      <w:b w:val="0"/>
                                      <w:i w:val="0"/>
                                    </w:rPr>
                                  </w:pPr>
                                  <w:r>
                                    <w:rPr>
                                      <w:b w:val="0"/>
                                      <w:i w:val="0"/>
                                    </w:rPr>
                                    <w:t>Criminal Background</w:t>
                                  </w:r>
                                </w:p>
                              </w:tc>
                            </w:tr>
                            <w:tr w:rsidR="00F816A2" w:rsidTr="003B2C4B">
                              <w:trPr>
                                <w:cantSplit/>
                                <w:trHeight w:val="417"/>
                              </w:trPr>
                              <w:tc>
                                <w:tcPr>
                                  <w:tcW w:w="3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F816A2" w:rsidRDefault="00F816A2">
                                  <w:pPr>
                                    <w:pStyle w:val="Sign-up"/>
                                    <w:spacing w:line="240" w:lineRule="auto"/>
                                    <w:rPr>
                                      <w:b w:val="0"/>
                                      <w:i w:val="0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b w:val="0"/>
                                      <w:i w:val="0"/>
                                      <w:kern w:val="28"/>
                                      <w:sz w:val="18"/>
                                    </w:rPr>
                                    <w:t>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F816A2" w:rsidRDefault="00C97095">
                                  <w:pPr>
                                    <w:pStyle w:val="Sign-up"/>
                                    <w:spacing w:line="240" w:lineRule="auto"/>
                                    <w:rPr>
                                      <w:b w:val="0"/>
                                      <w:i w:val="0"/>
                                    </w:rPr>
                                  </w:pPr>
                                  <w:r>
                                    <w:rPr>
                                      <w:b w:val="0"/>
                                      <w:i w:val="0"/>
                                    </w:rPr>
                                    <w:t>1</w:t>
                                  </w:r>
                                  <w:r w:rsidRPr="00C97095">
                                    <w:rPr>
                                      <w:b w:val="0"/>
                                      <w:i w:val="0"/>
                                      <w:vertAlign w:val="superscript"/>
                                    </w:rPr>
                                    <w:t>st</w:t>
                                  </w:r>
                                  <w:r>
                                    <w:rPr>
                                      <w:b w:val="0"/>
                                      <w:i w:val="0"/>
                                    </w:rPr>
                                    <w:t xml:space="preserve"> </w:t>
                                  </w:r>
                                  <w:r w:rsidR="003B2C4B">
                                    <w:rPr>
                                      <w:b w:val="0"/>
                                      <w:i w:val="0"/>
                                    </w:rPr>
                                    <w:t>Time Job Seeker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F816A2" w:rsidRDefault="00F816A2" w:rsidP="00065AC9">
                                  <w:pPr>
                                    <w:pStyle w:val="Sign-up"/>
                                    <w:spacing w:line="240" w:lineRule="auto"/>
                                    <w:rPr>
                                      <w:b w:val="0"/>
                                      <w:i w:val="0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b w:val="0"/>
                                      <w:i w:val="0"/>
                                      <w:kern w:val="28"/>
                                      <w:sz w:val="18"/>
                                    </w:rPr>
                                    <w:t>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F816A2" w:rsidRPr="00625DB3" w:rsidRDefault="00C97095" w:rsidP="00065AC9">
                                  <w:pPr>
                                    <w:pStyle w:val="Sign-up"/>
                                    <w:spacing w:line="240" w:lineRule="auto"/>
                                    <w:rPr>
                                      <w:b w:val="0"/>
                                      <w:i w:val="0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b w:val="0"/>
                                      <w:i w:val="0"/>
                                      <w:sz w:val="17"/>
                                      <w:szCs w:val="17"/>
                                    </w:rPr>
                                    <w:t>Gaps in Employment</w:t>
                                  </w:r>
                                </w:p>
                              </w:tc>
                            </w:tr>
                          </w:tbl>
                          <w:p w:rsidR="00AC7BFD" w:rsidRDefault="00AC7BFD">
                            <w:pPr>
                              <w:pStyle w:val="Sign-up"/>
                              <w:spacing w:line="240" w:lineRule="auto"/>
                              <w:rPr>
                                <w:b w:val="0"/>
                                <w:i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25EA34" id="Text Box 281" o:spid="_x0000_s1034" type="#_x0000_t202" style="position:absolute;margin-left:552pt;margin-top:39pt;width:204.65pt;height:383.25pt;z-index: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" filled="f" stroked="f">
                <v:textbox inset="0,0,0,0">
                  <w:txbxContent>
                    <w:p w:rsidR="001B1F88" w:rsidRDefault="001B1F88" w:rsidP="001B1F88">
                      <w:pPr>
                        <w:pStyle w:val="Heading1"/>
                        <w:pBdr>
                          <w:bottom w:val="single" w:sz="18" w:space="1" w:color="auto"/>
                        </w:pBdr>
                        <w:jc w:val="center"/>
                        <w:rPr>
                          <w:rStyle w:val="Strong"/>
                          <w:rFonts w:ascii="Georgia" w:hAnsi="Georgia"/>
                          <w:b/>
                          <w:bCs w:val="0"/>
                          <w:i/>
                          <w:iCs/>
                          <w:color w:val="4B0082"/>
                          <w:sz w:val="36"/>
                          <w:szCs w:val="36"/>
                        </w:rPr>
                      </w:pPr>
                      <w:r w:rsidRPr="008F26E0">
                        <w:rPr>
                          <w:rStyle w:val="Strong"/>
                          <w:rFonts w:ascii="Georgia" w:hAnsi="Georgia"/>
                          <w:b/>
                          <w:bCs w:val="0"/>
                          <w:i/>
                          <w:iCs/>
                          <w:color w:val="auto"/>
                          <w:sz w:val="36"/>
                          <w:szCs w:val="36"/>
                        </w:rPr>
                        <w:t>Let us know how</w:t>
                      </w:r>
                    </w:p>
                    <w:p w:rsidR="00AC7BFD" w:rsidRPr="001B1F88" w:rsidRDefault="001B1F88" w:rsidP="001B1F88">
                      <w:pPr>
                        <w:pStyle w:val="Heading1"/>
                        <w:pBdr>
                          <w:bottom w:val="single" w:sz="18" w:space="1" w:color="auto"/>
                        </w:pBdr>
                        <w:jc w:val="center"/>
                        <w:rPr>
                          <w:rStyle w:val="Strong"/>
                          <w:rFonts w:ascii="Georgia" w:hAnsi="Georgia"/>
                          <w:b/>
                          <w:bCs w:val="0"/>
                          <w:i/>
                          <w:iCs/>
                          <w:color w:val="4B0082"/>
                          <w:sz w:val="36"/>
                          <w:szCs w:val="36"/>
                        </w:rPr>
                      </w:pPr>
                      <w:r w:rsidRPr="00EC713C">
                        <w:rPr>
                          <w:rStyle w:val="Strong"/>
                          <w:rFonts w:ascii="Georgia" w:hAnsi="Georgia"/>
                          <w:b/>
                          <w:bCs w:val="0"/>
                          <w:i/>
                          <w:iCs/>
                          <w:color w:val="5C28F0"/>
                          <w:sz w:val="36"/>
                          <w:szCs w:val="36"/>
                        </w:rPr>
                        <w:t xml:space="preserve"> G. E. T. S. </w:t>
                      </w:r>
                      <w:r w:rsidRPr="008F26E0">
                        <w:rPr>
                          <w:rStyle w:val="Strong"/>
                          <w:rFonts w:ascii="Georgia" w:hAnsi="Georgia"/>
                          <w:b/>
                          <w:bCs w:val="0"/>
                          <w:i/>
                          <w:iCs/>
                          <w:color w:val="auto"/>
                          <w:sz w:val="36"/>
                          <w:szCs w:val="36"/>
                        </w:rPr>
                        <w:t>can service you or your company</w:t>
                      </w:r>
                    </w:p>
                    <w:tbl>
                      <w:tblPr>
                        <w:tblW w:w="414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70"/>
                        <w:gridCol w:w="90"/>
                        <w:gridCol w:w="1440"/>
                        <w:gridCol w:w="360"/>
                        <w:gridCol w:w="1240"/>
                        <w:gridCol w:w="20"/>
                        <w:gridCol w:w="675"/>
                        <w:gridCol w:w="20"/>
                        <w:gridCol w:w="25"/>
                      </w:tblGrid>
                      <w:tr w:rsidR="00AC7BFD" w:rsidTr="00AF385F">
                        <w:trPr>
                          <w:gridAfter w:val="1"/>
                          <w:wAfter w:w="25" w:type="dxa"/>
                          <w:trHeight w:val="317"/>
                        </w:trPr>
                        <w:tc>
                          <w:tcPr>
                            <w:tcW w:w="3400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C7BFD" w:rsidRPr="00DC7B7F" w:rsidRDefault="00AC7BFD">
                            <w:pPr>
                              <w:pStyle w:val="Sign-up"/>
                              <w:spacing w:line="240" w:lineRule="auto"/>
                              <w:rPr>
                                <w:color w:val="403152" w:themeColor="accent4" w:themeShade="80"/>
                              </w:rPr>
                            </w:pPr>
                          </w:p>
                          <w:p w:rsidR="00AC7BFD" w:rsidRPr="00DC7B7F" w:rsidRDefault="00AC7BFD">
                            <w:pPr>
                              <w:pStyle w:val="Sign-up"/>
                              <w:spacing w:line="240" w:lineRule="auto"/>
                              <w:rPr>
                                <w:color w:val="403152" w:themeColor="accent4" w:themeShade="80"/>
                              </w:rPr>
                            </w:pPr>
                            <w:r w:rsidRPr="00DC7B7F">
                              <w:rPr>
                                <w:color w:val="403152" w:themeColor="accent4" w:themeShade="80"/>
                              </w:rPr>
                              <w:t>Sign up for:</w:t>
                            </w:r>
                          </w:p>
                        </w:tc>
                        <w:tc>
                          <w:tcPr>
                            <w:tcW w:w="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C7BFD" w:rsidRPr="001B1F88" w:rsidRDefault="00AC7BFD">
                            <w:pPr>
                              <w:pStyle w:val="Sign-up"/>
                              <w:spacing w:line="240" w:lineRule="auto"/>
                              <w:jc w:val="center"/>
                              <w:rPr>
                                <w:color w:val="403152" w:themeColor="accent4" w:themeShade="80"/>
                              </w:rPr>
                            </w:pPr>
                          </w:p>
                        </w:tc>
                        <w:tc>
                          <w:tcPr>
                            <w:tcW w:w="6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C7BFD" w:rsidRPr="001B1F88" w:rsidRDefault="00AC7BFD">
                            <w:pPr>
                              <w:pStyle w:val="Sign-up"/>
                              <w:spacing w:line="240" w:lineRule="auto"/>
                              <w:jc w:val="center"/>
                              <w:rPr>
                                <w:color w:val="403152" w:themeColor="accent4" w:themeShade="80"/>
                              </w:rPr>
                            </w:pPr>
                          </w:p>
                        </w:tc>
                        <w:tc>
                          <w:tcPr>
                            <w:tcW w:w="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C7BFD" w:rsidRPr="001B1F88" w:rsidRDefault="00AC7BFD">
                            <w:pPr>
                              <w:pStyle w:val="Sign-up"/>
                              <w:spacing w:line="240" w:lineRule="auto"/>
                              <w:jc w:val="center"/>
                              <w:rPr>
                                <w:color w:val="403152" w:themeColor="accent4" w:themeShade="80"/>
                              </w:rPr>
                            </w:pPr>
                          </w:p>
                        </w:tc>
                      </w:tr>
                      <w:tr w:rsidR="00AC7BFD" w:rsidTr="00AF385F">
                        <w:trPr>
                          <w:gridAfter w:val="1"/>
                          <w:wAfter w:w="25" w:type="dxa"/>
                          <w:trHeight w:val="317"/>
                        </w:trPr>
                        <w:tc>
                          <w:tcPr>
                            <w:tcW w:w="2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AC7BFD" w:rsidRDefault="00AC7BFD">
                            <w:pPr>
                              <w:pStyle w:val="Sign-up"/>
                              <w:spacing w:line="240" w:lineRule="auto"/>
                              <w:rPr>
                                <w:b w:val="0"/>
                                <w:i w:val="0"/>
                              </w:rPr>
                            </w:pPr>
                            <w:r>
                              <w:rPr>
                                <w:rFonts w:ascii="Wingdings" w:hAnsi="Wingdings"/>
                                <w:b w:val="0"/>
                                <w:i w:val="0"/>
                                <w:kern w:val="28"/>
                                <w:sz w:val="18"/>
                              </w:rPr>
                              <w:t></w:t>
                            </w:r>
                          </w:p>
                        </w:tc>
                        <w:tc>
                          <w:tcPr>
                            <w:tcW w:w="3130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AC7BFD" w:rsidRPr="00DC7B7F" w:rsidRDefault="00AB24A0" w:rsidP="00625DB3">
                            <w:pPr>
                              <w:pStyle w:val="Sign-up"/>
                              <w:spacing w:line="240" w:lineRule="auto"/>
                              <w:rPr>
                                <w:i w:val="0"/>
                                <w:sz w:val="17"/>
                                <w:szCs w:val="17"/>
                              </w:rPr>
                            </w:pPr>
                            <w:r w:rsidRPr="00DC7B7F">
                              <w:rPr>
                                <w:i w:val="0"/>
                                <w:sz w:val="17"/>
                                <w:szCs w:val="17"/>
                              </w:rPr>
                              <w:t xml:space="preserve">Resume, </w:t>
                            </w:r>
                            <w:r w:rsidR="00625DB3" w:rsidRPr="00DC7B7F">
                              <w:rPr>
                                <w:i w:val="0"/>
                                <w:sz w:val="17"/>
                                <w:szCs w:val="17"/>
                              </w:rPr>
                              <w:t>Master Application</w:t>
                            </w:r>
                            <w:r w:rsidRPr="00DC7B7F">
                              <w:rPr>
                                <w:i w:val="0"/>
                                <w:sz w:val="17"/>
                                <w:szCs w:val="17"/>
                              </w:rPr>
                              <w:t>, Interview</w:t>
                            </w:r>
                          </w:p>
                        </w:tc>
                        <w:tc>
                          <w:tcPr>
                            <w:tcW w:w="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AC7BFD" w:rsidRDefault="00AC7BFD">
                            <w:pPr>
                              <w:pStyle w:val="Sign-up"/>
                              <w:spacing w:line="240" w:lineRule="auto"/>
                              <w:jc w:val="center"/>
                              <w:rPr>
                                <w:b w:val="0"/>
                                <w:i w:val="0"/>
                              </w:rPr>
                            </w:pPr>
                          </w:p>
                        </w:tc>
                        <w:tc>
                          <w:tcPr>
                            <w:tcW w:w="6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AC7BFD" w:rsidRDefault="00AC7BFD">
                            <w:pPr>
                              <w:pStyle w:val="Sign-up"/>
                              <w:spacing w:line="240" w:lineRule="auto"/>
                              <w:jc w:val="center"/>
                              <w:rPr>
                                <w:b w:val="0"/>
                                <w:i w:val="0"/>
                              </w:rPr>
                            </w:pPr>
                          </w:p>
                        </w:tc>
                        <w:tc>
                          <w:tcPr>
                            <w:tcW w:w="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AC7BFD" w:rsidRDefault="00AC7BFD">
                            <w:pPr>
                              <w:pStyle w:val="Sign-up"/>
                              <w:spacing w:line="240" w:lineRule="auto"/>
                              <w:jc w:val="center"/>
                              <w:rPr>
                                <w:b w:val="0"/>
                                <w:i w:val="0"/>
                              </w:rPr>
                            </w:pPr>
                          </w:p>
                        </w:tc>
                      </w:tr>
                      <w:tr w:rsidR="00AC7BFD" w:rsidTr="00AF385F">
                        <w:trPr>
                          <w:gridAfter w:val="1"/>
                          <w:wAfter w:w="25" w:type="dxa"/>
                          <w:trHeight w:val="317"/>
                        </w:trPr>
                        <w:tc>
                          <w:tcPr>
                            <w:tcW w:w="2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AC7BFD" w:rsidRDefault="00AC7BFD">
                            <w:pPr>
                              <w:pStyle w:val="Sign-up"/>
                              <w:spacing w:line="240" w:lineRule="auto"/>
                              <w:rPr>
                                <w:b w:val="0"/>
                                <w:i w:val="0"/>
                              </w:rPr>
                            </w:pPr>
                            <w:r>
                              <w:rPr>
                                <w:rFonts w:ascii="Wingdings" w:hAnsi="Wingdings"/>
                                <w:b w:val="0"/>
                                <w:i w:val="0"/>
                                <w:kern w:val="28"/>
                                <w:sz w:val="18"/>
                              </w:rPr>
                              <w:t></w:t>
                            </w:r>
                          </w:p>
                        </w:tc>
                        <w:tc>
                          <w:tcPr>
                            <w:tcW w:w="3130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AC7BFD" w:rsidRPr="00DC7B7F" w:rsidRDefault="00AB24A0">
                            <w:pPr>
                              <w:pStyle w:val="Sign-up"/>
                              <w:spacing w:line="240" w:lineRule="auto"/>
                              <w:rPr>
                                <w:i w:val="0"/>
                                <w:sz w:val="17"/>
                                <w:szCs w:val="17"/>
                              </w:rPr>
                            </w:pPr>
                            <w:r w:rsidRPr="00DC7B7F">
                              <w:rPr>
                                <w:i w:val="0"/>
                                <w:sz w:val="17"/>
                                <w:szCs w:val="17"/>
                              </w:rPr>
                              <w:t>Job Readiness Training (</w:t>
                            </w:r>
                            <w:r w:rsidR="00625DB3" w:rsidRPr="00DC7B7F">
                              <w:rPr>
                                <w:i w:val="0"/>
                                <w:sz w:val="17"/>
                                <w:szCs w:val="17"/>
                              </w:rPr>
                              <w:t xml:space="preserve">VAT </w:t>
                            </w:r>
                            <w:r w:rsidRPr="00DC7B7F">
                              <w:rPr>
                                <w:i w:val="0"/>
                                <w:sz w:val="17"/>
                                <w:szCs w:val="17"/>
                              </w:rPr>
                              <w:t>20</w:t>
                            </w:r>
                            <w:r w:rsidR="00625DB3" w:rsidRPr="00DC7B7F">
                              <w:rPr>
                                <w:i w:val="0"/>
                                <w:sz w:val="17"/>
                                <w:szCs w:val="17"/>
                              </w:rPr>
                              <w:t>-40</w:t>
                            </w:r>
                            <w:r w:rsidRPr="00DC7B7F">
                              <w:rPr>
                                <w:i w:val="0"/>
                                <w:sz w:val="17"/>
                                <w:szCs w:val="17"/>
                              </w:rPr>
                              <w:t xml:space="preserve"> hr.)</w:t>
                            </w:r>
                          </w:p>
                        </w:tc>
                        <w:tc>
                          <w:tcPr>
                            <w:tcW w:w="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AC7BFD" w:rsidRDefault="00AC7BFD">
                            <w:pPr>
                              <w:pStyle w:val="Sign-up"/>
                              <w:spacing w:line="240" w:lineRule="auto"/>
                              <w:jc w:val="center"/>
                              <w:rPr>
                                <w:b w:val="0"/>
                                <w:i w:val="0"/>
                              </w:rPr>
                            </w:pPr>
                          </w:p>
                        </w:tc>
                        <w:tc>
                          <w:tcPr>
                            <w:tcW w:w="6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AC7BFD" w:rsidRDefault="00AC7BFD">
                            <w:pPr>
                              <w:pStyle w:val="Sign-up"/>
                              <w:spacing w:line="240" w:lineRule="auto"/>
                              <w:jc w:val="center"/>
                              <w:rPr>
                                <w:b w:val="0"/>
                                <w:i w:val="0"/>
                              </w:rPr>
                            </w:pPr>
                          </w:p>
                        </w:tc>
                        <w:tc>
                          <w:tcPr>
                            <w:tcW w:w="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AC7BFD" w:rsidRDefault="00AC7BFD">
                            <w:pPr>
                              <w:pStyle w:val="Sign-up"/>
                              <w:spacing w:line="240" w:lineRule="auto"/>
                              <w:jc w:val="center"/>
                              <w:rPr>
                                <w:b w:val="0"/>
                                <w:i w:val="0"/>
                              </w:rPr>
                            </w:pPr>
                          </w:p>
                        </w:tc>
                      </w:tr>
                      <w:tr w:rsidR="00625DB3" w:rsidTr="00AF385F">
                        <w:trPr>
                          <w:gridAfter w:val="1"/>
                          <w:wAfter w:w="25" w:type="dxa"/>
                          <w:trHeight w:val="317"/>
                        </w:trPr>
                        <w:tc>
                          <w:tcPr>
                            <w:tcW w:w="2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Default="00625DB3" w:rsidP="00065AC9">
                            <w:pPr>
                              <w:pStyle w:val="Sign-up"/>
                              <w:spacing w:line="240" w:lineRule="auto"/>
                              <w:rPr>
                                <w:b w:val="0"/>
                                <w:i w:val="0"/>
                              </w:rPr>
                            </w:pPr>
                            <w:r>
                              <w:rPr>
                                <w:rFonts w:ascii="Wingdings" w:hAnsi="Wingdings"/>
                                <w:b w:val="0"/>
                                <w:i w:val="0"/>
                                <w:kern w:val="28"/>
                                <w:sz w:val="18"/>
                              </w:rPr>
                              <w:t></w:t>
                            </w:r>
                          </w:p>
                        </w:tc>
                        <w:tc>
                          <w:tcPr>
                            <w:tcW w:w="3130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Pr="00DC7B7F" w:rsidRDefault="00625DB3" w:rsidP="00065AC9">
                            <w:pPr>
                              <w:pStyle w:val="Sign-up"/>
                              <w:spacing w:line="240" w:lineRule="auto"/>
                              <w:rPr>
                                <w:i w:val="0"/>
                                <w:sz w:val="17"/>
                                <w:szCs w:val="17"/>
                              </w:rPr>
                            </w:pPr>
                            <w:r w:rsidRPr="00DC7B7F">
                              <w:rPr>
                                <w:i w:val="0"/>
                                <w:sz w:val="17"/>
                                <w:szCs w:val="17"/>
                              </w:rPr>
                              <w:t>Personal Social Adjustment Training</w:t>
                            </w:r>
                          </w:p>
                        </w:tc>
                        <w:tc>
                          <w:tcPr>
                            <w:tcW w:w="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Default="00625DB3">
                            <w:pPr>
                              <w:pStyle w:val="Sign-up"/>
                              <w:spacing w:line="240" w:lineRule="auto"/>
                              <w:jc w:val="center"/>
                              <w:rPr>
                                <w:b w:val="0"/>
                                <w:i w:val="0"/>
                              </w:rPr>
                            </w:pPr>
                          </w:p>
                        </w:tc>
                        <w:tc>
                          <w:tcPr>
                            <w:tcW w:w="6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Default="00625DB3">
                            <w:pPr>
                              <w:pStyle w:val="Sign-up"/>
                              <w:spacing w:line="240" w:lineRule="auto"/>
                              <w:jc w:val="center"/>
                              <w:rPr>
                                <w:b w:val="0"/>
                                <w:i w:val="0"/>
                              </w:rPr>
                            </w:pPr>
                          </w:p>
                        </w:tc>
                        <w:tc>
                          <w:tcPr>
                            <w:tcW w:w="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Default="00625DB3">
                            <w:pPr>
                              <w:pStyle w:val="Sign-up"/>
                              <w:spacing w:line="240" w:lineRule="auto"/>
                              <w:jc w:val="center"/>
                              <w:rPr>
                                <w:b w:val="0"/>
                                <w:i w:val="0"/>
                              </w:rPr>
                            </w:pPr>
                          </w:p>
                        </w:tc>
                      </w:tr>
                      <w:tr w:rsidR="00625DB3" w:rsidTr="00AF385F">
                        <w:trPr>
                          <w:gridAfter w:val="1"/>
                          <w:wAfter w:w="25" w:type="dxa"/>
                          <w:trHeight w:val="317"/>
                        </w:trPr>
                        <w:tc>
                          <w:tcPr>
                            <w:tcW w:w="2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Default="00625DB3">
                            <w:pPr>
                              <w:pStyle w:val="Sign-up"/>
                              <w:spacing w:line="240" w:lineRule="auto"/>
                              <w:rPr>
                                <w:b w:val="0"/>
                                <w:i w:val="0"/>
                              </w:rPr>
                            </w:pPr>
                            <w:r>
                              <w:rPr>
                                <w:rFonts w:ascii="Wingdings" w:hAnsi="Wingdings"/>
                                <w:b w:val="0"/>
                                <w:i w:val="0"/>
                                <w:kern w:val="28"/>
                                <w:sz w:val="18"/>
                              </w:rPr>
                              <w:t></w:t>
                            </w:r>
                          </w:p>
                        </w:tc>
                        <w:tc>
                          <w:tcPr>
                            <w:tcW w:w="3130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Pr="00DC7B7F" w:rsidRDefault="00625DB3">
                            <w:pPr>
                              <w:pStyle w:val="Sign-up"/>
                              <w:spacing w:line="240" w:lineRule="auto"/>
                              <w:rPr>
                                <w:i w:val="0"/>
                                <w:sz w:val="17"/>
                                <w:szCs w:val="17"/>
                              </w:rPr>
                            </w:pPr>
                            <w:r w:rsidRPr="00DC7B7F">
                              <w:rPr>
                                <w:i w:val="0"/>
                                <w:sz w:val="17"/>
                                <w:szCs w:val="17"/>
                              </w:rPr>
                              <w:t>Job Placement  Services</w:t>
                            </w:r>
                          </w:p>
                        </w:tc>
                        <w:tc>
                          <w:tcPr>
                            <w:tcW w:w="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Default="00625DB3">
                            <w:pPr>
                              <w:pStyle w:val="Sign-up"/>
                              <w:spacing w:line="240" w:lineRule="auto"/>
                              <w:jc w:val="center"/>
                              <w:rPr>
                                <w:b w:val="0"/>
                                <w:i w:val="0"/>
                              </w:rPr>
                            </w:pPr>
                          </w:p>
                        </w:tc>
                        <w:tc>
                          <w:tcPr>
                            <w:tcW w:w="6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Default="00625DB3">
                            <w:pPr>
                              <w:pStyle w:val="Sign-up"/>
                              <w:spacing w:line="240" w:lineRule="auto"/>
                              <w:jc w:val="center"/>
                              <w:rPr>
                                <w:b w:val="0"/>
                                <w:i w:val="0"/>
                              </w:rPr>
                            </w:pPr>
                          </w:p>
                        </w:tc>
                        <w:tc>
                          <w:tcPr>
                            <w:tcW w:w="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Default="00625DB3">
                            <w:pPr>
                              <w:pStyle w:val="Sign-up"/>
                              <w:spacing w:line="240" w:lineRule="auto"/>
                              <w:jc w:val="center"/>
                              <w:rPr>
                                <w:b w:val="0"/>
                                <w:i w:val="0"/>
                              </w:rPr>
                            </w:pPr>
                          </w:p>
                        </w:tc>
                      </w:tr>
                      <w:tr w:rsidR="00625DB3" w:rsidTr="00AF385F">
                        <w:trPr>
                          <w:gridAfter w:val="1"/>
                          <w:wAfter w:w="25" w:type="dxa"/>
                          <w:trHeight w:val="317"/>
                        </w:trPr>
                        <w:tc>
                          <w:tcPr>
                            <w:tcW w:w="2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Default="00625DB3">
                            <w:pPr>
                              <w:pStyle w:val="Sign-up"/>
                              <w:spacing w:line="240" w:lineRule="auto"/>
                              <w:rPr>
                                <w:b w:val="0"/>
                                <w:i w:val="0"/>
                              </w:rPr>
                            </w:pPr>
                            <w:r>
                              <w:rPr>
                                <w:rFonts w:ascii="Wingdings" w:hAnsi="Wingdings"/>
                                <w:b w:val="0"/>
                                <w:i w:val="0"/>
                                <w:kern w:val="28"/>
                                <w:sz w:val="18"/>
                              </w:rPr>
                              <w:t></w:t>
                            </w:r>
                          </w:p>
                        </w:tc>
                        <w:tc>
                          <w:tcPr>
                            <w:tcW w:w="3130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Pr="00DC7B7F" w:rsidRDefault="00625DB3">
                            <w:pPr>
                              <w:pStyle w:val="Sign-up"/>
                              <w:spacing w:line="240" w:lineRule="auto"/>
                              <w:rPr>
                                <w:i w:val="0"/>
                                <w:sz w:val="17"/>
                                <w:szCs w:val="17"/>
                              </w:rPr>
                            </w:pPr>
                            <w:r w:rsidRPr="00DC7B7F">
                              <w:rPr>
                                <w:i w:val="0"/>
                                <w:sz w:val="17"/>
                                <w:szCs w:val="17"/>
                              </w:rPr>
                              <w:t>Supported Employment  Service</w:t>
                            </w:r>
                          </w:p>
                        </w:tc>
                        <w:tc>
                          <w:tcPr>
                            <w:tcW w:w="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Default="00625DB3">
                            <w:pPr>
                              <w:pStyle w:val="Sign-up"/>
                              <w:spacing w:line="240" w:lineRule="auto"/>
                              <w:jc w:val="center"/>
                              <w:rPr>
                                <w:b w:val="0"/>
                                <w:i w:val="0"/>
                              </w:rPr>
                            </w:pPr>
                          </w:p>
                        </w:tc>
                        <w:tc>
                          <w:tcPr>
                            <w:tcW w:w="6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Default="00625DB3">
                            <w:pPr>
                              <w:pStyle w:val="Sign-up"/>
                              <w:spacing w:line="240" w:lineRule="auto"/>
                              <w:jc w:val="center"/>
                              <w:rPr>
                                <w:b w:val="0"/>
                                <w:i w:val="0"/>
                              </w:rPr>
                            </w:pPr>
                          </w:p>
                        </w:tc>
                        <w:tc>
                          <w:tcPr>
                            <w:tcW w:w="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Default="00625DB3">
                            <w:pPr>
                              <w:pStyle w:val="Sign-up"/>
                              <w:spacing w:line="240" w:lineRule="auto"/>
                              <w:jc w:val="center"/>
                              <w:rPr>
                                <w:b w:val="0"/>
                                <w:i w:val="0"/>
                              </w:rPr>
                            </w:pPr>
                          </w:p>
                        </w:tc>
                      </w:tr>
                      <w:tr w:rsidR="00625DB3" w:rsidTr="00AF385F">
                        <w:trPr>
                          <w:gridAfter w:val="1"/>
                          <w:wAfter w:w="25" w:type="dxa"/>
                          <w:trHeight w:val="317"/>
                        </w:trPr>
                        <w:tc>
                          <w:tcPr>
                            <w:tcW w:w="2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Default="00625DB3">
                            <w:pPr>
                              <w:pStyle w:val="Sign-up"/>
                              <w:spacing w:line="240" w:lineRule="auto"/>
                              <w:rPr>
                                <w:b w:val="0"/>
                                <w:i w:val="0"/>
                              </w:rPr>
                            </w:pPr>
                            <w:r>
                              <w:rPr>
                                <w:rFonts w:ascii="Wingdings" w:hAnsi="Wingdings"/>
                                <w:b w:val="0"/>
                                <w:i w:val="0"/>
                                <w:kern w:val="28"/>
                                <w:sz w:val="18"/>
                              </w:rPr>
                              <w:t></w:t>
                            </w:r>
                          </w:p>
                        </w:tc>
                        <w:tc>
                          <w:tcPr>
                            <w:tcW w:w="3130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Pr="00DC7B7F" w:rsidRDefault="00625DB3" w:rsidP="00AB24A0">
                            <w:pPr>
                              <w:pStyle w:val="Sign-up"/>
                              <w:spacing w:line="240" w:lineRule="auto"/>
                              <w:rPr>
                                <w:i w:val="0"/>
                                <w:sz w:val="17"/>
                                <w:szCs w:val="17"/>
                              </w:rPr>
                            </w:pPr>
                            <w:r w:rsidRPr="00DC7B7F">
                              <w:rPr>
                                <w:i w:val="0"/>
                                <w:sz w:val="17"/>
                                <w:szCs w:val="17"/>
                              </w:rPr>
                              <w:t xml:space="preserve">Basic </w:t>
                            </w:r>
                            <w:r w:rsidR="00DC7B7F">
                              <w:rPr>
                                <w:i w:val="0"/>
                                <w:sz w:val="17"/>
                                <w:szCs w:val="17"/>
                              </w:rPr>
                              <w:t>Computer -</w:t>
                            </w:r>
                            <w:r w:rsidRPr="00DC7B7F">
                              <w:rPr>
                                <w:i w:val="0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="00DC7B7F">
                              <w:rPr>
                                <w:i w:val="0"/>
                                <w:sz w:val="17"/>
                                <w:szCs w:val="17"/>
                              </w:rPr>
                              <w:t xml:space="preserve">Typing </w:t>
                            </w:r>
                            <w:r w:rsidRPr="00DC7B7F">
                              <w:rPr>
                                <w:i w:val="0"/>
                                <w:sz w:val="17"/>
                                <w:szCs w:val="17"/>
                              </w:rPr>
                              <w:t>Training</w:t>
                            </w:r>
                          </w:p>
                        </w:tc>
                        <w:tc>
                          <w:tcPr>
                            <w:tcW w:w="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Default="00625DB3">
                            <w:pPr>
                              <w:pStyle w:val="Sign-up"/>
                              <w:spacing w:line="240" w:lineRule="auto"/>
                              <w:jc w:val="center"/>
                              <w:rPr>
                                <w:b w:val="0"/>
                                <w:i w:val="0"/>
                              </w:rPr>
                            </w:pPr>
                          </w:p>
                        </w:tc>
                        <w:tc>
                          <w:tcPr>
                            <w:tcW w:w="6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Default="00625DB3">
                            <w:pPr>
                              <w:pStyle w:val="Sign-up"/>
                              <w:spacing w:line="240" w:lineRule="auto"/>
                              <w:jc w:val="center"/>
                              <w:rPr>
                                <w:b w:val="0"/>
                                <w:i w:val="0"/>
                              </w:rPr>
                            </w:pPr>
                          </w:p>
                        </w:tc>
                        <w:tc>
                          <w:tcPr>
                            <w:tcW w:w="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Default="00625DB3">
                            <w:pPr>
                              <w:pStyle w:val="Sign-up"/>
                              <w:spacing w:line="240" w:lineRule="auto"/>
                              <w:jc w:val="center"/>
                              <w:rPr>
                                <w:b w:val="0"/>
                                <w:i w:val="0"/>
                              </w:rPr>
                            </w:pPr>
                          </w:p>
                        </w:tc>
                      </w:tr>
                      <w:tr w:rsidR="00625DB3" w:rsidTr="00AF385F">
                        <w:trPr>
                          <w:gridAfter w:val="1"/>
                          <w:wAfter w:w="25" w:type="dxa"/>
                          <w:trHeight w:val="317"/>
                        </w:trPr>
                        <w:tc>
                          <w:tcPr>
                            <w:tcW w:w="2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Default="00625DB3">
                            <w:pPr>
                              <w:pStyle w:val="Sign-up"/>
                              <w:spacing w:line="240" w:lineRule="auto"/>
                              <w:rPr>
                                <w:b w:val="0"/>
                                <w:i w:val="0"/>
                              </w:rPr>
                            </w:pPr>
                            <w:r>
                              <w:rPr>
                                <w:rFonts w:ascii="Wingdings" w:hAnsi="Wingdings"/>
                                <w:b w:val="0"/>
                                <w:i w:val="0"/>
                                <w:kern w:val="28"/>
                                <w:sz w:val="18"/>
                              </w:rPr>
                              <w:t></w:t>
                            </w:r>
                          </w:p>
                        </w:tc>
                        <w:tc>
                          <w:tcPr>
                            <w:tcW w:w="3130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Pr="00DC7B7F" w:rsidRDefault="00DC7B7F">
                            <w:pPr>
                              <w:pStyle w:val="Sign-up"/>
                              <w:spacing w:line="240" w:lineRule="auto"/>
                              <w:rPr>
                                <w:i w:val="0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i w:val="0"/>
                                <w:sz w:val="17"/>
                                <w:szCs w:val="17"/>
                              </w:rPr>
                              <w:t>Job Coaching</w:t>
                            </w:r>
                            <w:r w:rsidR="00625DB3" w:rsidRPr="00DC7B7F">
                              <w:rPr>
                                <w:i w:val="0"/>
                                <w:sz w:val="17"/>
                                <w:szCs w:val="17"/>
                              </w:rPr>
                              <w:t xml:space="preserve"> or Job Training Services</w:t>
                            </w:r>
                          </w:p>
                        </w:tc>
                        <w:tc>
                          <w:tcPr>
                            <w:tcW w:w="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Default="00625DB3">
                            <w:pPr>
                              <w:pStyle w:val="Sign-up"/>
                              <w:spacing w:line="240" w:lineRule="auto"/>
                              <w:jc w:val="center"/>
                              <w:rPr>
                                <w:b w:val="0"/>
                                <w:i w:val="0"/>
                              </w:rPr>
                            </w:pPr>
                          </w:p>
                        </w:tc>
                        <w:tc>
                          <w:tcPr>
                            <w:tcW w:w="6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Default="00625DB3">
                            <w:pPr>
                              <w:pStyle w:val="Sign-up"/>
                              <w:spacing w:line="240" w:lineRule="auto"/>
                              <w:jc w:val="center"/>
                              <w:rPr>
                                <w:b w:val="0"/>
                                <w:i w:val="0"/>
                              </w:rPr>
                            </w:pPr>
                          </w:p>
                        </w:tc>
                        <w:tc>
                          <w:tcPr>
                            <w:tcW w:w="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Default="00625DB3">
                            <w:pPr>
                              <w:pStyle w:val="Sign-up"/>
                              <w:spacing w:line="240" w:lineRule="auto"/>
                              <w:jc w:val="center"/>
                              <w:rPr>
                                <w:b w:val="0"/>
                                <w:i w:val="0"/>
                              </w:rPr>
                            </w:pPr>
                          </w:p>
                        </w:tc>
                      </w:tr>
                      <w:tr w:rsidR="00625DB3" w:rsidTr="00AD6A03">
                        <w:trPr>
                          <w:cantSplit/>
                          <w:trHeight w:hRule="exact" w:val="345"/>
                        </w:trPr>
                        <w:tc>
                          <w:tcPr>
                            <w:tcW w:w="4140" w:type="dxa"/>
                            <w:gridSpan w:val="9"/>
                            <w:tcBorders>
                              <w:top w:val="nil"/>
                              <w:left w:val="nil"/>
                              <w:bottom w:val="single" w:sz="6" w:space="0" w:color="auto"/>
                              <w:right w:val="nil"/>
                            </w:tcBorders>
                          </w:tcPr>
                          <w:p w:rsidR="00625DB3" w:rsidRDefault="00625DB3">
                            <w:pPr>
                              <w:pStyle w:val="Sign-up"/>
                              <w:spacing w:line="240" w:lineRule="auto"/>
                              <w:rPr>
                                <w:b w:val="0"/>
                                <w:i w:val="0"/>
                              </w:rPr>
                            </w:pPr>
                          </w:p>
                        </w:tc>
                      </w:tr>
                      <w:tr w:rsidR="00625DB3" w:rsidTr="00AD6A03">
                        <w:trPr>
                          <w:cantSplit/>
                          <w:trHeight w:hRule="exact" w:val="317"/>
                        </w:trPr>
                        <w:tc>
                          <w:tcPr>
                            <w:tcW w:w="4140" w:type="dxa"/>
                            <w:gridSpan w:val="9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</w:tcBorders>
                          </w:tcPr>
                          <w:p w:rsidR="00625DB3" w:rsidRPr="00AB24A0" w:rsidRDefault="00625DB3">
                            <w:pPr>
                              <w:pStyle w:val="Sign-up"/>
                              <w:spacing w:line="240" w:lineRule="auto"/>
                              <w:rPr>
                                <w:i w:val="0"/>
                                <w:color w:val="403152" w:themeColor="accent4" w:themeShade="80"/>
                              </w:rPr>
                            </w:pPr>
                            <w:r w:rsidRPr="00AB24A0">
                              <w:rPr>
                                <w:i w:val="0"/>
                                <w:color w:val="403152" w:themeColor="accent4" w:themeShade="80"/>
                              </w:rPr>
                              <w:t>Name</w:t>
                            </w:r>
                          </w:p>
                        </w:tc>
                      </w:tr>
                      <w:tr w:rsidR="00625DB3" w:rsidTr="00AD6A03">
                        <w:trPr>
                          <w:cantSplit/>
                          <w:trHeight w:hRule="exact" w:val="317"/>
                        </w:trPr>
                        <w:tc>
                          <w:tcPr>
                            <w:tcW w:w="4140" w:type="dxa"/>
                            <w:gridSpan w:val="9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</w:tcBorders>
                          </w:tcPr>
                          <w:p w:rsidR="00625DB3" w:rsidRPr="00AB24A0" w:rsidRDefault="00C97095">
                            <w:pPr>
                              <w:pStyle w:val="Sign-up"/>
                              <w:spacing w:line="240" w:lineRule="auto"/>
                              <w:rPr>
                                <w:i w:val="0"/>
                                <w:color w:val="403152" w:themeColor="accent4" w:themeShade="80"/>
                              </w:rPr>
                            </w:pPr>
                            <w:r>
                              <w:rPr>
                                <w:i w:val="0"/>
                                <w:color w:val="403152" w:themeColor="accent4" w:themeShade="80"/>
                              </w:rPr>
                              <w:t>Full Mailing Address</w:t>
                            </w:r>
                          </w:p>
                        </w:tc>
                      </w:tr>
                      <w:tr w:rsidR="00625DB3" w:rsidTr="00AD6A03">
                        <w:trPr>
                          <w:cantSplit/>
                          <w:trHeight w:hRule="exact" w:val="317"/>
                        </w:trPr>
                        <w:tc>
                          <w:tcPr>
                            <w:tcW w:w="4140" w:type="dxa"/>
                            <w:gridSpan w:val="9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</w:tcBorders>
                          </w:tcPr>
                          <w:p w:rsidR="00625DB3" w:rsidRPr="00AB24A0" w:rsidRDefault="00625DB3">
                            <w:pPr>
                              <w:pStyle w:val="Sign-up"/>
                              <w:spacing w:line="240" w:lineRule="auto"/>
                              <w:rPr>
                                <w:i w:val="0"/>
                                <w:color w:val="403152" w:themeColor="accent4" w:themeShade="80"/>
                              </w:rPr>
                            </w:pPr>
                          </w:p>
                        </w:tc>
                      </w:tr>
                      <w:tr w:rsidR="00625DB3" w:rsidTr="00AD6A03">
                        <w:trPr>
                          <w:cantSplit/>
                          <w:trHeight w:hRule="exact" w:val="317"/>
                        </w:trPr>
                        <w:tc>
                          <w:tcPr>
                            <w:tcW w:w="4140" w:type="dxa"/>
                            <w:gridSpan w:val="9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</w:tcBorders>
                          </w:tcPr>
                          <w:p w:rsidR="00625DB3" w:rsidRPr="00AB24A0" w:rsidRDefault="00625DB3">
                            <w:pPr>
                              <w:pStyle w:val="Sign-up"/>
                              <w:spacing w:line="240" w:lineRule="auto"/>
                              <w:rPr>
                                <w:i w:val="0"/>
                                <w:color w:val="403152" w:themeColor="accent4" w:themeShade="80"/>
                              </w:rPr>
                            </w:pPr>
                          </w:p>
                        </w:tc>
                      </w:tr>
                      <w:tr w:rsidR="00625DB3" w:rsidTr="00AD6A03">
                        <w:trPr>
                          <w:cantSplit/>
                          <w:trHeight w:val="314"/>
                        </w:trPr>
                        <w:tc>
                          <w:tcPr>
                            <w:tcW w:w="4140" w:type="dxa"/>
                            <w:gridSpan w:val="9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</w:tcBorders>
                          </w:tcPr>
                          <w:p w:rsidR="00625DB3" w:rsidRPr="00AB24A0" w:rsidRDefault="00625DB3">
                            <w:pPr>
                              <w:pStyle w:val="Sign-up"/>
                              <w:spacing w:line="240" w:lineRule="auto"/>
                              <w:rPr>
                                <w:i w:val="0"/>
                                <w:color w:val="403152" w:themeColor="accent4" w:themeShade="80"/>
                              </w:rPr>
                            </w:pPr>
                            <w:r w:rsidRPr="00AB24A0">
                              <w:rPr>
                                <w:i w:val="0"/>
                                <w:color w:val="403152" w:themeColor="accent4" w:themeShade="80"/>
                              </w:rPr>
                              <w:t>Phone</w:t>
                            </w:r>
                          </w:p>
                        </w:tc>
                      </w:tr>
                      <w:tr w:rsidR="00625DB3" w:rsidTr="00AD6A03">
                        <w:trPr>
                          <w:cantSplit/>
                          <w:trHeight w:hRule="exact" w:val="313"/>
                        </w:trPr>
                        <w:tc>
                          <w:tcPr>
                            <w:tcW w:w="4140" w:type="dxa"/>
                            <w:gridSpan w:val="9"/>
                            <w:tcBorders>
                              <w:top w:val="single" w:sz="6" w:space="0" w:color="auto"/>
                              <w:left w:val="nil"/>
                            </w:tcBorders>
                          </w:tcPr>
                          <w:p w:rsidR="00625DB3" w:rsidRPr="00AB24A0" w:rsidRDefault="00625DB3">
                            <w:pPr>
                              <w:pStyle w:val="Sign-up"/>
                              <w:spacing w:line="240" w:lineRule="auto"/>
                              <w:rPr>
                                <w:i w:val="0"/>
                                <w:color w:val="403152" w:themeColor="accent4" w:themeShade="80"/>
                              </w:rPr>
                            </w:pPr>
                            <w:r w:rsidRPr="00AB24A0">
                              <w:rPr>
                                <w:i w:val="0"/>
                                <w:color w:val="403152" w:themeColor="accent4" w:themeShade="80"/>
                              </w:rPr>
                              <w:t>E-mail</w:t>
                            </w:r>
                          </w:p>
                        </w:tc>
                      </w:tr>
                      <w:tr w:rsidR="00625DB3" w:rsidTr="00AD6A03">
                        <w:trPr>
                          <w:cantSplit/>
                          <w:trHeight w:val="317"/>
                        </w:trPr>
                        <w:tc>
                          <w:tcPr>
                            <w:tcW w:w="4140" w:type="dxa"/>
                            <w:gridSpan w:val="9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25DB3" w:rsidRPr="00C726A5" w:rsidRDefault="00625DB3">
                            <w:pPr>
                              <w:pStyle w:val="Sign-up"/>
                              <w:spacing w:line="240" w:lineRule="auto"/>
                              <w:rPr>
                                <w:i w:val="0"/>
                                <w:color w:val="993300"/>
                                <w:sz w:val="20"/>
                                <w:szCs w:val="20"/>
                              </w:rPr>
                            </w:pPr>
                          </w:p>
                          <w:p w:rsidR="00625DB3" w:rsidRPr="00C726A5" w:rsidRDefault="00C97095" w:rsidP="00C97095">
                            <w:pPr>
                              <w:pStyle w:val="Sign-up"/>
                              <w:spacing w:line="240" w:lineRule="auto"/>
                              <w:jc w:val="center"/>
                              <w:rPr>
                                <w:i w:val="0"/>
                                <w:color w:val="9933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 w:val="0"/>
                                <w:color w:val="403152" w:themeColor="accent4" w:themeShade="80"/>
                                <w:sz w:val="20"/>
                                <w:szCs w:val="20"/>
                              </w:rPr>
                              <w:t>Please Check All That Apply To You!</w:t>
                            </w:r>
                          </w:p>
                        </w:tc>
                      </w:tr>
                      <w:tr w:rsidR="00625DB3" w:rsidTr="00AD6A03">
                        <w:trPr>
                          <w:cantSplit/>
                          <w:trHeight w:val="317"/>
                        </w:trPr>
                        <w:tc>
                          <w:tcPr>
                            <w:tcW w:w="3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Default="00625DB3">
                            <w:pPr>
                              <w:pStyle w:val="Sign-up"/>
                              <w:spacing w:line="240" w:lineRule="auto"/>
                              <w:rPr>
                                <w:b w:val="0"/>
                                <w:i w:val="0"/>
                              </w:rPr>
                            </w:pPr>
                            <w:r>
                              <w:rPr>
                                <w:rFonts w:ascii="Wingdings" w:hAnsi="Wingdings"/>
                                <w:b w:val="0"/>
                                <w:i w:val="0"/>
                                <w:kern w:val="28"/>
                                <w:sz w:val="18"/>
                              </w:rPr>
                              <w:t>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Default="00C726A5">
                            <w:pPr>
                              <w:pStyle w:val="Sign-up"/>
                              <w:spacing w:line="240" w:lineRule="auto"/>
                              <w:rPr>
                                <w:b w:val="0"/>
                                <w:i w:val="0"/>
                              </w:rPr>
                            </w:pPr>
                            <w:r>
                              <w:rPr>
                                <w:b w:val="0"/>
                                <w:i w:val="0"/>
                              </w:rPr>
                              <w:t>Veteran</w:t>
                            </w: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Default="00625DB3">
                            <w:pPr>
                              <w:pStyle w:val="Sign-up"/>
                              <w:spacing w:line="240" w:lineRule="auto"/>
                              <w:rPr>
                                <w:b w:val="0"/>
                                <w:i w:val="0"/>
                              </w:rPr>
                            </w:pPr>
                            <w:r>
                              <w:rPr>
                                <w:rFonts w:ascii="Wingdings" w:hAnsi="Wingdings"/>
                                <w:b w:val="0"/>
                                <w:i w:val="0"/>
                                <w:kern w:val="28"/>
                                <w:sz w:val="18"/>
                              </w:rPr>
                              <w:t></w:t>
                            </w:r>
                          </w:p>
                        </w:tc>
                        <w:tc>
                          <w:tcPr>
                            <w:tcW w:w="1980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Default="00C97095">
                            <w:pPr>
                              <w:pStyle w:val="Sign-up"/>
                              <w:spacing w:line="240" w:lineRule="auto"/>
                              <w:rPr>
                                <w:b w:val="0"/>
                                <w:i w:val="0"/>
                              </w:rPr>
                            </w:pPr>
                            <w:r>
                              <w:rPr>
                                <w:b w:val="0"/>
                                <w:i w:val="0"/>
                              </w:rPr>
                              <w:t xml:space="preserve">Receive </w:t>
                            </w:r>
                            <w:r w:rsidR="00C726A5">
                              <w:rPr>
                                <w:b w:val="0"/>
                                <w:i w:val="0"/>
                              </w:rPr>
                              <w:t>Social Security</w:t>
                            </w:r>
                          </w:p>
                        </w:tc>
                      </w:tr>
                      <w:tr w:rsidR="00625DB3" w:rsidTr="00AD6A03">
                        <w:trPr>
                          <w:cantSplit/>
                          <w:trHeight w:val="317"/>
                        </w:trPr>
                        <w:tc>
                          <w:tcPr>
                            <w:tcW w:w="3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Default="00625DB3">
                            <w:pPr>
                              <w:pStyle w:val="Sign-up"/>
                              <w:spacing w:line="240" w:lineRule="auto"/>
                              <w:rPr>
                                <w:b w:val="0"/>
                                <w:i w:val="0"/>
                              </w:rPr>
                            </w:pPr>
                            <w:r>
                              <w:rPr>
                                <w:rFonts w:ascii="Wingdings" w:hAnsi="Wingdings"/>
                                <w:b w:val="0"/>
                                <w:i w:val="0"/>
                                <w:kern w:val="28"/>
                                <w:sz w:val="18"/>
                              </w:rPr>
                              <w:t>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Default="00C726A5">
                            <w:pPr>
                              <w:pStyle w:val="Sign-up"/>
                              <w:spacing w:line="240" w:lineRule="auto"/>
                              <w:rPr>
                                <w:b w:val="0"/>
                                <w:i w:val="0"/>
                              </w:rPr>
                            </w:pPr>
                            <w:r>
                              <w:rPr>
                                <w:b w:val="0"/>
                                <w:i w:val="0"/>
                              </w:rPr>
                              <w:t>Senior (over 55)</w:t>
                            </w: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Default="00625DB3">
                            <w:pPr>
                              <w:pStyle w:val="Sign-up"/>
                              <w:spacing w:line="240" w:lineRule="auto"/>
                              <w:rPr>
                                <w:b w:val="0"/>
                                <w:i w:val="0"/>
                              </w:rPr>
                            </w:pPr>
                            <w:r>
                              <w:rPr>
                                <w:rFonts w:ascii="Wingdings" w:hAnsi="Wingdings"/>
                                <w:b w:val="0"/>
                                <w:i w:val="0"/>
                                <w:kern w:val="28"/>
                                <w:sz w:val="18"/>
                              </w:rPr>
                              <w:t></w:t>
                            </w:r>
                          </w:p>
                        </w:tc>
                        <w:tc>
                          <w:tcPr>
                            <w:tcW w:w="1980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25DB3" w:rsidRDefault="00C97095">
                            <w:pPr>
                              <w:pStyle w:val="Sign-up"/>
                              <w:spacing w:line="240" w:lineRule="auto"/>
                              <w:rPr>
                                <w:b w:val="0"/>
                                <w:i w:val="0"/>
                              </w:rPr>
                            </w:pPr>
                            <w:r>
                              <w:rPr>
                                <w:b w:val="0"/>
                                <w:i w:val="0"/>
                              </w:rPr>
                              <w:t>Criminal Background</w:t>
                            </w:r>
                          </w:p>
                        </w:tc>
                      </w:tr>
                      <w:tr w:rsidR="00F816A2" w:rsidTr="003B2C4B">
                        <w:trPr>
                          <w:cantSplit/>
                          <w:trHeight w:val="417"/>
                        </w:trPr>
                        <w:tc>
                          <w:tcPr>
                            <w:tcW w:w="3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F816A2" w:rsidRDefault="00F816A2">
                            <w:pPr>
                              <w:pStyle w:val="Sign-up"/>
                              <w:spacing w:line="240" w:lineRule="auto"/>
                              <w:rPr>
                                <w:b w:val="0"/>
                                <w:i w:val="0"/>
                              </w:rPr>
                            </w:pPr>
                            <w:r>
                              <w:rPr>
                                <w:rFonts w:ascii="Wingdings" w:hAnsi="Wingdings"/>
                                <w:b w:val="0"/>
                                <w:i w:val="0"/>
                                <w:kern w:val="28"/>
                                <w:sz w:val="18"/>
                              </w:rPr>
                              <w:t>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F816A2" w:rsidRDefault="00C97095">
                            <w:pPr>
                              <w:pStyle w:val="Sign-up"/>
                              <w:spacing w:line="240" w:lineRule="auto"/>
                              <w:rPr>
                                <w:b w:val="0"/>
                                <w:i w:val="0"/>
                              </w:rPr>
                            </w:pPr>
                            <w:r>
                              <w:rPr>
                                <w:b w:val="0"/>
                                <w:i w:val="0"/>
                              </w:rPr>
                              <w:t>1</w:t>
                            </w:r>
                            <w:r w:rsidRPr="00C97095">
                              <w:rPr>
                                <w:b w:val="0"/>
                                <w:i w:val="0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b w:val="0"/>
                                <w:i w:val="0"/>
                              </w:rPr>
                              <w:t xml:space="preserve"> </w:t>
                            </w:r>
                            <w:r w:rsidR="003B2C4B">
                              <w:rPr>
                                <w:b w:val="0"/>
                                <w:i w:val="0"/>
                              </w:rPr>
                              <w:t>Time Job Seeker</w:t>
                            </w:r>
                          </w:p>
                        </w:tc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F816A2" w:rsidRDefault="00F816A2" w:rsidP="00065AC9">
                            <w:pPr>
                              <w:pStyle w:val="Sign-up"/>
                              <w:spacing w:line="240" w:lineRule="auto"/>
                              <w:rPr>
                                <w:b w:val="0"/>
                                <w:i w:val="0"/>
                              </w:rPr>
                            </w:pPr>
                            <w:r>
                              <w:rPr>
                                <w:rFonts w:ascii="Wingdings" w:hAnsi="Wingdings"/>
                                <w:b w:val="0"/>
                                <w:i w:val="0"/>
                                <w:kern w:val="28"/>
                                <w:sz w:val="18"/>
                              </w:rPr>
                              <w:t></w:t>
                            </w:r>
                          </w:p>
                        </w:tc>
                        <w:tc>
                          <w:tcPr>
                            <w:tcW w:w="1980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F816A2" w:rsidRPr="00625DB3" w:rsidRDefault="00C97095" w:rsidP="00065AC9">
                            <w:pPr>
                              <w:pStyle w:val="Sign-up"/>
                              <w:spacing w:line="240" w:lineRule="auto"/>
                              <w:rPr>
                                <w:b w:val="0"/>
                                <w:i w:val="0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b w:val="0"/>
                                <w:i w:val="0"/>
                                <w:sz w:val="17"/>
                                <w:szCs w:val="17"/>
                              </w:rPr>
                              <w:t>Gaps in Employment</w:t>
                            </w:r>
                          </w:p>
                        </w:tc>
                      </w:tr>
                    </w:tbl>
                    <w:p w:rsidR="00AC7BFD" w:rsidRDefault="00AC7BFD">
                      <w:pPr>
                        <w:pStyle w:val="Sign-up"/>
                        <w:spacing w:line="240" w:lineRule="auto"/>
                        <w:rPr>
                          <w:b w:val="0"/>
                          <w:i w:val="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A948E9" w:rsidRDefault="00C47542" w:rsidP="000A25BE">
      <w:pPr>
        <w:pStyle w:val="OrgName1"/>
        <w:jc w:val="center"/>
      </w:pPr>
      <w:r>
        <w:rPr>
          <w:noProof/>
        </w:rPr>
        <w:t xml:space="preserve"> </w:t>
      </w:r>
      <w:r w:rsidR="00A948E9">
        <w:rPr>
          <w:noProof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7ED4DBB5" wp14:editId="46FD994D">
                <wp:simplePos x="0" y="0"/>
                <wp:positionH relativeFrom="page">
                  <wp:posOffset>276226</wp:posOffset>
                </wp:positionH>
                <wp:positionV relativeFrom="page">
                  <wp:posOffset>1266825</wp:posOffset>
                </wp:positionV>
                <wp:extent cx="2895600" cy="6296025"/>
                <wp:effectExtent l="0" t="0" r="0" b="9525"/>
                <wp:wrapNone/>
                <wp:docPr id="10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6296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64FC" w:rsidRPr="00DC7B7F" w:rsidRDefault="001364FC" w:rsidP="009146AB">
                            <w:pPr>
                              <w:pStyle w:val="Contact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  <w:r w:rsidRPr="00DC7B7F">
                              <w:rPr>
                                <w:rStyle w:val="Strong"/>
                                <w:rFonts w:ascii="Georgia" w:hAnsi="Georgia"/>
                                <w:i/>
                                <w:iCs/>
                                <w:color w:val="5C28F0"/>
                                <w:kern w:val="0"/>
                                <w:sz w:val="24"/>
                              </w:rPr>
                              <w:t>Specializes in</w:t>
                            </w:r>
                            <w:r w:rsidRPr="00DC7B7F">
                              <w:rPr>
                                <w:b/>
                                <w:bCs/>
                                <w:color w:val="5C28F0"/>
                                <w:sz w:val="24"/>
                              </w:rPr>
                              <w:t> </w:t>
                            </w:r>
                            <w:r w:rsidRPr="00DC7B7F">
                              <w:rPr>
                                <w:b/>
                                <w:bCs/>
                                <w:color w:val="auto"/>
                                <w:sz w:val="23"/>
                                <w:szCs w:val="23"/>
                              </w:rPr>
                              <w:t>employment services and job readiness training that meets the needs of the community.</w:t>
                            </w:r>
                          </w:p>
                          <w:p w:rsidR="001364FC" w:rsidRPr="00DC7B7F" w:rsidRDefault="001364FC" w:rsidP="009146AB">
                            <w:pPr>
                              <w:pStyle w:val="Contact"/>
                              <w:rPr>
                                <w:b/>
                                <w:color w:val="3D0EC2"/>
                                <w:sz w:val="20"/>
                                <w:szCs w:val="20"/>
                              </w:rPr>
                            </w:pPr>
                          </w:p>
                          <w:p w:rsidR="001364FC" w:rsidRPr="00DC7B7F" w:rsidRDefault="001364FC" w:rsidP="009146AB">
                            <w:pPr>
                              <w:pStyle w:val="Contact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  <w:r w:rsidRPr="00DC7B7F">
                              <w:rPr>
                                <w:rStyle w:val="Strong"/>
                                <w:rFonts w:ascii="Georgia" w:hAnsi="Georgia"/>
                                <w:i/>
                                <w:iCs/>
                                <w:color w:val="5C28F0"/>
                                <w:kern w:val="0"/>
                                <w:sz w:val="24"/>
                              </w:rPr>
                              <w:t>Providing a</w:t>
                            </w:r>
                            <w:r w:rsidRPr="00DC7B7F">
                              <w:rPr>
                                <w:b/>
                                <w:bCs/>
                                <w:color w:val="5C28F0"/>
                                <w:sz w:val="24"/>
                              </w:rPr>
                              <w:t xml:space="preserve"> </w:t>
                            </w:r>
                            <w:r w:rsidRPr="00DC7B7F">
                              <w:rPr>
                                <w:b/>
                                <w:bCs/>
                                <w:color w:val="auto"/>
                                <w:sz w:val="23"/>
                                <w:szCs w:val="23"/>
                              </w:rPr>
                              <w:t>venue where consumers and employers can get together</w:t>
                            </w:r>
                            <w:r w:rsidR="0046313A" w:rsidRPr="00DC7B7F">
                              <w:rPr>
                                <w:b/>
                                <w:bCs/>
                                <w:color w:val="auto"/>
                                <w:sz w:val="23"/>
                                <w:szCs w:val="23"/>
                              </w:rPr>
                              <w:t>.</w:t>
                            </w:r>
                            <w:r w:rsidRPr="00DC7B7F">
                              <w:rPr>
                                <w:b/>
                                <w:bCs/>
                                <w:color w:val="auto"/>
                                <w:sz w:val="23"/>
                                <w:szCs w:val="23"/>
                              </w:rPr>
                              <w:t xml:space="preserve"> </w:t>
                            </w:r>
                          </w:p>
                          <w:p w:rsidR="001364FC" w:rsidRPr="00DC7B7F" w:rsidRDefault="001364FC" w:rsidP="009146AB">
                            <w:pPr>
                              <w:pStyle w:val="Contact"/>
                              <w:rPr>
                                <w:b/>
                                <w:color w:val="auto"/>
                                <w:sz w:val="16"/>
                                <w:szCs w:val="16"/>
                              </w:rPr>
                            </w:pPr>
                          </w:p>
                          <w:p w:rsidR="001364FC" w:rsidRPr="00DC7B7F" w:rsidRDefault="001364FC" w:rsidP="009146AB">
                            <w:pPr>
                              <w:pStyle w:val="Contact"/>
                              <w:rPr>
                                <w:b/>
                                <w:bCs/>
                                <w:color w:val="auto"/>
                                <w:sz w:val="23"/>
                                <w:szCs w:val="23"/>
                              </w:rPr>
                            </w:pPr>
                            <w:r w:rsidRPr="00DC7B7F">
                              <w:rPr>
                                <w:rStyle w:val="Strong"/>
                                <w:rFonts w:ascii="Georgia" w:hAnsi="Georgia"/>
                                <w:i/>
                                <w:iCs/>
                                <w:color w:val="5C28F0"/>
                                <w:kern w:val="0"/>
                                <w:sz w:val="24"/>
                              </w:rPr>
                              <w:t>Dedicated to</w:t>
                            </w:r>
                            <w:r w:rsidRPr="00DC7B7F">
                              <w:rPr>
                                <w:b/>
                                <w:bCs/>
                                <w:color w:val="5C28F0"/>
                                <w:sz w:val="24"/>
                              </w:rPr>
                              <w:t> </w:t>
                            </w:r>
                            <w:r w:rsidRPr="00DC7B7F">
                              <w:rPr>
                                <w:b/>
                                <w:bCs/>
                                <w:color w:val="auto"/>
                                <w:sz w:val="23"/>
                                <w:szCs w:val="23"/>
                              </w:rPr>
                              <w:t>supporting the employment goals of everyone we assist. We do this by first focusing on their abilities, strengths, and interests then considering barriers or disabilities. </w:t>
                            </w:r>
                          </w:p>
                          <w:p w:rsidR="000804F0" w:rsidRPr="00DC7B7F" w:rsidRDefault="000804F0" w:rsidP="009146AB">
                            <w:pPr>
                              <w:pStyle w:val="Contact"/>
                              <w:rPr>
                                <w:b/>
                                <w:color w:val="auto"/>
                                <w:szCs w:val="22"/>
                              </w:rPr>
                            </w:pPr>
                          </w:p>
                          <w:p w:rsidR="001364FC" w:rsidRPr="00DC7B7F" w:rsidRDefault="001364FC" w:rsidP="009146AB">
                            <w:pPr>
                              <w:pStyle w:val="Contact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:rsidR="009146AB" w:rsidRPr="00DC7B7F" w:rsidRDefault="009146AB" w:rsidP="009146AB">
                            <w:pPr>
                              <w:pStyle w:val="Contact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:rsidR="009146AB" w:rsidRPr="00DC7B7F" w:rsidRDefault="009146AB" w:rsidP="009146AB">
                            <w:pPr>
                              <w:pStyle w:val="Contact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:rsidR="009146AB" w:rsidRPr="00DC7B7F" w:rsidRDefault="009146AB" w:rsidP="009146AB">
                            <w:pPr>
                              <w:pStyle w:val="Contact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:rsidR="009146AB" w:rsidRPr="00DC7B7F" w:rsidRDefault="009146AB" w:rsidP="009146AB">
                            <w:pPr>
                              <w:pStyle w:val="Contact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:rsidR="009146AB" w:rsidRPr="00DC7B7F" w:rsidRDefault="009146AB" w:rsidP="009146AB">
                            <w:pPr>
                              <w:pStyle w:val="Contact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:rsidR="009146AB" w:rsidRPr="00DC7B7F" w:rsidRDefault="009146AB" w:rsidP="009146AB">
                            <w:pPr>
                              <w:pStyle w:val="Contact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:rsidR="009146AB" w:rsidRPr="00DC7B7F" w:rsidRDefault="009146AB" w:rsidP="009146AB">
                            <w:pPr>
                              <w:pStyle w:val="Contact"/>
                              <w:rPr>
                                <w:b/>
                                <w:color w:val="5C28F0"/>
                                <w:sz w:val="24"/>
                              </w:rPr>
                            </w:pPr>
                          </w:p>
                          <w:p w:rsidR="00683951" w:rsidRPr="00DC7B7F" w:rsidRDefault="00683951" w:rsidP="009146AB">
                            <w:pPr>
                              <w:pStyle w:val="Contact"/>
                              <w:rPr>
                                <w:rStyle w:val="Strong"/>
                                <w:rFonts w:ascii="Georgia" w:hAnsi="Georgia"/>
                                <w:i/>
                                <w:iCs/>
                                <w:color w:val="5C28F0"/>
                                <w:kern w:val="0"/>
                                <w:sz w:val="12"/>
                                <w:szCs w:val="12"/>
                              </w:rPr>
                            </w:pPr>
                          </w:p>
                          <w:p w:rsidR="0046313A" w:rsidRPr="00DC7B7F" w:rsidRDefault="0046313A" w:rsidP="009146AB">
                            <w:pPr>
                              <w:pStyle w:val="Contact"/>
                              <w:rPr>
                                <w:rStyle w:val="Strong"/>
                                <w:rFonts w:ascii="Georgia" w:hAnsi="Georgia"/>
                                <w:i/>
                                <w:iCs/>
                                <w:color w:val="5C28F0"/>
                                <w:kern w:val="0"/>
                                <w:sz w:val="24"/>
                              </w:rPr>
                            </w:pPr>
                          </w:p>
                          <w:p w:rsidR="0046313A" w:rsidRPr="00DC7B7F" w:rsidRDefault="0046313A" w:rsidP="009146AB">
                            <w:pPr>
                              <w:pStyle w:val="Contact"/>
                              <w:rPr>
                                <w:rStyle w:val="Strong"/>
                                <w:rFonts w:ascii="Georgia" w:hAnsi="Georgia"/>
                                <w:i/>
                                <w:iCs/>
                                <w:color w:val="5C28F0"/>
                                <w:kern w:val="0"/>
                                <w:sz w:val="24"/>
                              </w:rPr>
                            </w:pPr>
                          </w:p>
                          <w:p w:rsidR="0046313A" w:rsidRPr="00DC7B7F" w:rsidRDefault="0046313A" w:rsidP="009146AB">
                            <w:pPr>
                              <w:pStyle w:val="Contact"/>
                              <w:rPr>
                                <w:rStyle w:val="Strong"/>
                                <w:rFonts w:ascii="Georgia" w:hAnsi="Georgia"/>
                                <w:i/>
                                <w:iCs/>
                                <w:color w:val="5C28F0"/>
                                <w:kern w:val="0"/>
                                <w:sz w:val="24"/>
                              </w:rPr>
                            </w:pPr>
                          </w:p>
                          <w:p w:rsidR="0046313A" w:rsidRPr="00DC7B7F" w:rsidRDefault="0046313A" w:rsidP="009146AB">
                            <w:pPr>
                              <w:pStyle w:val="Contact"/>
                              <w:rPr>
                                <w:rStyle w:val="Strong"/>
                                <w:rFonts w:ascii="Georgia" w:hAnsi="Georgia"/>
                                <w:i/>
                                <w:iCs/>
                                <w:color w:val="5C28F0"/>
                                <w:kern w:val="0"/>
                                <w:sz w:val="24"/>
                              </w:rPr>
                            </w:pPr>
                          </w:p>
                          <w:p w:rsidR="009146AB" w:rsidRPr="00DC7B7F" w:rsidRDefault="001364FC" w:rsidP="009146AB">
                            <w:pPr>
                              <w:pStyle w:val="Contact"/>
                              <w:rPr>
                                <w:b/>
                                <w:color w:val="auto"/>
                                <w:sz w:val="23"/>
                                <w:szCs w:val="23"/>
                              </w:rPr>
                            </w:pPr>
                            <w:r w:rsidRPr="00DC7B7F">
                              <w:rPr>
                                <w:rStyle w:val="Strong"/>
                                <w:rFonts w:ascii="Georgia" w:hAnsi="Georgia"/>
                                <w:i/>
                                <w:iCs/>
                                <w:color w:val="5C28F0"/>
                                <w:kern w:val="0"/>
                                <w:sz w:val="24"/>
                              </w:rPr>
                              <w:t>Supporting clients</w:t>
                            </w:r>
                            <w:r w:rsidRPr="00DC7B7F">
                              <w:rPr>
                                <w:b/>
                                <w:bCs/>
                                <w:color w:val="5C28F0"/>
                                <w:sz w:val="24"/>
                              </w:rPr>
                              <w:t> </w:t>
                            </w:r>
                            <w:r w:rsidRPr="00DC7B7F">
                              <w:rPr>
                                <w:b/>
                                <w:bCs/>
                                <w:color w:val="auto"/>
                                <w:sz w:val="23"/>
                                <w:szCs w:val="23"/>
                              </w:rPr>
                              <w:t>in their choices for employment or starting a new business.</w:t>
                            </w:r>
                            <w:r w:rsidRPr="00DC7B7F">
                              <w:rPr>
                                <w:b/>
                                <w:color w:val="auto"/>
                                <w:sz w:val="23"/>
                                <w:szCs w:val="23"/>
                              </w:rPr>
                              <w:t> </w:t>
                            </w:r>
                          </w:p>
                          <w:p w:rsidR="009146AB" w:rsidRPr="00DC7B7F" w:rsidRDefault="009146AB" w:rsidP="009146AB">
                            <w:pPr>
                              <w:pStyle w:val="Contact"/>
                              <w:rPr>
                                <w:b/>
                                <w:color w:val="auto"/>
                                <w:sz w:val="16"/>
                                <w:szCs w:val="16"/>
                              </w:rPr>
                            </w:pPr>
                          </w:p>
                          <w:p w:rsidR="001364FC" w:rsidRPr="00DC7B7F" w:rsidRDefault="009146AB" w:rsidP="009146AB">
                            <w:pPr>
                              <w:pStyle w:val="Contact"/>
                              <w:rPr>
                                <w:b/>
                                <w:color w:val="auto"/>
                                <w:sz w:val="23"/>
                                <w:szCs w:val="23"/>
                              </w:rPr>
                            </w:pPr>
                            <w:r w:rsidRPr="00DC7B7F">
                              <w:rPr>
                                <w:rStyle w:val="Strong"/>
                                <w:rFonts w:ascii="Georgia" w:hAnsi="Georgia"/>
                                <w:i/>
                                <w:iCs/>
                                <w:color w:val="5C28F0"/>
                                <w:kern w:val="0"/>
                                <w:sz w:val="24"/>
                              </w:rPr>
                              <w:t>S</w:t>
                            </w:r>
                            <w:r w:rsidR="001364FC" w:rsidRPr="00DC7B7F">
                              <w:rPr>
                                <w:rStyle w:val="Strong"/>
                                <w:rFonts w:ascii="Georgia" w:hAnsi="Georgia"/>
                                <w:i/>
                                <w:iCs/>
                                <w:color w:val="5C28F0"/>
                                <w:kern w:val="0"/>
                                <w:sz w:val="24"/>
                              </w:rPr>
                              <w:t>upporting employers</w:t>
                            </w:r>
                            <w:r w:rsidR="001364FC" w:rsidRPr="00DC7B7F">
                              <w:rPr>
                                <w:b/>
                                <w:color w:val="5C28F0"/>
                                <w:sz w:val="24"/>
                              </w:rPr>
                              <w:t> </w:t>
                            </w:r>
                            <w:r w:rsidR="001364FC" w:rsidRPr="00DC7B7F">
                              <w:rPr>
                                <w:b/>
                                <w:bCs/>
                                <w:color w:val="auto"/>
                                <w:sz w:val="23"/>
                                <w:szCs w:val="23"/>
                              </w:rPr>
                              <w:t>find the type of employees they need</w:t>
                            </w:r>
                            <w:r w:rsidR="0046313A" w:rsidRPr="00DC7B7F">
                              <w:rPr>
                                <w:b/>
                                <w:bCs/>
                                <w:color w:val="auto"/>
                                <w:sz w:val="23"/>
                                <w:szCs w:val="23"/>
                              </w:rPr>
                              <w:t xml:space="preserve"> to</w:t>
                            </w:r>
                            <w:r w:rsidR="001364FC" w:rsidRPr="00DC7B7F">
                              <w:rPr>
                                <w:b/>
                                <w:bCs/>
                                <w:color w:val="auto"/>
                                <w:sz w:val="23"/>
                                <w:szCs w:val="23"/>
                              </w:rPr>
                              <w:t xml:space="preserve"> ensure long term employment</w:t>
                            </w:r>
                            <w:r w:rsidR="0046313A" w:rsidRPr="00DC7B7F">
                              <w:rPr>
                                <w:b/>
                                <w:bCs/>
                                <w:color w:val="auto"/>
                                <w:sz w:val="23"/>
                                <w:szCs w:val="23"/>
                              </w:rPr>
                              <w:t xml:space="preserve">, retention, </w:t>
                            </w:r>
                            <w:r w:rsidR="001364FC" w:rsidRPr="00DC7B7F">
                              <w:rPr>
                                <w:b/>
                                <w:bCs/>
                                <w:color w:val="auto"/>
                                <w:sz w:val="23"/>
                                <w:szCs w:val="23"/>
                              </w:rPr>
                              <w:t>profitability.</w:t>
                            </w:r>
                          </w:p>
                          <w:p w:rsidR="001364FC" w:rsidRPr="00DC7B7F" w:rsidRDefault="001364FC" w:rsidP="009146AB">
                            <w:pPr>
                              <w:pStyle w:val="Contact"/>
                              <w:rPr>
                                <w:b/>
                                <w:color w:val="auto"/>
                                <w:sz w:val="12"/>
                                <w:szCs w:val="12"/>
                              </w:rPr>
                            </w:pPr>
                          </w:p>
                          <w:p w:rsidR="001364FC" w:rsidRPr="00DC7B7F" w:rsidRDefault="001364FC" w:rsidP="009146AB">
                            <w:pPr>
                              <w:pStyle w:val="Contact"/>
                              <w:rPr>
                                <w:b/>
                                <w:bCs/>
                                <w:color w:val="auto"/>
                                <w:sz w:val="23"/>
                                <w:szCs w:val="23"/>
                              </w:rPr>
                            </w:pPr>
                            <w:r w:rsidRPr="00DC7B7F">
                              <w:rPr>
                                <w:rStyle w:val="Strong"/>
                                <w:rFonts w:ascii="Georgia" w:hAnsi="Georgia"/>
                                <w:i/>
                                <w:iCs/>
                                <w:color w:val="5C28F0"/>
                                <w:kern w:val="0"/>
                                <w:sz w:val="24"/>
                              </w:rPr>
                              <w:t>Treating everyone</w:t>
                            </w:r>
                            <w:r w:rsidRPr="00DC7B7F">
                              <w:rPr>
                                <w:b/>
                                <w:bCs/>
                                <w:color w:val="5C28F0"/>
                              </w:rPr>
                              <w:t> </w:t>
                            </w:r>
                            <w:r w:rsidRPr="00DC7B7F">
                              <w:rPr>
                                <w:b/>
                                <w:bCs/>
                                <w:color w:val="auto"/>
                                <w:sz w:val="23"/>
                                <w:szCs w:val="23"/>
                              </w:rPr>
                              <w:t xml:space="preserve">with respect and dignity while </w:t>
                            </w:r>
                            <w:r w:rsidR="000804F0" w:rsidRPr="00DC7B7F">
                              <w:rPr>
                                <w:b/>
                                <w:bCs/>
                                <w:color w:val="auto"/>
                                <w:sz w:val="23"/>
                                <w:szCs w:val="23"/>
                              </w:rPr>
                              <w:t xml:space="preserve">operating in a professional and </w:t>
                            </w:r>
                            <w:r w:rsidRPr="00DC7B7F">
                              <w:rPr>
                                <w:b/>
                                <w:bCs/>
                                <w:color w:val="auto"/>
                                <w:sz w:val="23"/>
                                <w:szCs w:val="23"/>
                              </w:rPr>
                              <w:t xml:space="preserve">ethical way. </w:t>
                            </w:r>
                            <w:r w:rsidR="0046313A" w:rsidRPr="00DC7B7F">
                              <w:rPr>
                                <w:b/>
                                <w:bCs/>
                                <w:color w:val="auto"/>
                                <w:sz w:val="23"/>
                                <w:szCs w:val="23"/>
                              </w:rPr>
                              <w:t xml:space="preserve"> </w:t>
                            </w:r>
                          </w:p>
                          <w:p w:rsidR="00105928" w:rsidRPr="00DC7B7F" w:rsidRDefault="00105928">
                            <w:pPr>
                              <w:pStyle w:val="BodyText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D4DBB5" id="Text Box 269" o:spid="_x0000_s1035" type="#_x0000_t202" style="position:absolute;left:0;text-align:left;margin-left:21.75pt;margin-top:99.75pt;width:228pt;height:495.75pt;z-index: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" filled="f" stroked="f" strokeweight="0">
                <v:textbox inset="0,0,0,0">
                  <w:txbxContent>
                    <w:p w:rsidR="001364FC" w:rsidRPr="00DC7B7F" w:rsidRDefault="001364FC" w:rsidP="009146AB">
                      <w:pPr>
                        <w:pStyle w:val="Contact"/>
                        <w:rPr>
                          <w:b/>
                          <w:color w:val="auto"/>
                          <w:sz w:val="24"/>
                        </w:rPr>
                      </w:pPr>
                      <w:r w:rsidRPr="00DC7B7F">
                        <w:rPr>
                          <w:rStyle w:val="Strong"/>
                          <w:rFonts w:ascii="Georgia" w:hAnsi="Georgia"/>
                          <w:i/>
                          <w:iCs/>
                          <w:color w:val="5C28F0"/>
                          <w:kern w:val="0"/>
                          <w:sz w:val="24"/>
                        </w:rPr>
                        <w:t>Specializes in</w:t>
                      </w:r>
                      <w:r w:rsidRPr="00DC7B7F">
                        <w:rPr>
                          <w:b/>
                          <w:bCs/>
                          <w:color w:val="5C28F0"/>
                          <w:sz w:val="24"/>
                        </w:rPr>
                        <w:t> </w:t>
                      </w:r>
                      <w:r w:rsidRPr="00DC7B7F">
                        <w:rPr>
                          <w:b/>
                          <w:bCs/>
                          <w:color w:val="auto"/>
                          <w:sz w:val="23"/>
                          <w:szCs w:val="23"/>
                        </w:rPr>
                        <w:t>employment services and job readiness training that meets the needs of the community.</w:t>
                      </w:r>
                    </w:p>
                    <w:p w:rsidR="001364FC" w:rsidRPr="00DC7B7F" w:rsidRDefault="001364FC" w:rsidP="009146AB">
                      <w:pPr>
                        <w:pStyle w:val="Contact"/>
                        <w:rPr>
                          <w:b/>
                          <w:color w:val="3D0EC2"/>
                          <w:sz w:val="20"/>
                          <w:szCs w:val="20"/>
                        </w:rPr>
                      </w:pPr>
                    </w:p>
                    <w:p w:rsidR="001364FC" w:rsidRPr="00DC7B7F" w:rsidRDefault="001364FC" w:rsidP="009146AB">
                      <w:pPr>
                        <w:pStyle w:val="Contact"/>
                        <w:rPr>
                          <w:b/>
                          <w:color w:val="auto"/>
                          <w:sz w:val="24"/>
                        </w:rPr>
                      </w:pPr>
                      <w:r w:rsidRPr="00DC7B7F">
                        <w:rPr>
                          <w:rStyle w:val="Strong"/>
                          <w:rFonts w:ascii="Georgia" w:hAnsi="Georgia"/>
                          <w:i/>
                          <w:iCs/>
                          <w:color w:val="5C28F0"/>
                          <w:kern w:val="0"/>
                          <w:sz w:val="24"/>
                        </w:rPr>
                        <w:t>Providing a</w:t>
                      </w:r>
                      <w:r w:rsidRPr="00DC7B7F">
                        <w:rPr>
                          <w:b/>
                          <w:bCs/>
                          <w:color w:val="5C28F0"/>
                          <w:sz w:val="24"/>
                        </w:rPr>
                        <w:t xml:space="preserve"> </w:t>
                      </w:r>
                      <w:r w:rsidRPr="00DC7B7F">
                        <w:rPr>
                          <w:b/>
                          <w:bCs/>
                          <w:color w:val="auto"/>
                          <w:sz w:val="23"/>
                          <w:szCs w:val="23"/>
                        </w:rPr>
                        <w:t>venue where consumers and employers can get together</w:t>
                      </w:r>
                      <w:r w:rsidR="0046313A" w:rsidRPr="00DC7B7F">
                        <w:rPr>
                          <w:b/>
                          <w:bCs/>
                          <w:color w:val="auto"/>
                          <w:sz w:val="23"/>
                          <w:szCs w:val="23"/>
                        </w:rPr>
                        <w:t>.</w:t>
                      </w:r>
                      <w:r w:rsidRPr="00DC7B7F">
                        <w:rPr>
                          <w:b/>
                          <w:bCs/>
                          <w:color w:val="auto"/>
                          <w:sz w:val="23"/>
                          <w:szCs w:val="23"/>
                        </w:rPr>
                        <w:t xml:space="preserve"> </w:t>
                      </w:r>
                    </w:p>
                    <w:p w:rsidR="001364FC" w:rsidRPr="00DC7B7F" w:rsidRDefault="001364FC" w:rsidP="009146AB">
                      <w:pPr>
                        <w:pStyle w:val="Contact"/>
                        <w:rPr>
                          <w:b/>
                          <w:color w:val="auto"/>
                          <w:sz w:val="16"/>
                          <w:szCs w:val="16"/>
                        </w:rPr>
                      </w:pPr>
                    </w:p>
                    <w:p w:rsidR="001364FC" w:rsidRPr="00DC7B7F" w:rsidRDefault="001364FC" w:rsidP="009146AB">
                      <w:pPr>
                        <w:pStyle w:val="Contact"/>
                        <w:rPr>
                          <w:b/>
                          <w:bCs/>
                          <w:color w:val="auto"/>
                          <w:sz w:val="23"/>
                          <w:szCs w:val="23"/>
                        </w:rPr>
                      </w:pPr>
                      <w:r w:rsidRPr="00DC7B7F">
                        <w:rPr>
                          <w:rStyle w:val="Strong"/>
                          <w:rFonts w:ascii="Georgia" w:hAnsi="Georgia"/>
                          <w:i/>
                          <w:iCs/>
                          <w:color w:val="5C28F0"/>
                          <w:kern w:val="0"/>
                          <w:sz w:val="24"/>
                        </w:rPr>
                        <w:t>Dedicated to</w:t>
                      </w:r>
                      <w:r w:rsidRPr="00DC7B7F">
                        <w:rPr>
                          <w:b/>
                          <w:bCs/>
                          <w:color w:val="5C28F0"/>
                          <w:sz w:val="24"/>
                        </w:rPr>
                        <w:t> </w:t>
                      </w:r>
                      <w:r w:rsidRPr="00DC7B7F">
                        <w:rPr>
                          <w:b/>
                          <w:bCs/>
                          <w:color w:val="auto"/>
                          <w:sz w:val="23"/>
                          <w:szCs w:val="23"/>
                        </w:rPr>
                        <w:t>supporting the employment goals of everyone we assist. We do this by first focusing on their abilities, strengths, and interests then considering barriers or disabilities. </w:t>
                      </w:r>
                    </w:p>
                    <w:p w:rsidR="000804F0" w:rsidRPr="00DC7B7F" w:rsidRDefault="000804F0" w:rsidP="009146AB">
                      <w:pPr>
                        <w:pStyle w:val="Contact"/>
                        <w:rPr>
                          <w:b/>
                          <w:color w:val="auto"/>
                          <w:szCs w:val="22"/>
                        </w:rPr>
                      </w:pPr>
                    </w:p>
                    <w:p w:rsidR="001364FC" w:rsidRPr="00DC7B7F" w:rsidRDefault="001364FC" w:rsidP="009146AB">
                      <w:pPr>
                        <w:pStyle w:val="Contact"/>
                        <w:rPr>
                          <w:b/>
                          <w:color w:val="auto"/>
                          <w:sz w:val="24"/>
                        </w:rPr>
                      </w:pPr>
                    </w:p>
                    <w:p w:rsidR="009146AB" w:rsidRPr="00DC7B7F" w:rsidRDefault="009146AB" w:rsidP="009146AB">
                      <w:pPr>
                        <w:pStyle w:val="Contact"/>
                        <w:rPr>
                          <w:b/>
                          <w:color w:val="auto"/>
                          <w:sz w:val="24"/>
                        </w:rPr>
                      </w:pPr>
                    </w:p>
                    <w:p w:rsidR="009146AB" w:rsidRPr="00DC7B7F" w:rsidRDefault="009146AB" w:rsidP="009146AB">
                      <w:pPr>
                        <w:pStyle w:val="Contact"/>
                        <w:rPr>
                          <w:b/>
                          <w:color w:val="auto"/>
                          <w:sz w:val="24"/>
                        </w:rPr>
                      </w:pPr>
                    </w:p>
                    <w:p w:rsidR="009146AB" w:rsidRPr="00DC7B7F" w:rsidRDefault="009146AB" w:rsidP="009146AB">
                      <w:pPr>
                        <w:pStyle w:val="Contact"/>
                        <w:rPr>
                          <w:b/>
                          <w:color w:val="auto"/>
                          <w:sz w:val="24"/>
                        </w:rPr>
                      </w:pPr>
                    </w:p>
                    <w:p w:rsidR="009146AB" w:rsidRPr="00DC7B7F" w:rsidRDefault="009146AB" w:rsidP="009146AB">
                      <w:pPr>
                        <w:pStyle w:val="Contact"/>
                        <w:rPr>
                          <w:b/>
                          <w:color w:val="auto"/>
                          <w:sz w:val="24"/>
                        </w:rPr>
                      </w:pPr>
                    </w:p>
                    <w:p w:rsidR="009146AB" w:rsidRPr="00DC7B7F" w:rsidRDefault="009146AB" w:rsidP="009146AB">
                      <w:pPr>
                        <w:pStyle w:val="Contact"/>
                        <w:rPr>
                          <w:b/>
                          <w:color w:val="auto"/>
                          <w:sz w:val="24"/>
                        </w:rPr>
                      </w:pPr>
                    </w:p>
                    <w:p w:rsidR="009146AB" w:rsidRPr="00DC7B7F" w:rsidRDefault="009146AB" w:rsidP="009146AB">
                      <w:pPr>
                        <w:pStyle w:val="Contact"/>
                        <w:rPr>
                          <w:b/>
                          <w:color w:val="auto"/>
                          <w:sz w:val="24"/>
                        </w:rPr>
                      </w:pPr>
                    </w:p>
                    <w:p w:rsidR="009146AB" w:rsidRPr="00DC7B7F" w:rsidRDefault="009146AB" w:rsidP="009146AB">
                      <w:pPr>
                        <w:pStyle w:val="Contact"/>
                        <w:rPr>
                          <w:b/>
                          <w:color w:val="5C28F0"/>
                          <w:sz w:val="24"/>
                        </w:rPr>
                      </w:pPr>
                    </w:p>
                    <w:p w:rsidR="00683951" w:rsidRPr="00DC7B7F" w:rsidRDefault="00683951" w:rsidP="009146AB">
                      <w:pPr>
                        <w:pStyle w:val="Contact"/>
                        <w:rPr>
                          <w:rStyle w:val="Strong"/>
                          <w:rFonts w:ascii="Georgia" w:hAnsi="Georgia"/>
                          <w:i/>
                          <w:iCs/>
                          <w:color w:val="5C28F0"/>
                          <w:kern w:val="0"/>
                          <w:sz w:val="12"/>
                          <w:szCs w:val="12"/>
                        </w:rPr>
                      </w:pPr>
                    </w:p>
                    <w:p w:rsidR="0046313A" w:rsidRPr="00DC7B7F" w:rsidRDefault="0046313A" w:rsidP="009146AB">
                      <w:pPr>
                        <w:pStyle w:val="Contact"/>
                        <w:rPr>
                          <w:rStyle w:val="Strong"/>
                          <w:rFonts w:ascii="Georgia" w:hAnsi="Georgia"/>
                          <w:i/>
                          <w:iCs/>
                          <w:color w:val="5C28F0"/>
                          <w:kern w:val="0"/>
                          <w:sz w:val="24"/>
                        </w:rPr>
                      </w:pPr>
                    </w:p>
                    <w:p w:rsidR="0046313A" w:rsidRPr="00DC7B7F" w:rsidRDefault="0046313A" w:rsidP="009146AB">
                      <w:pPr>
                        <w:pStyle w:val="Contact"/>
                        <w:rPr>
                          <w:rStyle w:val="Strong"/>
                          <w:rFonts w:ascii="Georgia" w:hAnsi="Georgia"/>
                          <w:i/>
                          <w:iCs/>
                          <w:color w:val="5C28F0"/>
                          <w:kern w:val="0"/>
                          <w:sz w:val="24"/>
                        </w:rPr>
                      </w:pPr>
                    </w:p>
                    <w:p w:rsidR="0046313A" w:rsidRPr="00DC7B7F" w:rsidRDefault="0046313A" w:rsidP="009146AB">
                      <w:pPr>
                        <w:pStyle w:val="Contact"/>
                        <w:rPr>
                          <w:rStyle w:val="Strong"/>
                          <w:rFonts w:ascii="Georgia" w:hAnsi="Georgia"/>
                          <w:i/>
                          <w:iCs/>
                          <w:color w:val="5C28F0"/>
                          <w:kern w:val="0"/>
                          <w:sz w:val="24"/>
                        </w:rPr>
                      </w:pPr>
                    </w:p>
                    <w:p w:rsidR="0046313A" w:rsidRPr="00DC7B7F" w:rsidRDefault="0046313A" w:rsidP="009146AB">
                      <w:pPr>
                        <w:pStyle w:val="Contact"/>
                        <w:rPr>
                          <w:rStyle w:val="Strong"/>
                          <w:rFonts w:ascii="Georgia" w:hAnsi="Georgia"/>
                          <w:i/>
                          <w:iCs/>
                          <w:color w:val="5C28F0"/>
                          <w:kern w:val="0"/>
                          <w:sz w:val="24"/>
                        </w:rPr>
                      </w:pPr>
                    </w:p>
                    <w:p w:rsidR="009146AB" w:rsidRPr="00DC7B7F" w:rsidRDefault="001364FC" w:rsidP="009146AB">
                      <w:pPr>
                        <w:pStyle w:val="Contact"/>
                        <w:rPr>
                          <w:b/>
                          <w:color w:val="auto"/>
                          <w:sz w:val="23"/>
                          <w:szCs w:val="23"/>
                        </w:rPr>
                      </w:pPr>
                      <w:r w:rsidRPr="00DC7B7F">
                        <w:rPr>
                          <w:rStyle w:val="Strong"/>
                          <w:rFonts w:ascii="Georgia" w:hAnsi="Georgia"/>
                          <w:i/>
                          <w:iCs/>
                          <w:color w:val="5C28F0"/>
                          <w:kern w:val="0"/>
                          <w:sz w:val="24"/>
                        </w:rPr>
                        <w:t>Supporting clients</w:t>
                      </w:r>
                      <w:r w:rsidRPr="00DC7B7F">
                        <w:rPr>
                          <w:b/>
                          <w:bCs/>
                          <w:color w:val="5C28F0"/>
                          <w:sz w:val="24"/>
                        </w:rPr>
                        <w:t> </w:t>
                      </w:r>
                      <w:r w:rsidRPr="00DC7B7F">
                        <w:rPr>
                          <w:b/>
                          <w:bCs/>
                          <w:color w:val="auto"/>
                          <w:sz w:val="23"/>
                          <w:szCs w:val="23"/>
                        </w:rPr>
                        <w:t>in their choices for employment or starting a new business.</w:t>
                      </w:r>
                      <w:r w:rsidRPr="00DC7B7F">
                        <w:rPr>
                          <w:b/>
                          <w:color w:val="auto"/>
                          <w:sz w:val="23"/>
                          <w:szCs w:val="23"/>
                        </w:rPr>
                        <w:t> </w:t>
                      </w:r>
                    </w:p>
                    <w:p w:rsidR="009146AB" w:rsidRPr="00DC7B7F" w:rsidRDefault="009146AB" w:rsidP="009146AB">
                      <w:pPr>
                        <w:pStyle w:val="Contact"/>
                        <w:rPr>
                          <w:b/>
                          <w:color w:val="auto"/>
                          <w:sz w:val="16"/>
                          <w:szCs w:val="16"/>
                        </w:rPr>
                      </w:pPr>
                    </w:p>
                    <w:p w:rsidR="001364FC" w:rsidRPr="00DC7B7F" w:rsidRDefault="009146AB" w:rsidP="009146AB">
                      <w:pPr>
                        <w:pStyle w:val="Contact"/>
                        <w:rPr>
                          <w:b/>
                          <w:color w:val="auto"/>
                          <w:sz w:val="23"/>
                          <w:szCs w:val="23"/>
                        </w:rPr>
                      </w:pPr>
                      <w:r w:rsidRPr="00DC7B7F">
                        <w:rPr>
                          <w:rStyle w:val="Strong"/>
                          <w:rFonts w:ascii="Georgia" w:hAnsi="Georgia"/>
                          <w:i/>
                          <w:iCs/>
                          <w:color w:val="5C28F0"/>
                          <w:kern w:val="0"/>
                          <w:sz w:val="24"/>
                        </w:rPr>
                        <w:t>S</w:t>
                      </w:r>
                      <w:r w:rsidR="001364FC" w:rsidRPr="00DC7B7F">
                        <w:rPr>
                          <w:rStyle w:val="Strong"/>
                          <w:rFonts w:ascii="Georgia" w:hAnsi="Georgia"/>
                          <w:i/>
                          <w:iCs/>
                          <w:color w:val="5C28F0"/>
                          <w:kern w:val="0"/>
                          <w:sz w:val="24"/>
                        </w:rPr>
                        <w:t>upporting employers</w:t>
                      </w:r>
                      <w:r w:rsidR="001364FC" w:rsidRPr="00DC7B7F">
                        <w:rPr>
                          <w:b/>
                          <w:color w:val="5C28F0"/>
                          <w:sz w:val="24"/>
                        </w:rPr>
                        <w:t> </w:t>
                      </w:r>
                      <w:r w:rsidR="001364FC" w:rsidRPr="00DC7B7F">
                        <w:rPr>
                          <w:b/>
                          <w:bCs/>
                          <w:color w:val="auto"/>
                          <w:sz w:val="23"/>
                          <w:szCs w:val="23"/>
                        </w:rPr>
                        <w:t>find the type of employees they need</w:t>
                      </w:r>
                      <w:r w:rsidR="0046313A" w:rsidRPr="00DC7B7F">
                        <w:rPr>
                          <w:b/>
                          <w:bCs/>
                          <w:color w:val="auto"/>
                          <w:sz w:val="23"/>
                          <w:szCs w:val="23"/>
                        </w:rPr>
                        <w:t xml:space="preserve"> to</w:t>
                      </w:r>
                      <w:r w:rsidR="001364FC" w:rsidRPr="00DC7B7F">
                        <w:rPr>
                          <w:b/>
                          <w:bCs/>
                          <w:color w:val="auto"/>
                          <w:sz w:val="23"/>
                          <w:szCs w:val="23"/>
                        </w:rPr>
                        <w:t xml:space="preserve"> ensure long term employment</w:t>
                      </w:r>
                      <w:r w:rsidR="0046313A" w:rsidRPr="00DC7B7F">
                        <w:rPr>
                          <w:b/>
                          <w:bCs/>
                          <w:color w:val="auto"/>
                          <w:sz w:val="23"/>
                          <w:szCs w:val="23"/>
                        </w:rPr>
                        <w:t xml:space="preserve">, retention, </w:t>
                      </w:r>
                      <w:r w:rsidR="001364FC" w:rsidRPr="00DC7B7F">
                        <w:rPr>
                          <w:b/>
                          <w:bCs/>
                          <w:color w:val="auto"/>
                          <w:sz w:val="23"/>
                          <w:szCs w:val="23"/>
                        </w:rPr>
                        <w:t>profitability.</w:t>
                      </w:r>
                    </w:p>
                    <w:p w:rsidR="001364FC" w:rsidRPr="00DC7B7F" w:rsidRDefault="001364FC" w:rsidP="009146AB">
                      <w:pPr>
                        <w:pStyle w:val="Contact"/>
                        <w:rPr>
                          <w:b/>
                          <w:color w:val="auto"/>
                          <w:sz w:val="12"/>
                          <w:szCs w:val="12"/>
                        </w:rPr>
                      </w:pPr>
                    </w:p>
                    <w:p w:rsidR="001364FC" w:rsidRPr="00DC7B7F" w:rsidRDefault="001364FC" w:rsidP="009146AB">
                      <w:pPr>
                        <w:pStyle w:val="Contact"/>
                        <w:rPr>
                          <w:b/>
                          <w:bCs/>
                          <w:color w:val="auto"/>
                          <w:sz w:val="23"/>
                          <w:szCs w:val="23"/>
                        </w:rPr>
                      </w:pPr>
                      <w:r w:rsidRPr="00DC7B7F">
                        <w:rPr>
                          <w:rStyle w:val="Strong"/>
                          <w:rFonts w:ascii="Georgia" w:hAnsi="Georgia"/>
                          <w:i/>
                          <w:iCs/>
                          <w:color w:val="5C28F0"/>
                          <w:kern w:val="0"/>
                          <w:sz w:val="24"/>
                        </w:rPr>
                        <w:t>Treating everyone</w:t>
                      </w:r>
                      <w:r w:rsidRPr="00DC7B7F">
                        <w:rPr>
                          <w:b/>
                          <w:bCs/>
                          <w:color w:val="5C28F0"/>
                        </w:rPr>
                        <w:t> </w:t>
                      </w:r>
                      <w:r w:rsidRPr="00DC7B7F">
                        <w:rPr>
                          <w:b/>
                          <w:bCs/>
                          <w:color w:val="auto"/>
                          <w:sz w:val="23"/>
                          <w:szCs w:val="23"/>
                        </w:rPr>
                        <w:t xml:space="preserve">with respect and dignity while </w:t>
                      </w:r>
                      <w:r w:rsidR="000804F0" w:rsidRPr="00DC7B7F">
                        <w:rPr>
                          <w:b/>
                          <w:bCs/>
                          <w:color w:val="auto"/>
                          <w:sz w:val="23"/>
                          <w:szCs w:val="23"/>
                        </w:rPr>
                        <w:t xml:space="preserve">operating in a professional and </w:t>
                      </w:r>
                      <w:r w:rsidRPr="00DC7B7F">
                        <w:rPr>
                          <w:b/>
                          <w:bCs/>
                          <w:color w:val="auto"/>
                          <w:sz w:val="23"/>
                          <w:szCs w:val="23"/>
                        </w:rPr>
                        <w:t xml:space="preserve">ethical way. </w:t>
                      </w:r>
                      <w:r w:rsidR="0046313A" w:rsidRPr="00DC7B7F">
                        <w:rPr>
                          <w:b/>
                          <w:bCs/>
                          <w:color w:val="auto"/>
                          <w:sz w:val="23"/>
                          <w:szCs w:val="23"/>
                        </w:rPr>
                        <w:t xml:space="preserve"> </w:t>
                      </w:r>
                    </w:p>
                    <w:p w:rsidR="00105928" w:rsidRPr="00DC7B7F" w:rsidRDefault="00105928">
                      <w:pPr>
                        <w:pStyle w:val="BodyText"/>
                        <w:rPr>
                          <w:b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948E9">
        <w:rPr>
          <w:noProof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09EF0434" wp14:editId="31810194">
                <wp:simplePos x="0" y="0"/>
                <wp:positionH relativeFrom="page">
                  <wp:posOffset>276225</wp:posOffset>
                </wp:positionH>
                <wp:positionV relativeFrom="margin">
                  <wp:align>top</wp:align>
                </wp:positionV>
                <wp:extent cx="2800350" cy="809625"/>
                <wp:effectExtent l="0" t="0" r="0" b="9525"/>
                <wp:wrapNone/>
                <wp:docPr id="55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80962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804F0" w:rsidRPr="00EC713C" w:rsidRDefault="009146AB" w:rsidP="001B1F88">
                            <w:pPr>
                              <w:pStyle w:val="Heading1"/>
                              <w:pBdr>
                                <w:bottom w:val="single" w:sz="18" w:space="1" w:color="auto"/>
                              </w:pBdr>
                              <w:jc w:val="center"/>
                              <w:rPr>
                                <w:rStyle w:val="Strong"/>
                                <w:rFonts w:ascii="Georgia" w:hAnsi="Georgia"/>
                                <w:b/>
                                <w:bCs w:val="0"/>
                                <w:i/>
                                <w:iCs/>
                                <w:color w:val="5C28F0"/>
                                <w:sz w:val="32"/>
                                <w:szCs w:val="32"/>
                              </w:rPr>
                            </w:pPr>
                            <w:r w:rsidRPr="00EC713C">
                              <w:rPr>
                                <w:rStyle w:val="Strong"/>
                                <w:rFonts w:ascii="Georgia" w:hAnsi="Georgia"/>
                                <w:b/>
                                <w:bCs w:val="0"/>
                                <w:i/>
                                <w:iCs/>
                                <w:color w:val="5C28F0"/>
                                <w:sz w:val="36"/>
                                <w:szCs w:val="36"/>
                              </w:rPr>
                              <w:t>Your Employment goal is important to us</w:t>
                            </w:r>
                            <w:r w:rsidRPr="00EC713C">
                              <w:rPr>
                                <w:rStyle w:val="Strong"/>
                                <w:rFonts w:ascii="Georgia" w:hAnsi="Georgia"/>
                                <w:b/>
                                <w:bCs w:val="0"/>
                                <w:i/>
                                <w:iCs/>
                                <w:color w:val="5C28F0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AC7BFD" w:rsidRPr="008F26E0" w:rsidRDefault="000804F0" w:rsidP="001B1F88">
                            <w:pPr>
                              <w:pStyle w:val="Heading1"/>
                              <w:pBdr>
                                <w:bottom w:val="single" w:sz="18" w:space="1" w:color="auto"/>
                              </w:pBdr>
                              <w:jc w:val="center"/>
                              <w:rPr>
                                <w:rStyle w:val="Strong"/>
                                <w:color w:val="auto"/>
                                <w:sz w:val="36"/>
                                <w:szCs w:val="36"/>
                              </w:rPr>
                            </w:pPr>
                            <w:r w:rsidRPr="008F26E0">
                              <w:rPr>
                                <w:rStyle w:val="Strong"/>
                                <w:rFonts w:ascii="Georgia" w:hAnsi="Georgia"/>
                                <w:b/>
                                <w:bCs w:val="0"/>
                                <w:i/>
                                <w:iCs/>
                                <w:color w:val="auto"/>
                                <w:sz w:val="36"/>
                                <w:szCs w:val="36"/>
                              </w:rPr>
                              <w:t>That’</w:t>
                            </w:r>
                            <w:r w:rsidR="009146AB" w:rsidRPr="008F26E0">
                              <w:rPr>
                                <w:rStyle w:val="Strong"/>
                                <w:rFonts w:ascii="Georgia" w:hAnsi="Georgia"/>
                                <w:b/>
                                <w:bCs w:val="0"/>
                                <w:i/>
                                <w:iCs/>
                                <w:color w:val="auto"/>
                                <w:sz w:val="36"/>
                                <w:szCs w:val="36"/>
                              </w:rPr>
                              <w:t>s why we...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EF0434" id="Text Box 270" o:spid="_x0000_s1036" type="#_x0000_t202" style="position:absolute;left:0;text-align:left;margin-left:21.75pt;margin-top:0;width:220.5pt;height:63.75pt;z-index: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" filled="f" stroked="f" strokeweight="0">
                <v:textbox inset="0,0,0,0">
                  <w:txbxContent>
                    <w:p w:rsidR="000804F0" w:rsidRPr="00EC713C" w:rsidRDefault="009146AB" w:rsidP="001B1F88">
                      <w:pPr>
                        <w:pStyle w:val="Heading1"/>
                        <w:pBdr>
                          <w:bottom w:val="single" w:sz="18" w:space="1" w:color="auto"/>
                        </w:pBdr>
                        <w:jc w:val="center"/>
                        <w:rPr>
                          <w:rStyle w:val="Strong"/>
                          <w:rFonts w:ascii="Georgia" w:hAnsi="Georgia"/>
                          <w:b/>
                          <w:bCs w:val="0"/>
                          <w:i/>
                          <w:iCs/>
                          <w:color w:val="5C28F0"/>
                          <w:sz w:val="32"/>
                          <w:szCs w:val="32"/>
                        </w:rPr>
                      </w:pPr>
                      <w:r w:rsidRPr="00EC713C">
                        <w:rPr>
                          <w:rStyle w:val="Strong"/>
                          <w:rFonts w:ascii="Georgia" w:hAnsi="Georgia"/>
                          <w:b/>
                          <w:bCs w:val="0"/>
                          <w:i/>
                          <w:iCs/>
                          <w:color w:val="5C28F0"/>
                          <w:sz w:val="36"/>
                          <w:szCs w:val="36"/>
                        </w:rPr>
                        <w:t>Your Employment goal is important to us</w:t>
                      </w:r>
                      <w:r w:rsidRPr="00EC713C">
                        <w:rPr>
                          <w:rStyle w:val="Strong"/>
                          <w:rFonts w:ascii="Georgia" w:hAnsi="Georgia"/>
                          <w:b/>
                          <w:bCs w:val="0"/>
                          <w:i/>
                          <w:iCs/>
                          <w:color w:val="5C28F0"/>
                          <w:sz w:val="32"/>
                          <w:szCs w:val="32"/>
                        </w:rPr>
                        <w:t>.</w:t>
                      </w:r>
                    </w:p>
                    <w:p w:rsidR="00AC7BFD" w:rsidRPr="008F26E0" w:rsidRDefault="000804F0" w:rsidP="001B1F88">
                      <w:pPr>
                        <w:pStyle w:val="Heading1"/>
                        <w:pBdr>
                          <w:bottom w:val="single" w:sz="18" w:space="1" w:color="auto"/>
                        </w:pBdr>
                        <w:jc w:val="center"/>
                        <w:rPr>
                          <w:rStyle w:val="Strong"/>
                          <w:color w:val="auto"/>
                          <w:sz w:val="36"/>
                          <w:szCs w:val="36"/>
                        </w:rPr>
                      </w:pPr>
                      <w:r w:rsidRPr="008F26E0">
                        <w:rPr>
                          <w:rStyle w:val="Strong"/>
                          <w:rFonts w:ascii="Georgia" w:hAnsi="Georgia"/>
                          <w:b/>
                          <w:bCs w:val="0"/>
                          <w:i/>
                          <w:iCs/>
                          <w:color w:val="auto"/>
                          <w:sz w:val="36"/>
                          <w:szCs w:val="36"/>
                        </w:rPr>
                        <w:t>That’</w:t>
                      </w:r>
                      <w:r w:rsidR="009146AB" w:rsidRPr="008F26E0">
                        <w:rPr>
                          <w:rStyle w:val="Strong"/>
                          <w:rFonts w:ascii="Georgia" w:hAnsi="Georgia"/>
                          <w:b/>
                          <w:bCs w:val="0"/>
                          <w:i/>
                          <w:iCs/>
                          <w:color w:val="auto"/>
                          <w:sz w:val="36"/>
                          <w:szCs w:val="36"/>
                        </w:rPr>
                        <w:t>s why we...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</w:p>
    <w:p w:rsidR="000A25BE" w:rsidRPr="000A25BE" w:rsidRDefault="000A25BE" w:rsidP="000A25BE">
      <w:pPr>
        <w:pStyle w:val="OrgName1"/>
        <w:jc w:val="center"/>
      </w:pPr>
    </w:p>
    <w:p w:rsidR="00AC7BFD" w:rsidRDefault="00AC7BFD"/>
    <w:p w:rsidR="00AC7BFD" w:rsidRDefault="00AC7BFD"/>
    <w:p w:rsidR="00AC7BFD" w:rsidRDefault="00060030">
      <w:r>
        <w:rPr>
          <w:noProof/>
        </w:rPr>
        <w:drawing>
          <wp:anchor distT="0" distB="0" distL="114300" distR="114300" simplePos="0" relativeHeight="251636736" behindDoc="1" locked="0" layoutInCell="1" allowOverlap="1" wp14:anchorId="7C426FF0" wp14:editId="1BCD52DC">
            <wp:simplePos x="0" y="0"/>
            <wp:positionH relativeFrom="margin">
              <wp:posOffset>3095625</wp:posOffset>
            </wp:positionH>
            <wp:positionV relativeFrom="paragraph">
              <wp:posOffset>29845</wp:posOffset>
            </wp:positionV>
            <wp:extent cx="2936875" cy="1562100"/>
            <wp:effectExtent l="0" t="0" r="0" b="0"/>
            <wp:wrapTight wrapText="bothSides">
              <wp:wrapPolygon edited="0">
                <wp:start x="0" y="0"/>
                <wp:lineTo x="0" y="21337"/>
                <wp:lineTo x="21437" y="21337"/>
                <wp:lineTo x="21437" y="0"/>
                <wp:lineTo x="0" y="0"/>
              </wp:wrapPolygon>
            </wp:wrapTight>
            <wp:docPr id="385" name="Picture 385" descr="http://www.uscis.gov/sites/default/files/images/Image_of_WorkingPeop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uscis.gov/sites/default/files/images/Image_of_WorkingPeople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68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7BFD" w:rsidRDefault="00AC7BFD"/>
    <w:p w:rsidR="00AC7BFD" w:rsidRDefault="00AC7BFD"/>
    <w:p w:rsidR="00AC7BFD" w:rsidRDefault="00AC7BFD"/>
    <w:p w:rsidR="00AC7BFD" w:rsidRDefault="00AC7BFD"/>
    <w:p w:rsidR="00AC7BFD" w:rsidRDefault="00AC7BFD"/>
    <w:p w:rsidR="00AC7BFD" w:rsidRDefault="00AC7BFD"/>
    <w:p w:rsidR="00AC7BFD" w:rsidRDefault="00060030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19EFE9" wp14:editId="0D15B442">
                <wp:simplePos x="0" y="0"/>
                <wp:positionH relativeFrom="page">
                  <wp:posOffset>3619500</wp:posOffset>
                </wp:positionH>
                <wp:positionV relativeFrom="page">
                  <wp:posOffset>2742565</wp:posOffset>
                </wp:positionV>
                <wp:extent cx="2870200" cy="695325"/>
                <wp:effectExtent l="0" t="0" r="6350" b="9525"/>
                <wp:wrapNone/>
                <wp:docPr id="56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52C0" w:rsidRPr="00EC713C" w:rsidRDefault="00BA2385" w:rsidP="004875DD">
                            <w:pPr>
                              <w:pStyle w:val="Heading2"/>
                              <w:rPr>
                                <w:rFonts w:ascii="inherit" w:hAnsi="inherit" w:cs="Courier New"/>
                                <w:bCs/>
                                <w:color w:val="5C28F0"/>
                                <w:u w:val="single"/>
                              </w:rPr>
                            </w:pPr>
                            <w:r w:rsidRPr="00EC713C">
                              <w:rPr>
                                <w:rFonts w:ascii="inherit" w:hAnsi="inherit" w:cs="Courier New"/>
                                <w:bCs/>
                                <w:color w:val="5C28F0"/>
                                <w:u w:val="single"/>
                              </w:rPr>
                              <w:t>Working with G. E. T. S.</w:t>
                            </w:r>
                          </w:p>
                          <w:p w:rsidR="004875DD" w:rsidRPr="00EC713C" w:rsidRDefault="008552C0" w:rsidP="004875DD">
                            <w:pPr>
                              <w:pStyle w:val="Heading2"/>
                              <w:rPr>
                                <w:b w:val="0"/>
                                <w:color w:val="5C28F0"/>
                              </w:rPr>
                            </w:pPr>
                            <w:r w:rsidRPr="00EC713C">
                              <w:rPr>
                                <w:rFonts w:ascii="inherit" w:hAnsi="inherit" w:cs="Courier New"/>
                                <w:bCs/>
                                <w:color w:val="5C28F0"/>
                              </w:rPr>
                              <w:t>As A Contracted Vendor</w:t>
                            </w:r>
                            <w:r w:rsidR="00BA2385" w:rsidRPr="00EC713C">
                              <w:rPr>
                                <w:b w:val="0"/>
                                <w:color w:val="5C28F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9EFE9" id="Text Box 305" o:spid="_x0000_s1037" type="#_x0000_t202" style="position:absolute;margin-left:285pt;margin-top:215.95pt;width:226pt;height:54.7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" filled="f" stroked="f" strokeweight="0">
                <v:textbox inset="0,0,0,0">
                  <w:txbxContent>
                    <w:p w:rsidR="008552C0" w:rsidRPr="00EC713C" w:rsidRDefault="00BA2385" w:rsidP="004875DD">
                      <w:pPr>
                        <w:pStyle w:val="Heading2"/>
                        <w:rPr>
                          <w:rFonts w:ascii="inherit" w:hAnsi="inherit" w:cs="Courier New"/>
                          <w:bCs/>
                          <w:color w:val="5C28F0"/>
                          <w:u w:val="single"/>
                        </w:rPr>
                      </w:pPr>
                      <w:r w:rsidRPr="00EC713C">
                        <w:rPr>
                          <w:rFonts w:ascii="inherit" w:hAnsi="inherit" w:cs="Courier New"/>
                          <w:bCs/>
                          <w:color w:val="5C28F0"/>
                          <w:u w:val="single"/>
                        </w:rPr>
                        <w:t>Working with G. E. T. S.</w:t>
                      </w:r>
                    </w:p>
                    <w:p w:rsidR="004875DD" w:rsidRPr="00EC713C" w:rsidRDefault="008552C0" w:rsidP="004875DD">
                      <w:pPr>
                        <w:pStyle w:val="Heading2"/>
                        <w:rPr>
                          <w:b w:val="0"/>
                          <w:color w:val="5C28F0"/>
                        </w:rPr>
                      </w:pPr>
                      <w:r w:rsidRPr="00EC713C">
                        <w:rPr>
                          <w:rFonts w:ascii="inherit" w:hAnsi="inherit" w:cs="Courier New"/>
                          <w:bCs/>
                          <w:color w:val="5C28F0"/>
                        </w:rPr>
                        <w:t>As A Contracted Vendor</w:t>
                      </w:r>
                      <w:r w:rsidR="00BA2385" w:rsidRPr="00EC713C">
                        <w:rPr>
                          <w:b w:val="0"/>
                          <w:color w:val="5C28F0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AC7BFD" w:rsidRDefault="00AC7BFD"/>
    <w:p w:rsidR="00AC7BFD" w:rsidRDefault="00AC7BFD"/>
    <w:p w:rsidR="00AC7BFD" w:rsidRDefault="00060030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6F71F7E" wp14:editId="31801A0A">
                <wp:simplePos x="0" y="0"/>
                <wp:positionH relativeFrom="margin">
                  <wp:posOffset>3143250</wp:posOffset>
                </wp:positionH>
                <wp:positionV relativeFrom="page">
                  <wp:posOffset>3267075</wp:posOffset>
                </wp:positionV>
                <wp:extent cx="2860675" cy="2466975"/>
                <wp:effectExtent l="0" t="0" r="0" b="9525"/>
                <wp:wrapNone/>
                <wp:docPr id="12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675" cy="2466975"/>
                        </a:xfrm>
                        <a:prstGeom prst="rect">
                          <a:avLst/>
                        </a:prstGeom>
                        <a:blipFill dpi="0" rotWithShape="1">
                          <a:blip r:embed="rId24">
                            <a:alphaModFix amt="49000"/>
                          </a:blip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AC7BFD" w:rsidRPr="00677293" w:rsidRDefault="008552C0" w:rsidP="008552C0">
                            <w:pPr>
                              <w:pStyle w:val="Contact"/>
                              <w:jc w:val="center"/>
                              <w:rPr>
                                <w:b/>
                                <w:bCs/>
                                <w:color w:val="auto"/>
                                <w:sz w:val="36"/>
                                <w:szCs w:val="36"/>
                              </w:rPr>
                            </w:pPr>
                            <w:r w:rsidRPr="00677293">
                              <w:rPr>
                                <w:b/>
                                <w:bCs/>
                                <w:color w:val="auto"/>
                                <w:sz w:val="36"/>
                                <w:szCs w:val="36"/>
                              </w:rPr>
                              <w:t>You Will Receive</w:t>
                            </w:r>
                          </w:p>
                          <w:p w:rsidR="008552C0" w:rsidRPr="00677293" w:rsidRDefault="008552C0" w:rsidP="008552C0">
                            <w:pPr>
                              <w:pStyle w:val="Contact"/>
                              <w:jc w:val="center"/>
                              <w:rPr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:rsidR="008552C0" w:rsidRPr="00842DD2" w:rsidRDefault="008552C0" w:rsidP="00C57945">
                            <w:pPr>
                              <w:pStyle w:val="Contact"/>
                              <w:numPr>
                                <w:ilvl w:val="0"/>
                                <w:numId w:val="5"/>
                              </w:numPr>
                              <w:spacing w:after="120"/>
                              <w:rPr>
                                <w:b/>
                                <w:bCs/>
                                <w:color w:val="auto"/>
                                <w:sz w:val="24"/>
                              </w:rPr>
                            </w:pPr>
                            <w:r w:rsidRPr="00842DD2">
                              <w:rPr>
                                <w:b/>
                                <w:bCs/>
                                <w:color w:val="auto"/>
                                <w:sz w:val="24"/>
                              </w:rPr>
                              <w:t>Professional, friendly consumer service.</w:t>
                            </w:r>
                          </w:p>
                          <w:p w:rsidR="008552C0" w:rsidRPr="00842DD2" w:rsidRDefault="008552C0" w:rsidP="00C57945">
                            <w:pPr>
                              <w:pStyle w:val="Contact"/>
                              <w:numPr>
                                <w:ilvl w:val="0"/>
                                <w:numId w:val="5"/>
                              </w:numPr>
                              <w:spacing w:after="120"/>
                              <w:rPr>
                                <w:b/>
                                <w:bCs/>
                                <w:color w:val="auto"/>
                                <w:sz w:val="24"/>
                              </w:rPr>
                            </w:pPr>
                            <w:r w:rsidRPr="00842DD2">
                              <w:rPr>
                                <w:b/>
                                <w:bCs/>
                                <w:color w:val="auto"/>
                                <w:sz w:val="24"/>
                              </w:rPr>
                              <w:t>Clear, Open &amp; Concise communication, both written and verbal.</w:t>
                            </w:r>
                          </w:p>
                          <w:p w:rsidR="008552C0" w:rsidRPr="00842DD2" w:rsidRDefault="008552C0" w:rsidP="00C57945">
                            <w:pPr>
                              <w:pStyle w:val="Contact"/>
                              <w:numPr>
                                <w:ilvl w:val="0"/>
                                <w:numId w:val="5"/>
                              </w:numPr>
                              <w:spacing w:after="120"/>
                              <w:rPr>
                                <w:b/>
                                <w:bCs/>
                                <w:color w:val="auto"/>
                                <w:sz w:val="24"/>
                              </w:rPr>
                            </w:pPr>
                            <w:r w:rsidRPr="00842DD2">
                              <w:rPr>
                                <w:b/>
                                <w:bCs/>
                                <w:color w:val="auto"/>
                                <w:sz w:val="24"/>
                              </w:rPr>
                              <w:t>Timely submission of reports and all other written documentation.</w:t>
                            </w:r>
                          </w:p>
                          <w:p w:rsidR="008552C0" w:rsidRPr="00842DD2" w:rsidRDefault="00842DD2" w:rsidP="00C57945">
                            <w:pPr>
                              <w:pStyle w:val="Contact"/>
                              <w:numPr>
                                <w:ilvl w:val="0"/>
                                <w:numId w:val="5"/>
                              </w:numPr>
                              <w:spacing w:after="120"/>
                              <w:rPr>
                                <w:b/>
                                <w:bCs/>
                                <w:color w:val="auto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auto"/>
                                <w:sz w:val="24"/>
                              </w:rPr>
                              <w:t>Bi-Weekly case notes to assi</w:t>
                            </w:r>
                            <w:r w:rsidR="008552C0" w:rsidRPr="00842DD2">
                              <w:rPr>
                                <w:b/>
                                <w:bCs/>
                                <w:color w:val="auto"/>
                                <w:sz w:val="24"/>
                              </w:rPr>
                              <w:t>st with maintaining close engagement with consumers.</w:t>
                            </w:r>
                          </w:p>
                          <w:p w:rsidR="00AC7BFD" w:rsidRPr="00677293" w:rsidRDefault="00AC7BFD" w:rsidP="008552C0">
                            <w:pPr>
                              <w:pStyle w:val="Event"/>
                              <w:spacing w:after="0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F71F7E" id="Text Box 278" o:spid="_x0000_s1038" type="#_x0000_t202" style="position:absolute;margin-left:247.5pt;margin-top:257.25pt;width:225.25pt;height:194.2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" stroked="f">
                <v:fill r:id="rId25" o:title="" opacity="32113f" recolor="t" rotate="t" type="tile"/>
                <v:textbox inset="0,0,0,0">
                  <w:txbxContent>
                    <w:p w:rsidR="00AC7BFD" w:rsidRPr="00677293" w:rsidRDefault="008552C0" w:rsidP="008552C0">
                      <w:pPr>
                        <w:pStyle w:val="Contact"/>
                        <w:jc w:val="center"/>
                        <w:rPr>
                          <w:b/>
                          <w:bCs/>
                          <w:color w:val="auto"/>
                          <w:sz w:val="36"/>
                          <w:szCs w:val="36"/>
                        </w:rPr>
                      </w:pPr>
                      <w:r w:rsidRPr="00677293">
                        <w:rPr>
                          <w:b/>
                          <w:bCs/>
                          <w:color w:val="auto"/>
                          <w:sz w:val="36"/>
                          <w:szCs w:val="36"/>
                        </w:rPr>
                        <w:t>You Will Receive</w:t>
                      </w:r>
                    </w:p>
                    <w:p w:rsidR="008552C0" w:rsidRPr="00677293" w:rsidRDefault="008552C0" w:rsidP="008552C0">
                      <w:pPr>
                        <w:pStyle w:val="Contact"/>
                        <w:jc w:val="center"/>
                        <w:rPr>
                          <w:b/>
                          <w:bCs/>
                          <w:color w:val="auto"/>
                          <w:sz w:val="20"/>
                          <w:szCs w:val="20"/>
                        </w:rPr>
                      </w:pPr>
                    </w:p>
                    <w:p w:rsidR="008552C0" w:rsidRPr="00842DD2" w:rsidRDefault="008552C0" w:rsidP="00C57945">
                      <w:pPr>
                        <w:pStyle w:val="Contact"/>
                        <w:numPr>
                          <w:ilvl w:val="0"/>
                          <w:numId w:val="5"/>
                        </w:numPr>
                        <w:spacing w:after="120"/>
                        <w:rPr>
                          <w:b/>
                          <w:bCs/>
                          <w:color w:val="auto"/>
                          <w:sz w:val="24"/>
                        </w:rPr>
                      </w:pPr>
                      <w:r w:rsidRPr="00842DD2">
                        <w:rPr>
                          <w:b/>
                          <w:bCs/>
                          <w:color w:val="auto"/>
                          <w:sz w:val="24"/>
                        </w:rPr>
                        <w:t>Professional, friendly consumer service.</w:t>
                      </w:r>
                    </w:p>
                    <w:p w:rsidR="008552C0" w:rsidRPr="00842DD2" w:rsidRDefault="008552C0" w:rsidP="00C57945">
                      <w:pPr>
                        <w:pStyle w:val="Contact"/>
                        <w:numPr>
                          <w:ilvl w:val="0"/>
                          <w:numId w:val="5"/>
                        </w:numPr>
                        <w:spacing w:after="120"/>
                        <w:rPr>
                          <w:b/>
                          <w:bCs/>
                          <w:color w:val="auto"/>
                          <w:sz w:val="24"/>
                        </w:rPr>
                      </w:pPr>
                      <w:r w:rsidRPr="00842DD2">
                        <w:rPr>
                          <w:b/>
                          <w:bCs/>
                          <w:color w:val="auto"/>
                          <w:sz w:val="24"/>
                        </w:rPr>
                        <w:t>Clear, Open &amp; Concise communication, both written and verbal.</w:t>
                      </w:r>
                    </w:p>
                    <w:p w:rsidR="008552C0" w:rsidRPr="00842DD2" w:rsidRDefault="008552C0" w:rsidP="00C57945">
                      <w:pPr>
                        <w:pStyle w:val="Contact"/>
                        <w:numPr>
                          <w:ilvl w:val="0"/>
                          <w:numId w:val="5"/>
                        </w:numPr>
                        <w:spacing w:after="120"/>
                        <w:rPr>
                          <w:b/>
                          <w:bCs/>
                          <w:color w:val="auto"/>
                          <w:sz w:val="24"/>
                        </w:rPr>
                      </w:pPr>
                      <w:r w:rsidRPr="00842DD2">
                        <w:rPr>
                          <w:b/>
                          <w:bCs/>
                          <w:color w:val="auto"/>
                          <w:sz w:val="24"/>
                        </w:rPr>
                        <w:t>Timely submission of reports and all other written documentation.</w:t>
                      </w:r>
                    </w:p>
                    <w:p w:rsidR="008552C0" w:rsidRPr="00842DD2" w:rsidRDefault="00842DD2" w:rsidP="00C57945">
                      <w:pPr>
                        <w:pStyle w:val="Contact"/>
                        <w:numPr>
                          <w:ilvl w:val="0"/>
                          <w:numId w:val="5"/>
                        </w:numPr>
                        <w:spacing w:after="120"/>
                        <w:rPr>
                          <w:b/>
                          <w:bCs/>
                          <w:color w:val="auto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auto"/>
                          <w:sz w:val="24"/>
                        </w:rPr>
                        <w:t>Bi-Weekly case notes to assi</w:t>
                      </w:r>
                      <w:r w:rsidR="008552C0" w:rsidRPr="00842DD2">
                        <w:rPr>
                          <w:b/>
                          <w:bCs/>
                          <w:color w:val="auto"/>
                          <w:sz w:val="24"/>
                        </w:rPr>
                        <w:t>st with maintaining close engagement with consumers.</w:t>
                      </w:r>
                    </w:p>
                    <w:p w:rsidR="00AC7BFD" w:rsidRPr="00677293" w:rsidRDefault="00AC7BFD" w:rsidP="008552C0">
                      <w:pPr>
                        <w:pStyle w:val="Event"/>
                        <w:spacing w:after="0"/>
                        <w:rPr>
                          <w:b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AC7BFD" w:rsidRDefault="00C47542">
      <w:r>
        <w:rPr>
          <w:noProof/>
        </w:rPr>
        <w:drawing>
          <wp:anchor distT="0" distB="0" distL="114300" distR="114300" simplePos="0" relativeHeight="251679744" behindDoc="1" locked="0" layoutInCell="1" allowOverlap="1" wp14:anchorId="33D92826" wp14:editId="2CE6040F">
            <wp:simplePos x="0" y="0"/>
            <wp:positionH relativeFrom="column">
              <wp:posOffset>-47625</wp:posOffset>
            </wp:positionH>
            <wp:positionV relativeFrom="paragraph">
              <wp:posOffset>157480</wp:posOffset>
            </wp:positionV>
            <wp:extent cx="2381250" cy="2032000"/>
            <wp:effectExtent l="152400" t="152400" r="361950" b="368300"/>
            <wp:wrapTight wrapText="bothSides">
              <wp:wrapPolygon edited="0">
                <wp:start x="691" y="-1620"/>
                <wp:lineTo x="-1382" y="-1215"/>
                <wp:lineTo x="-1382" y="22478"/>
                <wp:lineTo x="691" y="24705"/>
                <wp:lineTo x="1728" y="25313"/>
                <wp:lineTo x="21600" y="25313"/>
                <wp:lineTo x="22810" y="24705"/>
                <wp:lineTo x="24710" y="21668"/>
                <wp:lineTo x="24710" y="2025"/>
                <wp:lineTo x="22637" y="-1013"/>
                <wp:lineTo x="22464" y="-1620"/>
                <wp:lineTo x="691" y="-1620"/>
              </wp:wrapPolygon>
            </wp:wrapTight>
            <wp:docPr id="384" name="Picture 384" descr="http://nebula.wsimg.com/8a825c6d481ae3530439c61a176798e8?AccessKeyId=8BC7EF9BF9163542CEFE&amp;disposition=0&amp;alloworigin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nebula.wsimg.com/8a825c6d481ae3530439c61a176798e8?AccessKeyId=8BC7EF9BF9163542CEFE&amp;disposition=0&amp;alloworigin=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032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7BFD" w:rsidRDefault="00AC7BFD"/>
    <w:p w:rsidR="00AC7BFD" w:rsidRDefault="00AC7BFD"/>
    <w:p w:rsidR="00AC7BFD" w:rsidRDefault="00AC7BFD"/>
    <w:p w:rsidR="00AC7BFD" w:rsidRDefault="00AC7BFD"/>
    <w:p w:rsidR="00AC7BFD" w:rsidRDefault="00AC7BFD"/>
    <w:p w:rsidR="00AC7BFD" w:rsidRDefault="00AC7BFD" w:rsidP="001364FC"/>
    <w:p w:rsidR="00AC7BFD" w:rsidRDefault="00AC7BFD">
      <w:pPr>
        <w:rPr>
          <w:noProof/>
        </w:rPr>
      </w:pPr>
    </w:p>
    <w:p w:rsidR="00842DD2" w:rsidRDefault="00842DD2" w:rsidP="00842DD2">
      <w:pPr>
        <w:rPr>
          <w:rFonts w:eastAsia="Times New Roman"/>
          <w:b/>
          <w:sz w:val="40"/>
          <w:szCs w:val="40"/>
        </w:rPr>
      </w:pPr>
    </w:p>
    <w:p w:rsidR="00C97095" w:rsidRPr="00C97095" w:rsidRDefault="00C97095" w:rsidP="00842DD2">
      <w:pPr>
        <w:rPr>
          <w:sz w:val="4"/>
          <w:szCs w:val="4"/>
        </w:rPr>
      </w:pPr>
    </w:p>
    <w:p w:rsidR="00AC7BFD" w:rsidRPr="00C97095" w:rsidRDefault="00C97095" w:rsidP="00C97095">
      <w:pPr>
        <w:rPr>
          <w:sz w:val="16"/>
          <w:szCs w:val="16"/>
        </w:rPr>
      </w:pPr>
      <w:r w:rsidRPr="00842DD2">
        <w:rPr>
          <w:noProof/>
        </w:rPr>
        <w:drawing>
          <wp:anchor distT="0" distB="0" distL="114300" distR="114300" simplePos="0" relativeHeight="251730944" behindDoc="1" locked="0" layoutInCell="1" allowOverlap="1" wp14:anchorId="04AA70A3" wp14:editId="19AFCBAC">
            <wp:simplePos x="0" y="0"/>
            <wp:positionH relativeFrom="margin">
              <wp:align>center</wp:align>
            </wp:positionH>
            <wp:positionV relativeFrom="paragraph">
              <wp:posOffset>692785</wp:posOffset>
            </wp:positionV>
            <wp:extent cx="2505075" cy="1390650"/>
            <wp:effectExtent l="0" t="0" r="9525" b="0"/>
            <wp:wrapTight wrapText="bothSides">
              <wp:wrapPolygon edited="0">
                <wp:start x="8870" y="0"/>
                <wp:lineTo x="6899" y="296"/>
                <wp:lineTo x="1643" y="3551"/>
                <wp:lineTo x="1643" y="4734"/>
                <wp:lineTo x="657" y="6805"/>
                <wp:lineTo x="0" y="8877"/>
                <wp:lineTo x="0" y="10948"/>
                <wp:lineTo x="164" y="14203"/>
                <wp:lineTo x="329" y="14795"/>
                <wp:lineTo x="3614" y="19529"/>
                <wp:lineTo x="7392" y="21304"/>
                <wp:lineTo x="8377" y="21304"/>
                <wp:lineTo x="13305" y="21304"/>
                <wp:lineTo x="14290" y="21304"/>
                <wp:lineTo x="18068" y="19529"/>
                <wp:lineTo x="21354" y="14795"/>
                <wp:lineTo x="21518" y="12132"/>
                <wp:lineTo x="21518" y="8581"/>
                <wp:lineTo x="20861" y="6510"/>
                <wp:lineTo x="20040" y="4734"/>
                <wp:lineTo x="20204" y="3551"/>
                <wp:lineTo x="14948" y="296"/>
                <wp:lineTo x="12812" y="0"/>
                <wp:lineTo x="8870" y="0"/>
              </wp:wrapPolygon>
            </wp:wrapTight>
            <wp:docPr id="4" name="Picture 4" descr="C:\Users\GETS\AppData\Local\Temp\Temp1_branding.zip\branding\TTW-seals-whi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TS\AppData\Local\Temp\Temp1_branding.zip\branding\TTW-seals-white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6A03">
        <w:rPr>
          <w:noProof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3A767A73" wp14:editId="6E445A94">
                <wp:simplePos x="0" y="0"/>
                <wp:positionH relativeFrom="page">
                  <wp:posOffset>6953250</wp:posOffset>
                </wp:positionH>
                <wp:positionV relativeFrom="page">
                  <wp:posOffset>5514975</wp:posOffset>
                </wp:positionV>
                <wp:extent cx="2657475" cy="1943100"/>
                <wp:effectExtent l="0" t="0" r="9525" b="0"/>
                <wp:wrapNone/>
                <wp:docPr id="5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7BFD" w:rsidRPr="00EC713C" w:rsidRDefault="00AB24A0">
                            <w:pPr>
                              <w:pStyle w:val="OrgInfo"/>
                              <w:jc w:val="center"/>
                              <w:rPr>
                                <w:rStyle w:val="Strong"/>
                                <w:rFonts w:ascii="Georgia" w:hAnsi="Georgia"/>
                                <w:i/>
                                <w:iCs/>
                                <w:color w:val="5C28F0"/>
                                <w:sz w:val="36"/>
                                <w:szCs w:val="36"/>
                              </w:rPr>
                            </w:pPr>
                            <w:r w:rsidRPr="00EC713C">
                              <w:rPr>
                                <w:rStyle w:val="Strong"/>
                                <w:rFonts w:ascii="Georgia" w:hAnsi="Georgia"/>
                                <w:i/>
                                <w:iCs/>
                                <w:color w:val="5C28F0"/>
                                <w:sz w:val="36"/>
                                <w:szCs w:val="36"/>
                              </w:rPr>
                              <w:t>Gillispie Employment &amp; Training Services</w:t>
                            </w:r>
                          </w:p>
                          <w:p w:rsidR="00132B18" w:rsidRPr="00065F68" w:rsidRDefault="00132B18" w:rsidP="00065F68">
                            <w:pPr>
                              <w:pStyle w:val="OrgInfo"/>
                              <w:spacing w:line="240" w:lineRule="auto"/>
                              <w:jc w:val="center"/>
                              <w:rPr>
                                <w:b/>
                                <w:sz w:val="6"/>
                                <w:szCs w:val="6"/>
                              </w:rPr>
                            </w:pPr>
                          </w:p>
                          <w:p w:rsidR="00065F68" w:rsidRDefault="00065F68">
                            <w:pPr>
                              <w:pStyle w:val="OrgInfo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The Breighton Building</w:t>
                            </w:r>
                          </w:p>
                          <w:p w:rsidR="00AC7BFD" w:rsidRPr="00F816A2" w:rsidRDefault="00065F68">
                            <w:pPr>
                              <w:pStyle w:val="OrgInfo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990 I-H 10, North</w:t>
                            </w:r>
                            <w:r w:rsidR="00AB24A0" w:rsidRPr="00F816A2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Suite #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110</w:t>
                            </w:r>
                          </w:p>
                          <w:p w:rsidR="00AC7BFD" w:rsidRPr="00F816A2" w:rsidRDefault="00AB24A0">
                            <w:pPr>
                              <w:pStyle w:val="OrgInfo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F816A2">
                              <w:rPr>
                                <w:b/>
                                <w:sz w:val="22"/>
                                <w:szCs w:val="22"/>
                              </w:rPr>
                              <w:t>Beaumont, TX 7770</w:t>
                            </w:r>
                            <w:r w:rsidR="00C149C1">
                              <w:rPr>
                                <w:b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  <w:p w:rsidR="00AC7BFD" w:rsidRPr="00065F68" w:rsidRDefault="00AC7BFD">
                            <w:pPr>
                              <w:pStyle w:val="OrgInfo"/>
                              <w:jc w:val="center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AC7BFD" w:rsidRDefault="00842DD2">
                            <w:pPr>
                              <w:pStyle w:val="OrgInfo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Ms. G’s </w:t>
                            </w:r>
                            <w:r w:rsidR="00EC5293" w:rsidRPr="00F816A2">
                              <w:rPr>
                                <w:b/>
                                <w:sz w:val="22"/>
                                <w:szCs w:val="22"/>
                              </w:rPr>
                              <w:t xml:space="preserve">Phone: </w:t>
                            </w:r>
                            <w:r w:rsidR="00AB24A0" w:rsidRPr="00F816A2">
                              <w:rPr>
                                <w:b/>
                                <w:sz w:val="22"/>
                                <w:szCs w:val="22"/>
                              </w:rPr>
                              <w:t>(409) 499-8216</w:t>
                            </w:r>
                          </w:p>
                          <w:p w:rsidR="00C726A5" w:rsidRPr="00F816A2" w:rsidRDefault="00C726A5">
                            <w:pPr>
                              <w:pStyle w:val="OrgInfo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Office Phone: (409) 767-8772</w:t>
                            </w:r>
                          </w:p>
                          <w:p w:rsidR="00AC7BFD" w:rsidRPr="00F816A2" w:rsidRDefault="00DF10EE">
                            <w:pPr>
                              <w:pStyle w:val="OrgInfo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="00C726A5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        </w:t>
                            </w:r>
                            <w:r w:rsidR="00AC7BFD" w:rsidRPr="00F816A2">
                              <w:rPr>
                                <w:b/>
                                <w:sz w:val="22"/>
                                <w:szCs w:val="22"/>
                              </w:rPr>
                              <w:t xml:space="preserve">Fax: </w:t>
                            </w:r>
                            <w:r w:rsidR="00AB24A0" w:rsidRPr="00F816A2">
                              <w:rPr>
                                <w:b/>
                                <w:sz w:val="22"/>
                                <w:szCs w:val="22"/>
                              </w:rPr>
                              <w:t>(409) 241-7173</w:t>
                            </w:r>
                          </w:p>
                          <w:p w:rsidR="00AC7BFD" w:rsidRPr="00DF10EE" w:rsidRDefault="00EC5293">
                            <w:pPr>
                              <w:pStyle w:val="OrgInfo"/>
                              <w:jc w:val="center"/>
                              <w:rPr>
                                <w:b/>
                                <w:color w:val="3D0EC2"/>
                                <w:sz w:val="22"/>
                                <w:szCs w:val="22"/>
                              </w:rPr>
                            </w:pPr>
                            <w:r w:rsidRPr="00F816A2">
                              <w:rPr>
                                <w:b/>
                                <w:sz w:val="22"/>
                                <w:szCs w:val="22"/>
                              </w:rPr>
                              <w:t>E</w:t>
                            </w:r>
                            <w:r w:rsidR="00CA68F1" w:rsidRPr="00F816A2">
                              <w:rPr>
                                <w:b/>
                                <w:sz w:val="22"/>
                                <w:szCs w:val="22"/>
                              </w:rPr>
                              <w:t>-</w:t>
                            </w:r>
                            <w:r w:rsidRPr="00F816A2">
                              <w:rPr>
                                <w:b/>
                                <w:sz w:val="22"/>
                                <w:szCs w:val="22"/>
                              </w:rPr>
                              <w:t xml:space="preserve">mail: </w:t>
                            </w:r>
                            <w:r w:rsidR="00AB24A0" w:rsidRPr="00EC713C">
                              <w:rPr>
                                <w:b/>
                                <w:color w:val="5C28F0"/>
                                <w:sz w:val="22"/>
                                <w:szCs w:val="22"/>
                              </w:rPr>
                              <w:t>getsjob4you@gmail.com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767A73" id="Text Box 187" o:spid="_x0000_s1039" type="#_x0000_t202" style="position:absolute;margin-left:547.5pt;margin-top:434.25pt;width:209.25pt;height:153pt;z-index: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1BctgIAALQ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" filled="f" stroked="f">
                <v:textbox inset="0,0,0,0">
                  <w:txbxContent>
                    <w:p w:rsidR="00AC7BFD" w:rsidRPr="00EC713C" w:rsidRDefault="00AB24A0">
                      <w:pPr>
                        <w:pStyle w:val="OrgInfo"/>
                        <w:jc w:val="center"/>
                        <w:rPr>
                          <w:rStyle w:val="Strong"/>
                          <w:rFonts w:ascii="Georgia" w:hAnsi="Georgia"/>
                          <w:i/>
                          <w:iCs/>
                          <w:color w:val="5C28F0"/>
                          <w:sz w:val="36"/>
                          <w:szCs w:val="36"/>
                        </w:rPr>
                      </w:pPr>
                      <w:r w:rsidRPr="00EC713C">
                        <w:rPr>
                          <w:rStyle w:val="Strong"/>
                          <w:rFonts w:ascii="Georgia" w:hAnsi="Georgia"/>
                          <w:i/>
                          <w:iCs/>
                          <w:color w:val="5C28F0"/>
                          <w:sz w:val="36"/>
                          <w:szCs w:val="36"/>
                        </w:rPr>
                        <w:t>Gillispie Employment &amp; Training Services</w:t>
                      </w:r>
                    </w:p>
                    <w:p w:rsidR="00132B18" w:rsidRPr="00065F68" w:rsidRDefault="00132B18" w:rsidP="00065F68">
                      <w:pPr>
                        <w:pStyle w:val="OrgInfo"/>
                        <w:spacing w:line="240" w:lineRule="auto"/>
                        <w:jc w:val="center"/>
                        <w:rPr>
                          <w:b/>
                          <w:sz w:val="6"/>
                          <w:szCs w:val="6"/>
                        </w:rPr>
                      </w:pPr>
                    </w:p>
                    <w:p w:rsidR="00065F68" w:rsidRDefault="00065F68">
                      <w:pPr>
                        <w:pStyle w:val="OrgInfo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The Breighton Building</w:t>
                      </w:r>
                    </w:p>
                    <w:p w:rsidR="00AC7BFD" w:rsidRPr="00F816A2" w:rsidRDefault="00065F68">
                      <w:pPr>
                        <w:pStyle w:val="OrgInfo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990 I-H 10, North</w:t>
                      </w:r>
                      <w:r w:rsidR="00AB24A0" w:rsidRPr="00F816A2">
                        <w:rPr>
                          <w:b/>
                          <w:sz w:val="22"/>
                          <w:szCs w:val="22"/>
                        </w:rPr>
                        <w:t xml:space="preserve">   Suite #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110</w:t>
                      </w:r>
                    </w:p>
                    <w:p w:rsidR="00AC7BFD" w:rsidRPr="00F816A2" w:rsidRDefault="00AB24A0">
                      <w:pPr>
                        <w:pStyle w:val="OrgInfo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F816A2">
                        <w:rPr>
                          <w:b/>
                          <w:sz w:val="22"/>
                          <w:szCs w:val="22"/>
                        </w:rPr>
                        <w:t>Beaumont, TX 7770</w:t>
                      </w:r>
                      <w:r w:rsidR="00C149C1">
                        <w:rPr>
                          <w:b/>
                          <w:sz w:val="22"/>
                          <w:szCs w:val="22"/>
                        </w:rPr>
                        <w:t>2</w:t>
                      </w:r>
                    </w:p>
                    <w:p w:rsidR="00AC7BFD" w:rsidRPr="00065F68" w:rsidRDefault="00AC7BFD">
                      <w:pPr>
                        <w:pStyle w:val="OrgInfo"/>
                        <w:jc w:val="center"/>
                        <w:rPr>
                          <w:b/>
                          <w:sz w:val="10"/>
                          <w:szCs w:val="10"/>
                        </w:rPr>
                      </w:pPr>
                    </w:p>
                    <w:p w:rsidR="00AC7BFD" w:rsidRDefault="00842DD2">
                      <w:pPr>
                        <w:pStyle w:val="OrgInfo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 xml:space="preserve">Ms. G’s </w:t>
                      </w:r>
                      <w:r w:rsidR="00EC5293" w:rsidRPr="00F816A2">
                        <w:rPr>
                          <w:b/>
                          <w:sz w:val="22"/>
                          <w:szCs w:val="22"/>
                        </w:rPr>
                        <w:t xml:space="preserve">Phone: </w:t>
                      </w:r>
                      <w:r w:rsidR="00AB24A0" w:rsidRPr="00F816A2">
                        <w:rPr>
                          <w:b/>
                          <w:sz w:val="22"/>
                          <w:szCs w:val="22"/>
                        </w:rPr>
                        <w:t>(409) 499-8216</w:t>
                      </w:r>
                    </w:p>
                    <w:p w:rsidR="00C726A5" w:rsidRPr="00F816A2" w:rsidRDefault="00C726A5">
                      <w:pPr>
                        <w:pStyle w:val="OrgInfo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 xml:space="preserve"> Office Phone: (409) 767-8772</w:t>
                      </w:r>
                    </w:p>
                    <w:p w:rsidR="00AC7BFD" w:rsidRPr="00F816A2" w:rsidRDefault="00DF10EE">
                      <w:pPr>
                        <w:pStyle w:val="OrgInfo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 xml:space="preserve">    </w:t>
                      </w:r>
                      <w:r w:rsidR="00C726A5">
                        <w:rPr>
                          <w:b/>
                          <w:sz w:val="22"/>
                          <w:szCs w:val="22"/>
                        </w:rPr>
                        <w:t xml:space="preserve">           </w:t>
                      </w:r>
                      <w:r w:rsidR="00AC7BFD" w:rsidRPr="00F816A2">
                        <w:rPr>
                          <w:b/>
                          <w:sz w:val="22"/>
                          <w:szCs w:val="22"/>
                        </w:rPr>
                        <w:t xml:space="preserve">Fax: </w:t>
                      </w:r>
                      <w:r w:rsidR="00AB24A0" w:rsidRPr="00F816A2">
                        <w:rPr>
                          <w:b/>
                          <w:sz w:val="22"/>
                          <w:szCs w:val="22"/>
                        </w:rPr>
                        <w:t>(409) 241-7173</w:t>
                      </w:r>
                    </w:p>
                    <w:p w:rsidR="00AC7BFD" w:rsidRPr="00DF10EE" w:rsidRDefault="00EC5293">
                      <w:pPr>
                        <w:pStyle w:val="OrgInfo"/>
                        <w:jc w:val="center"/>
                        <w:rPr>
                          <w:b/>
                          <w:color w:val="3D0EC2"/>
                          <w:sz w:val="22"/>
                          <w:szCs w:val="22"/>
                        </w:rPr>
                      </w:pPr>
                      <w:r w:rsidRPr="00F816A2">
                        <w:rPr>
                          <w:b/>
                          <w:sz w:val="22"/>
                          <w:szCs w:val="22"/>
                        </w:rPr>
                        <w:t>E</w:t>
                      </w:r>
                      <w:r w:rsidR="00CA68F1" w:rsidRPr="00F816A2">
                        <w:rPr>
                          <w:b/>
                          <w:sz w:val="22"/>
                          <w:szCs w:val="22"/>
                        </w:rPr>
                        <w:t>-</w:t>
                      </w:r>
                      <w:r w:rsidRPr="00F816A2">
                        <w:rPr>
                          <w:b/>
                          <w:sz w:val="22"/>
                          <w:szCs w:val="22"/>
                        </w:rPr>
                        <w:t xml:space="preserve">mail: </w:t>
                      </w:r>
                      <w:r w:rsidR="00AB24A0" w:rsidRPr="00EC713C">
                        <w:rPr>
                          <w:b/>
                          <w:color w:val="5C28F0"/>
                          <w:sz w:val="22"/>
                          <w:szCs w:val="22"/>
                        </w:rPr>
                        <w:t>getsjob4you@gmail.com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57945">
        <w:rPr>
          <w:sz w:val="16"/>
          <w:szCs w:val="16"/>
        </w:rPr>
        <w:t xml:space="preserve">   </w:t>
      </w:r>
      <w:r w:rsidR="000A25BE">
        <w:rPr>
          <w:sz w:val="16"/>
          <w:szCs w:val="16"/>
        </w:rPr>
        <w:t xml:space="preserve">             </w:t>
      </w:r>
      <w:r w:rsidR="00C57945">
        <w:rPr>
          <w:sz w:val="16"/>
          <w:szCs w:val="16"/>
        </w:rPr>
        <w:t xml:space="preserve">    </w:t>
      </w:r>
      <w:bookmarkStart w:id="0" w:name="_GoBack"/>
      <w:bookmarkEnd w:id="0"/>
      <w:r w:rsidR="00C57945">
        <w:rPr>
          <w:noProof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7738EB0E" wp14:editId="5D9E6DCC">
                <wp:simplePos x="0" y="0"/>
                <wp:positionH relativeFrom="margin">
                  <wp:align>center</wp:align>
                </wp:positionH>
                <wp:positionV relativeFrom="margin">
                  <wp:posOffset>6647180</wp:posOffset>
                </wp:positionV>
                <wp:extent cx="2705100" cy="199390"/>
                <wp:effectExtent l="0" t="0" r="0" b="0"/>
                <wp:wrapNone/>
                <wp:docPr id="6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9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7BFD" w:rsidRPr="00683951" w:rsidRDefault="001364FC" w:rsidP="008552C0">
                            <w:pPr>
                              <w:pStyle w:val="Heading2"/>
                              <w:rPr>
                                <w:rFonts w:ascii="inherit" w:hAnsi="inherit" w:cs="Courier New"/>
                                <w:bCs/>
                                <w:color w:val="5C28F0"/>
                                <w:sz w:val="32"/>
                                <w:szCs w:val="32"/>
                              </w:rPr>
                            </w:pPr>
                            <w:r w:rsidRPr="00683951">
                              <w:rPr>
                                <w:rFonts w:ascii="inherit" w:hAnsi="inherit" w:cs="Courier New"/>
                                <w:bCs/>
                                <w:color w:val="5C28F0"/>
                                <w:sz w:val="32"/>
                                <w:szCs w:val="32"/>
                              </w:rPr>
                              <w:t>We are always here for you!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38EB0E" id="Text Box 272" o:spid="_x0000_s1040" type="#_x0000_t202" style="position:absolute;margin-left:0;margin-top:523.4pt;width:213pt;height:15.7pt;z-index:2516060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" filled="f" stroked="f" strokeweight="0">
                <v:textbox style="mso-fit-shape-to-text:t" inset="2.85pt,2.85pt,2.85pt,2.85pt">
                  <w:txbxContent>
                    <w:p w:rsidR="00AC7BFD" w:rsidRPr="00683951" w:rsidRDefault="001364FC" w:rsidP="008552C0">
                      <w:pPr>
                        <w:pStyle w:val="Heading2"/>
                        <w:rPr>
                          <w:rFonts w:ascii="inherit" w:hAnsi="inherit" w:cs="Courier New"/>
                          <w:bCs/>
                          <w:color w:val="5C28F0"/>
                          <w:sz w:val="32"/>
                          <w:szCs w:val="32"/>
                        </w:rPr>
                      </w:pPr>
                      <w:r w:rsidRPr="00683951">
                        <w:rPr>
                          <w:rFonts w:ascii="inherit" w:hAnsi="inherit" w:cs="Courier New"/>
                          <w:bCs/>
                          <w:color w:val="5C28F0"/>
                          <w:sz w:val="32"/>
                          <w:szCs w:val="32"/>
                        </w:rPr>
                        <w:t>We are always here for you!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842DD2"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68A566B6" wp14:editId="2C624170">
                <wp:simplePos x="0" y="0"/>
                <wp:positionH relativeFrom="column">
                  <wp:posOffset>3143250</wp:posOffset>
                </wp:positionH>
                <wp:positionV relativeFrom="paragraph">
                  <wp:posOffset>8255</wp:posOffset>
                </wp:positionV>
                <wp:extent cx="2924175" cy="1371600"/>
                <wp:effectExtent l="0" t="0" r="0" b="0"/>
                <wp:wrapTight wrapText="bothSides">
                  <wp:wrapPolygon edited="0">
                    <wp:start x="422" y="0"/>
                    <wp:lineTo x="422" y="21300"/>
                    <wp:lineTo x="21107" y="21300"/>
                    <wp:lineTo x="21107" y="0"/>
                    <wp:lineTo x="422" y="0"/>
                  </wp:wrapPolygon>
                </wp:wrapTight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137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2DD2" w:rsidRDefault="00842DD2" w:rsidP="00842D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566B6" id="Text Box 2" o:spid="_x0000_s1041" type="#_x0000_t202" style="position:absolute;margin-left:247.5pt;margin-top:.65pt;width:230.25pt;height:108pt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" filled="f" stroked="f" strokeweight=".5pt">
                <v:textbox>
                  <w:txbxContent>
                    <w:p w:rsidR="00842DD2" w:rsidRDefault="00842DD2" w:rsidP="00842DD2">
                      <w:pPr>
                        <w:jc w:val="center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AC7BFD" w:rsidRPr="00C97095" w:rsidSect="008E78F9">
      <w:pgSz w:w="15840" w:h="12240" w:orient="landscape"/>
      <w:pgMar w:top="720" w:right="720" w:bottom="720" w:left="720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A87" w:rsidRDefault="00991A87">
      <w:r>
        <w:separator/>
      </w:r>
    </w:p>
  </w:endnote>
  <w:endnote w:type="continuationSeparator" w:id="0">
    <w:p w:rsidR="00991A87" w:rsidRDefault="00991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A87" w:rsidRDefault="00991A87">
      <w:r>
        <w:separator/>
      </w:r>
    </w:p>
  </w:footnote>
  <w:footnote w:type="continuationSeparator" w:id="0">
    <w:p w:rsidR="00991A87" w:rsidRDefault="00991A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21500"/>
    <w:multiLevelType w:val="multilevel"/>
    <w:tmpl w:val="8A0C7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0D090C"/>
    <w:multiLevelType w:val="hybridMultilevel"/>
    <w:tmpl w:val="8FA893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2F07714"/>
    <w:multiLevelType w:val="hybridMultilevel"/>
    <w:tmpl w:val="0028815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69220A14"/>
    <w:multiLevelType w:val="multilevel"/>
    <w:tmpl w:val="C7F6E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A4368F"/>
    <w:multiLevelType w:val="hybridMultilevel"/>
    <w:tmpl w:val="7B32C9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A87"/>
    <w:rsid w:val="00056BF0"/>
    <w:rsid w:val="00060030"/>
    <w:rsid w:val="00065F68"/>
    <w:rsid w:val="000804F0"/>
    <w:rsid w:val="000A25BE"/>
    <w:rsid w:val="000C2D9A"/>
    <w:rsid w:val="000D317D"/>
    <w:rsid w:val="00105928"/>
    <w:rsid w:val="00113AAB"/>
    <w:rsid w:val="00132B18"/>
    <w:rsid w:val="001364FC"/>
    <w:rsid w:val="00184FEE"/>
    <w:rsid w:val="001B1F88"/>
    <w:rsid w:val="001B7F40"/>
    <w:rsid w:val="001C0052"/>
    <w:rsid w:val="001C48BB"/>
    <w:rsid w:val="002B474B"/>
    <w:rsid w:val="00316978"/>
    <w:rsid w:val="00351B8F"/>
    <w:rsid w:val="00363247"/>
    <w:rsid w:val="003869C2"/>
    <w:rsid w:val="0039293E"/>
    <w:rsid w:val="003B2C4B"/>
    <w:rsid w:val="00450013"/>
    <w:rsid w:val="0046313A"/>
    <w:rsid w:val="00472D2B"/>
    <w:rsid w:val="004875DD"/>
    <w:rsid w:val="00492534"/>
    <w:rsid w:val="004D481C"/>
    <w:rsid w:val="00547C02"/>
    <w:rsid w:val="0055570A"/>
    <w:rsid w:val="005606C4"/>
    <w:rsid w:val="00583E38"/>
    <w:rsid w:val="005B056B"/>
    <w:rsid w:val="005C560C"/>
    <w:rsid w:val="005F269A"/>
    <w:rsid w:val="00621258"/>
    <w:rsid w:val="006245B1"/>
    <w:rsid w:val="00625DB3"/>
    <w:rsid w:val="00677293"/>
    <w:rsid w:val="00683951"/>
    <w:rsid w:val="006B3462"/>
    <w:rsid w:val="006B7CAB"/>
    <w:rsid w:val="006F6626"/>
    <w:rsid w:val="00750867"/>
    <w:rsid w:val="00781D46"/>
    <w:rsid w:val="007859C6"/>
    <w:rsid w:val="007C1B32"/>
    <w:rsid w:val="007D3609"/>
    <w:rsid w:val="00842DD2"/>
    <w:rsid w:val="008552C0"/>
    <w:rsid w:val="008E78F9"/>
    <w:rsid w:val="008F26E0"/>
    <w:rsid w:val="009146AB"/>
    <w:rsid w:val="00956369"/>
    <w:rsid w:val="00963B26"/>
    <w:rsid w:val="00972824"/>
    <w:rsid w:val="00991A87"/>
    <w:rsid w:val="009A4458"/>
    <w:rsid w:val="009E2D16"/>
    <w:rsid w:val="00A2307F"/>
    <w:rsid w:val="00A4355F"/>
    <w:rsid w:val="00A46A65"/>
    <w:rsid w:val="00A948E9"/>
    <w:rsid w:val="00AB24A0"/>
    <w:rsid w:val="00AC7BFD"/>
    <w:rsid w:val="00AD6A03"/>
    <w:rsid w:val="00AF385F"/>
    <w:rsid w:val="00B02BFA"/>
    <w:rsid w:val="00B10E3E"/>
    <w:rsid w:val="00B1628C"/>
    <w:rsid w:val="00BA2385"/>
    <w:rsid w:val="00BA3AFE"/>
    <w:rsid w:val="00BA7578"/>
    <w:rsid w:val="00BD6ECC"/>
    <w:rsid w:val="00BF18FD"/>
    <w:rsid w:val="00C0295B"/>
    <w:rsid w:val="00C149C1"/>
    <w:rsid w:val="00C316D5"/>
    <w:rsid w:val="00C47542"/>
    <w:rsid w:val="00C57945"/>
    <w:rsid w:val="00C726A5"/>
    <w:rsid w:val="00C97095"/>
    <w:rsid w:val="00CA68F1"/>
    <w:rsid w:val="00D469E7"/>
    <w:rsid w:val="00D90CB2"/>
    <w:rsid w:val="00DC7B7F"/>
    <w:rsid w:val="00DD6258"/>
    <w:rsid w:val="00DF10EE"/>
    <w:rsid w:val="00E15AB2"/>
    <w:rsid w:val="00E374B2"/>
    <w:rsid w:val="00E762BF"/>
    <w:rsid w:val="00EC5293"/>
    <w:rsid w:val="00EC713C"/>
    <w:rsid w:val="00EE28B3"/>
    <w:rsid w:val="00F20B86"/>
    <w:rsid w:val="00F411D8"/>
    <w:rsid w:val="00F8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63773285"/>
  <w15:docId w15:val="{36A9B288-981F-43EA-BCD2-015D7AFDD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411D8"/>
    <w:rPr>
      <w:rFonts w:ascii="Trebuchet MS" w:hAnsi="Trebuchet MS"/>
      <w:sz w:val="24"/>
      <w:szCs w:val="24"/>
    </w:rPr>
  </w:style>
  <w:style w:type="paragraph" w:styleId="Heading1">
    <w:name w:val="heading 1"/>
    <w:basedOn w:val="Normal"/>
    <w:next w:val="Normal"/>
    <w:qFormat/>
    <w:rsid w:val="00450013"/>
    <w:pPr>
      <w:keepNext/>
      <w:outlineLvl w:val="0"/>
    </w:pPr>
    <w:rPr>
      <w:rFonts w:eastAsia="Times New Roman"/>
      <w:b/>
      <w:color w:val="993300"/>
      <w:sz w:val="44"/>
      <w:szCs w:val="44"/>
    </w:rPr>
  </w:style>
  <w:style w:type="paragraph" w:styleId="Heading2">
    <w:name w:val="heading 2"/>
    <w:basedOn w:val="Heading1"/>
    <w:next w:val="Normal"/>
    <w:qFormat/>
    <w:rsid w:val="00F20B86"/>
    <w:pPr>
      <w:jc w:val="both"/>
      <w:outlineLvl w:val="1"/>
    </w:pPr>
    <w:rPr>
      <w:color w:val="auto"/>
      <w:sz w:val="40"/>
      <w:szCs w:val="40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Comic Sans MS" w:hAnsi="Comic Sans MS"/>
      <w:color w:val="4517C5"/>
      <w:sz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Comic Sans MS" w:hAnsi="Comic Sans MS"/>
      <w:color w:val="003300"/>
      <w:sz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Comic Sans MS" w:hAnsi="Comic Sans MS"/>
      <w:color w:val="003300"/>
      <w:sz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color w:val="0033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869C2"/>
    <w:pPr>
      <w:tabs>
        <w:tab w:val="center" w:pos="4320"/>
        <w:tab w:val="right" w:pos="8640"/>
      </w:tabs>
    </w:pPr>
  </w:style>
  <w:style w:type="paragraph" w:customStyle="1" w:styleId="Address2">
    <w:name w:val="Address 2"/>
    <w:basedOn w:val="Normal"/>
    <w:pPr>
      <w:spacing w:line="280" w:lineRule="atLeast"/>
    </w:pPr>
    <w:rPr>
      <w:rFonts w:eastAsia="Times New Roman"/>
      <w:b/>
      <w:caps/>
      <w:sz w:val="20"/>
    </w:rPr>
  </w:style>
  <w:style w:type="paragraph" w:customStyle="1" w:styleId="Address1">
    <w:name w:val="Address 1"/>
    <w:basedOn w:val="Normal"/>
    <w:pPr>
      <w:spacing w:line="240" w:lineRule="atLeast"/>
    </w:pPr>
    <w:rPr>
      <w:rFonts w:eastAsia="Times New Roman"/>
      <w:sz w:val="20"/>
    </w:rPr>
  </w:style>
  <w:style w:type="paragraph" w:customStyle="1" w:styleId="AddressCorrection">
    <w:name w:val="Address Correction"/>
    <w:basedOn w:val="Normal"/>
    <w:pPr>
      <w:spacing w:before="120"/>
    </w:pPr>
    <w:rPr>
      <w:rFonts w:eastAsia="Times New Roman"/>
      <w:i/>
      <w:sz w:val="16"/>
    </w:rPr>
  </w:style>
  <w:style w:type="paragraph" w:customStyle="1" w:styleId="OrgInfo">
    <w:name w:val="Org Info"/>
    <w:basedOn w:val="Normal"/>
    <w:pPr>
      <w:spacing w:line="200" w:lineRule="atLeast"/>
    </w:pPr>
    <w:rPr>
      <w:rFonts w:eastAsia="Times New Roman"/>
      <w:sz w:val="16"/>
    </w:rPr>
  </w:style>
  <w:style w:type="paragraph" w:customStyle="1" w:styleId="PanelHeader">
    <w:name w:val="Panel Header"/>
    <w:basedOn w:val="Heading1"/>
    <w:rsid w:val="00316978"/>
    <w:pPr>
      <w:spacing w:after="120"/>
    </w:pPr>
    <w:rPr>
      <w:color w:val="003300"/>
      <w:sz w:val="28"/>
    </w:rPr>
  </w:style>
  <w:style w:type="paragraph" w:customStyle="1" w:styleId="Sign-up">
    <w:name w:val="Sign-up"/>
    <w:basedOn w:val="Normal"/>
    <w:pPr>
      <w:spacing w:line="220" w:lineRule="atLeast"/>
    </w:pPr>
    <w:rPr>
      <w:rFonts w:eastAsia="Times New Roman"/>
      <w:b/>
      <w:i/>
      <w:sz w:val="16"/>
    </w:rPr>
  </w:style>
  <w:style w:type="paragraph" w:customStyle="1" w:styleId="Event">
    <w:name w:val="Event"/>
    <w:basedOn w:val="Normal"/>
    <w:rsid w:val="00956369"/>
    <w:pPr>
      <w:spacing w:after="120" w:line="220" w:lineRule="atLeast"/>
    </w:pPr>
    <w:rPr>
      <w:rFonts w:eastAsia="Times New Roman"/>
      <w:sz w:val="18"/>
      <w:szCs w:val="18"/>
    </w:rPr>
  </w:style>
  <w:style w:type="paragraph" w:styleId="BodyText">
    <w:name w:val="Body Text"/>
    <w:basedOn w:val="Normal"/>
    <w:link w:val="BodyTextChar"/>
    <w:pPr>
      <w:spacing w:after="120" w:line="280" w:lineRule="atLeast"/>
    </w:pPr>
    <w:rPr>
      <w:rFonts w:eastAsia="Times New Roman"/>
      <w:sz w:val="19"/>
    </w:rPr>
  </w:style>
  <w:style w:type="paragraph" w:customStyle="1" w:styleId="Contact">
    <w:name w:val="Contact"/>
    <w:basedOn w:val="Normal"/>
    <w:rPr>
      <w:rFonts w:eastAsia="Times New Roman"/>
      <w:color w:val="000000"/>
      <w:kern w:val="28"/>
      <w:sz w:val="22"/>
    </w:rPr>
  </w:style>
  <w:style w:type="paragraph" w:customStyle="1" w:styleId="Masthead">
    <w:name w:val="Masthead"/>
    <w:basedOn w:val="Heading1"/>
    <w:rsid w:val="00EE28B3"/>
    <w:pPr>
      <w:jc w:val="center"/>
    </w:pPr>
    <w:rPr>
      <w:kern w:val="28"/>
      <w:szCs w:val="48"/>
    </w:rPr>
  </w:style>
  <w:style w:type="paragraph" w:customStyle="1" w:styleId="Tagline">
    <w:name w:val="Tagline"/>
    <w:basedOn w:val="Normal"/>
    <w:rsid w:val="00EE28B3"/>
    <w:pPr>
      <w:jc w:val="right"/>
    </w:pPr>
    <w:rPr>
      <w:rFonts w:eastAsia="Times New Roman"/>
      <w:kern w:val="28"/>
      <w:sz w:val="26"/>
    </w:rPr>
  </w:style>
  <w:style w:type="paragraph" w:customStyle="1" w:styleId="Caption">
    <w:name w:val="Caption."/>
    <w:basedOn w:val="Normal"/>
    <w:rsid w:val="00F20B86"/>
    <w:pPr>
      <w:spacing w:line="200" w:lineRule="atLeast"/>
      <w:jc w:val="center"/>
    </w:pPr>
    <w:rPr>
      <w:rFonts w:eastAsia="Times New Roman"/>
      <w:i/>
      <w:kern w:val="28"/>
      <w:sz w:val="16"/>
      <w:szCs w:val="16"/>
    </w:rPr>
  </w:style>
  <w:style w:type="paragraph" w:customStyle="1" w:styleId="OrgName1">
    <w:name w:val="Org Name 1"/>
    <w:basedOn w:val="Normal"/>
    <w:rPr>
      <w:rFonts w:eastAsia="Times New Roman"/>
      <w:kern w:val="28"/>
    </w:rPr>
  </w:style>
  <w:style w:type="paragraph" w:styleId="Footer">
    <w:name w:val="footer"/>
    <w:basedOn w:val="Normal"/>
    <w:link w:val="FooterChar"/>
    <w:uiPriority w:val="99"/>
    <w:unhideWhenUsed/>
    <w:rsid w:val="003929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293E"/>
    <w:rPr>
      <w:rFonts w:ascii="Trebuchet MS" w:hAnsi="Trebuchet MS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9293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28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824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2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2824"/>
    <w:rPr>
      <w:rFonts w:ascii="Courier New" w:eastAsia="Times New Roman" w:hAnsi="Courier New" w:cs="Courier New"/>
    </w:rPr>
  </w:style>
  <w:style w:type="character" w:styleId="Strong">
    <w:name w:val="Strong"/>
    <w:basedOn w:val="DefaultParagraphFont"/>
    <w:uiPriority w:val="22"/>
    <w:qFormat/>
    <w:rsid w:val="0097282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7282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apple-converted-space">
    <w:name w:val="apple-converted-space"/>
    <w:basedOn w:val="DefaultParagraphFont"/>
    <w:rsid w:val="001364FC"/>
  </w:style>
  <w:style w:type="character" w:customStyle="1" w:styleId="BodyTextChar">
    <w:name w:val="Body Text Char"/>
    <w:basedOn w:val="DefaultParagraphFont"/>
    <w:link w:val="BodyText"/>
    <w:rsid w:val="001C0052"/>
    <w:rPr>
      <w:rFonts w:ascii="Trebuchet MS" w:eastAsia="Times New Roman" w:hAnsi="Trebuchet MS"/>
      <w:sz w:val="19"/>
      <w:szCs w:val="24"/>
    </w:rPr>
  </w:style>
  <w:style w:type="paragraph" w:styleId="Caption0">
    <w:name w:val="caption"/>
    <w:basedOn w:val="Normal"/>
    <w:next w:val="Normal"/>
    <w:uiPriority w:val="35"/>
    <w:semiHidden/>
    <w:unhideWhenUsed/>
    <w:qFormat/>
    <w:rsid w:val="00A948E9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0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61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8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7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0.jpeg"/><Relationship Id="rId18" Type="http://schemas.openxmlformats.org/officeDocument/2006/relationships/hyperlink" Target="mailto:getsjob4you@gmail.com" TargetMode="External"/><Relationship Id="rId26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6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://www.getsjob4you.com" TargetMode="External"/><Relationship Id="rId25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hyperlink" Target="mailto:getsjob4you@gmail.com" TargetMode="External"/><Relationship Id="rId20" Type="http://schemas.openxmlformats.org/officeDocument/2006/relationships/image" Target="media/image6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9.png"/><Relationship Id="rId5" Type="http://schemas.openxmlformats.org/officeDocument/2006/relationships/webSettings" Target="webSettings.xml"/><Relationship Id="rId15" Type="http://schemas.openxmlformats.org/officeDocument/2006/relationships/hyperlink" Target="http://www.getsjob4you.com" TargetMode="External"/><Relationship Id="rId23" Type="http://schemas.openxmlformats.org/officeDocument/2006/relationships/image" Target="media/image8.jpeg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0.png"/><Relationship Id="rId22" Type="http://schemas.openxmlformats.org/officeDocument/2006/relationships/image" Target="media/image7.png"/><Relationship Id="rId27" Type="http://schemas.openxmlformats.org/officeDocument/2006/relationships/image" Target="media/image1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Event%20brochur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4237F-00EA-4E87-BEEC-CC073269A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Event brochure</Template>
  <TotalTime>640</TotalTime>
  <Pages>2</Pages>
  <Words>0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Lab10</dc:creator>
  <cp:lastModifiedBy>EDDIEGILLISPIEIII</cp:lastModifiedBy>
  <cp:revision>4</cp:revision>
  <cp:lastPrinted>2016-07-01T17:54:00Z</cp:lastPrinted>
  <dcterms:created xsi:type="dcterms:W3CDTF">2016-07-01T17:58:00Z</dcterms:created>
  <dcterms:modified xsi:type="dcterms:W3CDTF">2016-09-24T12:25:00Z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TC010178201033</vt:lpwstr>
  </property>
</Properties>
</file>